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F73005" w14:textId="77777777" w:rsidR="008F126E" w:rsidRPr="002B2C13" w:rsidRDefault="00A322F7" w:rsidP="004D5237">
      <w:pPr>
        <w:spacing w:before="100" w:beforeAutospacing="1" w:after="100" w:afterAutospacing="1" w:line="360" w:lineRule="auto"/>
        <w:rPr>
          <w:rFonts w:cs="Arial"/>
          <w:sz w:val="26"/>
          <w:szCs w:val="26"/>
        </w:rPr>
      </w:pPr>
      <w:r w:rsidRPr="002B2C13">
        <w:rPr>
          <w:rFonts w:cs="Arial"/>
          <w:sz w:val="26"/>
          <w:szCs w:val="26"/>
        </w:rPr>
        <w:t>Presse-Information</w:t>
      </w:r>
    </w:p>
    <w:p w14:paraId="43E32F11" w14:textId="0729C095" w:rsidR="007254F1" w:rsidRPr="00764A21" w:rsidRDefault="00D631D3" w:rsidP="00764A21">
      <w:pPr>
        <w:spacing w:after="240" w:line="360" w:lineRule="auto"/>
        <w:ind w:right="284"/>
        <w:jc w:val="both"/>
        <w:rPr>
          <w:rFonts w:cs="Arial"/>
          <w:sz w:val="36"/>
        </w:rPr>
      </w:pPr>
      <w:r w:rsidRPr="008B55DD">
        <w:rPr>
          <w:rFonts w:cs="Arial"/>
          <w:sz w:val="36"/>
        </w:rPr>
        <w:t>hagebau</w:t>
      </w:r>
      <w:r w:rsidR="008C1CF0">
        <w:rPr>
          <w:rFonts w:cs="Arial"/>
          <w:sz w:val="36"/>
        </w:rPr>
        <w:t xml:space="preserve"> </w:t>
      </w:r>
      <w:r w:rsidR="006D157B">
        <w:rPr>
          <w:rFonts w:cs="Arial"/>
          <w:sz w:val="36"/>
        </w:rPr>
        <w:t xml:space="preserve">verstärkt Marktpräsenz in Österreich </w:t>
      </w:r>
    </w:p>
    <w:p w14:paraId="734634A2" w14:textId="4C8CE123" w:rsidR="00E35D19" w:rsidRDefault="00E35D19" w:rsidP="00764A21">
      <w:pPr>
        <w:pStyle w:val="Listenabsatz"/>
        <w:numPr>
          <w:ilvl w:val="0"/>
          <w:numId w:val="1"/>
        </w:numPr>
        <w:spacing w:line="360" w:lineRule="auto"/>
        <w:ind w:left="0" w:right="284" w:firstLine="0"/>
        <w:jc w:val="both"/>
        <w:rPr>
          <w:rFonts w:cs="Arial"/>
          <w:sz w:val="24"/>
          <w:szCs w:val="24"/>
        </w:rPr>
      </w:pPr>
      <w:r>
        <w:rPr>
          <w:rFonts w:cs="Arial"/>
          <w:sz w:val="24"/>
          <w:szCs w:val="24"/>
        </w:rPr>
        <w:t xml:space="preserve">Sieben übernommene </w:t>
      </w:r>
      <w:proofErr w:type="spellStart"/>
      <w:r>
        <w:rPr>
          <w:rFonts w:cs="Arial"/>
          <w:sz w:val="24"/>
          <w:szCs w:val="24"/>
        </w:rPr>
        <w:t>Baumax</w:t>
      </w:r>
      <w:proofErr w:type="spellEnd"/>
      <w:r>
        <w:rPr>
          <w:rFonts w:cs="Arial"/>
          <w:sz w:val="24"/>
          <w:szCs w:val="24"/>
        </w:rPr>
        <w:t>-Standorte erfolgreich umge</w:t>
      </w:r>
      <w:r w:rsidR="00246A6D">
        <w:rPr>
          <w:rFonts w:cs="Arial"/>
          <w:sz w:val="24"/>
          <w:szCs w:val="24"/>
        </w:rPr>
        <w:t>stellt</w:t>
      </w:r>
    </w:p>
    <w:p w14:paraId="19F9118A" w14:textId="77777777" w:rsidR="00246A6D" w:rsidRDefault="008C1CF0" w:rsidP="00764A21">
      <w:pPr>
        <w:pStyle w:val="Listenabsatz"/>
        <w:numPr>
          <w:ilvl w:val="0"/>
          <w:numId w:val="1"/>
        </w:numPr>
        <w:spacing w:line="360" w:lineRule="auto"/>
        <w:ind w:left="0" w:right="284" w:firstLine="0"/>
        <w:jc w:val="both"/>
        <w:rPr>
          <w:rFonts w:cs="Arial"/>
          <w:sz w:val="24"/>
          <w:szCs w:val="24"/>
        </w:rPr>
      </w:pPr>
      <w:r>
        <w:rPr>
          <w:rFonts w:cs="Arial"/>
          <w:sz w:val="24"/>
          <w:szCs w:val="24"/>
        </w:rPr>
        <w:t>hagebaumärkte in</w:t>
      </w:r>
      <w:r w:rsidR="00D631D3">
        <w:rPr>
          <w:rFonts w:cs="Arial"/>
          <w:sz w:val="24"/>
          <w:szCs w:val="24"/>
        </w:rPr>
        <w:t xml:space="preserve"> Gralla, Graz, Judenburg, </w:t>
      </w:r>
      <w:r w:rsidR="00246A6D">
        <w:rPr>
          <w:rFonts w:cs="Arial"/>
          <w:sz w:val="24"/>
          <w:szCs w:val="24"/>
        </w:rPr>
        <w:t xml:space="preserve">Mistelbach, Eisenstadt, </w:t>
      </w:r>
      <w:r>
        <w:rPr>
          <w:rFonts w:cs="Arial"/>
          <w:sz w:val="24"/>
          <w:szCs w:val="24"/>
        </w:rPr>
        <w:t>Kufstein</w:t>
      </w:r>
      <w:r w:rsidR="00D631D3">
        <w:rPr>
          <w:rFonts w:cs="Arial"/>
          <w:sz w:val="24"/>
          <w:szCs w:val="24"/>
        </w:rPr>
        <w:t xml:space="preserve"> </w:t>
      </w:r>
    </w:p>
    <w:p w14:paraId="0DFB437B" w14:textId="61A2F2E0" w:rsidR="00664C8F" w:rsidRDefault="00246A6D" w:rsidP="00764A21">
      <w:pPr>
        <w:pStyle w:val="Listenabsatz"/>
        <w:spacing w:line="360" w:lineRule="auto"/>
        <w:ind w:left="0" w:right="284"/>
        <w:jc w:val="both"/>
        <w:rPr>
          <w:rFonts w:cs="Arial"/>
          <w:sz w:val="24"/>
          <w:szCs w:val="24"/>
        </w:rPr>
      </w:pPr>
      <w:r>
        <w:rPr>
          <w:rFonts w:cs="Arial"/>
          <w:sz w:val="24"/>
          <w:szCs w:val="24"/>
        </w:rPr>
        <w:tab/>
      </w:r>
      <w:r w:rsidR="00D631D3">
        <w:rPr>
          <w:rFonts w:cs="Arial"/>
          <w:sz w:val="24"/>
          <w:szCs w:val="24"/>
        </w:rPr>
        <w:t>und St. Pölten</w:t>
      </w:r>
      <w:r w:rsidR="008C1CF0">
        <w:rPr>
          <w:rFonts w:cs="Arial"/>
          <w:sz w:val="24"/>
          <w:szCs w:val="24"/>
        </w:rPr>
        <w:t xml:space="preserve"> eröffnet</w:t>
      </w:r>
      <w:r w:rsidR="00664C8F" w:rsidRPr="00664C8F">
        <w:rPr>
          <w:rFonts w:cs="Arial"/>
          <w:sz w:val="24"/>
          <w:szCs w:val="24"/>
        </w:rPr>
        <w:t xml:space="preserve"> </w:t>
      </w:r>
    </w:p>
    <w:p w14:paraId="297A725D" w14:textId="457DC0F5" w:rsidR="00D631D3" w:rsidRDefault="00664C8F" w:rsidP="00764A21">
      <w:pPr>
        <w:pStyle w:val="Listenabsatz"/>
        <w:numPr>
          <w:ilvl w:val="0"/>
          <w:numId w:val="1"/>
        </w:numPr>
        <w:spacing w:line="360" w:lineRule="auto"/>
        <w:ind w:left="0" w:right="284" w:firstLine="0"/>
        <w:jc w:val="both"/>
        <w:rPr>
          <w:rFonts w:cs="Arial"/>
          <w:sz w:val="24"/>
          <w:szCs w:val="24"/>
        </w:rPr>
      </w:pPr>
      <w:r>
        <w:rPr>
          <w:rFonts w:cs="Arial"/>
          <w:sz w:val="24"/>
          <w:szCs w:val="24"/>
        </w:rPr>
        <w:t>Zuwachs von 40.000 Quadratmetern Verkaufsfläche</w:t>
      </w:r>
    </w:p>
    <w:p w14:paraId="22B58454" w14:textId="77777777" w:rsidR="007254F1" w:rsidRPr="003537A6" w:rsidRDefault="007254F1" w:rsidP="00764A21">
      <w:pPr>
        <w:spacing w:line="360" w:lineRule="auto"/>
        <w:ind w:right="1797"/>
        <w:jc w:val="both"/>
        <w:rPr>
          <w:rFonts w:cs="Arial"/>
          <w:sz w:val="26"/>
          <w:szCs w:val="26"/>
        </w:rPr>
      </w:pPr>
    </w:p>
    <w:p w14:paraId="4ADF8743" w14:textId="729EC856" w:rsidR="00E35D19" w:rsidRDefault="004D3E36" w:rsidP="00764A21">
      <w:pPr>
        <w:spacing w:line="360" w:lineRule="auto"/>
        <w:ind w:right="284"/>
        <w:jc w:val="both"/>
        <w:rPr>
          <w:rFonts w:cs="Arial"/>
          <w:b/>
          <w:sz w:val="24"/>
          <w:szCs w:val="24"/>
        </w:rPr>
      </w:pPr>
      <w:r>
        <w:rPr>
          <w:rFonts w:cs="Arial"/>
          <w:b/>
          <w:sz w:val="24"/>
          <w:szCs w:val="24"/>
        </w:rPr>
        <w:t>Soltau</w:t>
      </w:r>
      <w:r w:rsidR="00F00342">
        <w:rPr>
          <w:rFonts w:cs="Arial"/>
          <w:b/>
          <w:sz w:val="24"/>
          <w:szCs w:val="24"/>
        </w:rPr>
        <w:t>,</w:t>
      </w:r>
      <w:r w:rsidR="008C1CF0">
        <w:rPr>
          <w:rFonts w:cs="Arial"/>
          <w:b/>
          <w:sz w:val="24"/>
          <w:szCs w:val="24"/>
        </w:rPr>
        <w:t xml:space="preserve"> </w:t>
      </w:r>
      <w:r w:rsidR="008C1CF0" w:rsidRPr="00246A6D">
        <w:rPr>
          <w:rFonts w:cs="Arial"/>
          <w:b/>
          <w:sz w:val="24"/>
          <w:szCs w:val="24"/>
        </w:rPr>
        <w:t>17</w:t>
      </w:r>
      <w:r w:rsidR="00F00342" w:rsidRPr="00246A6D">
        <w:rPr>
          <w:rFonts w:cs="Arial"/>
          <w:b/>
          <w:sz w:val="24"/>
          <w:szCs w:val="24"/>
        </w:rPr>
        <w:t>.</w:t>
      </w:r>
      <w:r w:rsidR="00F00342">
        <w:rPr>
          <w:rFonts w:cs="Arial"/>
          <w:b/>
          <w:sz w:val="24"/>
          <w:szCs w:val="24"/>
        </w:rPr>
        <w:t xml:space="preserve"> </w:t>
      </w:r>
      <w:r w:rsidR="008C1CF0">
        <w:rPr>
          <w:rFonts w:cs="Arial"/>
          <w:b/>
          <w:sz w:val="24"/>
          <w:szCs w:val="24"/>
        </w:rPr>
        <w:t>März</w:t>
      </w:r>
      <w:r w:rsidR="00F00342">
        <w:rPr>
          <w:rFonts w:cs="Arial"/>
          <w:b/>
          <w:sz w:val="24"/>
          <w:szCs w:val="24"/>
        </w:rPr>
        <w:t xml:space="preserve"> 201</w:t>
      </w:r>
      <w:r w:rsidR="008C1CF0">
        <w:rPr>
          <w:rFonts w:cs="Arial"/>
          <w:b/>
          <w:sz w:val="24"/>
          <w:szCs w:val="24"/>
        </w:rPr>
        <w:t>6</w:t>
      </w:r>
      <w:r w:rsidR="0087011F">
        <w:rPr>
          <w:rFonts w:cs="Arial"/>
          <w:b/>
          <w:sz w:val="24"/>
          <w:szCs w:val="24"/>
        </w:rPr>
        <w:t>.</w:t>
      </w:r>
      <w:r w:rsidR="00F00342">
        <w:rPr>
          <w:rFonts w:cs="Arial"/>
          <w:b/>
          <w:sz w:val="24"/>
          <w:szCs w:val="24"/>
        </w:rPr>
        <w:t xml:space="preserve"> </w:t>
      </w:r>
      <w:r w:rsidR="00DD5D5B">
        <w:rPr>
          <w:rFonts w:cs="Arial"/>
          <w:b/>
          <w:sz w:val="24"/>
          <w:szCs w:val="24"/>
        </w:rPr>
        <w:t xml:space="preserve">Mit der </w:t>
      </w:r>
      <w:r w:rsidR="00E845D5">
        <w:rPr>
          <w:rFonts w:cs="Arial"/>
          <w:b/>
          <w:sz w:val="24"/>
          <w:szCs w:val="24"/>
        </w:rPr>
        <w:t>E</w:t>
      </w:r>
      <w:r w:rsidR="00DD5D5B">
        <w:rPr>
          <w:rFonts w:cs="Arial"/>
          <w:b/>
          <w:sz w:val="24"/>
          <w:szCs w:val="24"/>
        </w:rPr>
        <w:t>röffnung der</w:t>
      </w:r>
      <w:r w:rsidR="00E845D5">
        <w:rPr>
          <w:rFonts w:cs="Arial"/>
          <w:b/>
          <w:sz w:val="24"/>
          <w:szCs w:val="24"/>
        </w:rPr>
        <w:t xml:space="preserve"> </w:t>
      </w:r>
      <w:r w:rsidR="00E35D19">
        <w:rPr>
          <w:rFonts w:cs="Arial"/>
          <w:b/>
          <w:sz w:val="24"/>
          <w:szCs w:val="24"/>
        </w:rPr>
        <w:t xml:space="preserve">aus dem </w:t>
      </w:r>
      <w:proofErr w:type="spellStart"/>
      <w:r w:rsidR="00E35D19">
        <w:rPr>
          <w:rFonts w:cs="Arial"/>
          <w:b/>
          <w:sz w:val="24"/>
          <w:szCs w:val="24"/>
        </w:rPr>
        <w:t>Baumax</w:t>
      </w:r>
      <w:proofErr w:type="spellEnd"/>
      <w:r w:rsidR="00E35D19">
        <w:rPr>
          <w:rFonts w:cs="Arial"/>
          <w:b/>
          <w:sz w:val="24"/>
          <w:szCs w:val="24"/>
        </w:rPr>
        <w:t xml:space="preserve">-Portfolio durch regionale hagebau Gesellschafter übernommenen Standorte sind </w:t>
      </w:r>
      <w:r w:rsidR="00246A6D">
        <w:rPr>
          <w:rFonts w:cs="Arial"/>
          <w:b/>
          <w:sz w:val="24"/>
          <w:szCs w:val="24"/>
        </w:rPr>
        <w:t>seit Mitte der Woche</w:t>
      </w:r>
      <w:r w:rsidR="00E35D19">
        <w:rPr>
          <w:rFonts w:cs="Arial"/>
          <w:b/>
          <w:sz w:val="24"/>
          <w:szCs w:val="24"/>
        </w:rPr>
        <w:t xml:space="preserve"> in ganz Österreich 47 hagebaumärkte am Netz. Als letzter der sieben Standorte eröffnete </w:t>
      </w:r>
      <w:r w:rsidR="00246A6D">
        <w:rPr>
          <w:rFonts w:cs="Arial"/>
          <w:b/>
          <w:sz w:val="24"/>
          <w:szCs w:val="24"/>
        </w:rPr>
        <w:t xml:space="preserve">am 15. März </w:t>
      </w:r>
      <w:r w:rsidR="00E35D19">
        <w:rPr>
          <w:rFonts w:cs="Arial"/>
          <w:b/>
          <w:sz w:val="24"/>
          <w:szCs w:val="24"/>
        </w:rPr>
        <w:t xml:space="preserve">der hagebaumarkt </w:t>
      </w:r>
      <w:r w:rsidR="00246A6D">
        <w:rPr>
          <w:rFonts w:cs="Arial"/>
          <w:b/>
          <w:sz w:val="24"/>
          <w:szCs w:val="24"/>
        </w:rPr>
        <w:t>in St. Pölten</w:t>
      </w:r>
      <w:r w:rsidR="00E35D19">
        <w:rPr>
          <w:rFonts w:cs="Arial"/>
          <w:b/>
          <w:sz w:val="24"/>
          <w:szCs w:val="24"/>
        </w:rPr>
        <w:t>.</w:t>
      </w:r>
    </w:p>
    <w:p w14:paraId="627C7CF7" w14:textId="77777777" w:rsidR="00E35D19" w:rsidRDefault="00E35D19" w:rsidP="00764A21">
      <w:pPr>
        <w:spacing w:line="360" w:lineRule="auto"/>
        <w:ind w:right="284"/>
        <w:jc w:val="both"/>
        <w:rPr>
          <w:rFonts w:cs="Arial"/>
          <w:b/>
          <w:sz w:val="24"/>
          <w:szCs w:val="24"/>
        </w:rPr>
      </w:pPr>
    </w:p>
    <w:p w14:paraId="67AABCBB" w14:textId="39167D5F" w:rsidR="00B94B3D" w:rsidRPr="00E35D19" w:rsidRDefault="00E35D19" w:rsidP="00764A21">
      <w:pPr>
        <w:spacing w:line="360" w:lineRule="auto"/>
        <w:ind w:right="284"/>
        <w:jc w:val="both"/>
        <w:rPr>
          <w:rFonts w:cs="Arial"/>
          <w:sz w:val="24"/>
          <w:szCs w:val="24"/>
        </w:rPr>
      </w:pPr>
      <w:r w:rsidRPr="00E35D19">
        <w:rPr>
          <w:rFonts w:cs="Arial"/>
          <w:sz w:val="24"/>
          <w:szCs w:val="24"/>
        </w:rPr>
        <w:t xml:space="preserve">In Mistelbach, </w:t>
      </w:r>
      <w:r w:rsidR="00DD5D5B" w:rsidRPr="00E35D19">
        <w:rPr>
          <w:rFonts w:cs="Arial"/>
          <w:sz w:val="24"/>
          <w:szCs w:val="24"/>
        </w:rPr>
        <w:t>Gralla</w:t>
      </w:r>
      <w:r w:rsidR="0099737A" w:rsidRPr="00E35D19">
        <w:rPr>
          <w:rFonts w:cs="Arial"/>
          <w:sz w:val="24"/>
          <w:szCs w:val="24"/>
        </w:rPr>
        <w:t>, Graz</w:t>
      </w:r>
      <w:r w:rsidR="009979DD" w:rsidRPr="00E35D19">
        <w:rPr>
          <w:rFonts w:cs="Arial"/>
          <w:sz w:val="24"/>
          <w:szCs w:val="24"/>
        </w:rPr>
        <w:t xml:space="preserve">, Judenburg, </w:t>
      </w:r>
      <w:r w:rsidRPr="00E35D19">
        <w:rPr>
          <w:rFonts w:cs="Arial"/>
          <w:sz w:val="24"/>
          <w:szCs w:val="24"/>
        </w:rPr>
        <w:t xml:space="preserve">Eisenstadt, </w:t>
      </w:r>
      <w:r w:rsidR="00B94B3D" w:rsidRPr="00E35D19">
        <w:rPr>
          <w:rFonts w:cs="Arial"/>
          <w:sz w:val="24"/>
          <w:szCs w:val="24"/>
        </w:rPr>
        <w:t xml:space="preserve">Kufstein </w:t>
      </w:r>
      <w:r w:rsidR="00E845D5" w:rsidRPr="00E35D19">
        <w:rPr>
          <w:rFonts w:cs="Arial"/>
          <w:sz w:val="24"/>
          <w:szCs w:val="24"/>
        </w:rPr>
        <w:t>und St. Pölten</w:t>
      </w:r>
      <w:r w:rsidR="009979DD" w:rsidRPr="00E35D19">
        <w:rPr>
          <w:rFonts w:cs="Arial"/>
          <w:sz w:val="24"/>
          <w:szCs w:val="24"/>
        </w:rPr>
        <w:t xml:space="preserve"> </w:t>
      </w:r>
      <w:r w:rsidRPr="00E35D19">
        <w:rPr>
          <w:rFonts w:cs="Arial"/>
          <w:sz w:val="24"/>
          <w:szCs w:val="24"/>
        </w:rPr>
        <w:t xml:space="preserve">können </w:t>
      </w:r>
      <w:r w:rsidR="00664C8F">
        <w:rPr>
          <w:rFonts w:cs="Arial"/>
          <w:sz w:val="24"/>
          <w:szCs w:val="24"/>
        </w:rPr>
        <w:t xml:space="preserve">sich </w:t>
      </w:r>
      <w:r>
        <w:rPr>
          <w:rFonts w:cs="Arial"/>
          <w:sz w:val="24"/>
          <w:szCs w:val="24"/>
        </w:rPr>
        <w:t>a</w:t>
      </w:r>
      <w:r w:rsidR="00704B45" w:rsidRPr="00E35D19">
        <w:rPr>
          <w:rFonts w:cs="Arial"/>
          <w:sz w:val="24"/>
          <w:szCs w:val="24"/>
        </w:rPr>
        <w:t xml:space="preserve">b sofort </w:t>
      </w:r>
      <w:r w:rsidR="00E845D5" w:rsidRPr="00E35D19">
        <w:rPr>
          <w:rFonts w:cs="Arial"/>
          <w:sz w:val="24"/>
          <w:szCs w:val="24"/>
        </w:rPr>
        <w:t>Heimwerker</w:t>
      </w:r>
      <w:r w:rsidR="00704B45" w:rsidRPr="00E35D19">
        <w:rPr>
          <w:rFonts w:cs="Arial"/>
          <w:sz w:val="24"/>
          <w:szCs w:val="24"/>
        </w:rPr>
        <w:t xml:space="preserve"> von der Service-, Produkt- und Beratungsqualität</w:t>
      </w:r>
      <w:r w:rsidR="00664C8F">
        <w:rPr>
          <w:rFonts w:cs="Arial"/>
          <w:sz w:val="24"/>
          <w:szCs w:val="24"/>
        </w:rPr>
        <w:t xml:space="preserve"> der </w:t>
      </w:r>
      <w:r w:rsidR="00704B45" w:rsidRPr="00E35D19">
        <w:rPr>
          <w:rFonts w:cs="Arial"/>
          <w:sz w:val="24"/>
          <w:szCs w:val="24"/>
        </w:rPr>
        <w:t>hagebaumärkte</w:t>
      </w:r>
      <w:r w:rsidR="00664C8F">
        <w:rPr>
          <w:rFonts w:cs="Arial"/>
          <w:sz w:val="24"/>
          <w:szCs w:val="24"/>
        </w:rPr>
        <w:t xml:space="preserve"> </w:t>
      </w:r>
      <w:r w:rsidR="00704B45" w:rsidRPr="00E35D19">
        <w:rPr>
          <w:rFonts w:cs="Arial"/>
          <w:sz w:val="24"/>
          <w:szCs w:val="24"/>
        </w:rPr>
        <w:t xml:space="preserve">selbst überzeugen. </w:t>
      </w:r>
      <w:r w:rsidR="000C0A79" w:rsidRPr="00E35D19">
        <w:rPr>
          <w:rFonts w:cs="Arial"/>
          <w:sz w:val="24"/>
          <w:szCs w:val="24"/>
        </w:rPr>
        <w:t xml:space="preserve">Bereits </w:t>
      </w:r>
      <w:r w:rsidR="00246A6D">
        <w:rPr>
          <w:rFonts w:cs="Arial"/>
          <w:sz w:val="24"/>
          <w:szCs w:val="24"/>
        </w:rPr>
        <w:t xml:space="preserve">seit Anfang </w:t>
      </w:r>
      <w:r w:rsidR="000C0A79" w:rsidRPr="00E35D19">
        <w:rPr>
          <w:rFonts w:cs="Arial"/>
          <w:sz w:val="24"/>
          <w:szCs w:val="24"/>
        </w:rPr>
        <w:t xml:space="preserve">Jänner </w:t>
      </w:r>
      <w:r w:rsidR="00246A6D">
        <w:rPr>
          <w:rFonts w:cs="Arial"/>
          <w:sz w:val="24"/>
          <w:szCs w:val="24"/>
        </w:rPr>
        <w:t xml:space="preserve">haben in Soft-Openings </w:t>
      </w:r>
      <w:r w:rsidR="000C0A79" w:rsidRPr="00E35D19">
        <w:rPr>
          <w:rFonts w:cs="Arial"/>
          <w:sz w:val="24"/>
          <w:szCs w:val="24"/>
        </w:rPr>
        <w:t xml:space="preserve">die Standorte in Eisenstadt und Mistelbach </w:t>
      </w:r>
      <w:r w:rsidR="00246A6D">
        <w:rPr>
          <w:rFonts w:cs="Arial"/>
          <w:sz w:val="24"/>
          <w:szCs w:val="24"/>
        </w:rPr>
        <w:t xml:space="preserve">sowie Graz und Gralla </w:t>
      </w:r>
      <w:r w:rsidR="000C0A79" w:rsidRPr="00E35D19">
        <w:rPr>
          <w:rFonts w:cs="Arial"/>
          <w:sz w:val="24"/>
          <w:szCs w:val="24"/>
        </w:rPr>
        <w:t xml:space="preserve">als neue hagebaumärkte wiedereröffnet. </w:t>
      </w:r>
      <w:r w:rsidR="00B94B3D" w:rsidRPr="00E35D19">
        <w:rPr>
          <w:rFonts w:cs="Arial"/>
          <w:sz w:val="24"/>
          <w:szCs w:val="24"/>
        </w:rPr>
        <w:t xml:space="preserve">hagebau </w:t>
      </w:r>
      <w:r w:rsidR="00BA73C3" w:rsidRPr="00E35D19">
        <w:rPr>
          <w:rFonts w:cs="Arial"/>
          <w:sz w:val="24"/>
          <w:szCs w:val="24"/>
        </w:rPr>
        <w:t xml:space="preserve">gewinnt </w:t>
      </w:r>
      <w:r w:rsidR="00664C8F">
        <w:rPr>
          <w:rFonts w:cs="Arial"/>
          <w:sz w:val="24"/>
          <w:szCs w:val="24"/>
        </w:rPr>
        <w:t xml:space="preserve">durch die neuen Märkte </w:t>
      </w:r>
      <w:r w:rsidR="00B94B3D" w:rsidRPr="00E35D19">
        <w:rPr>
          <w:rFonts w:cs="Arial"/>
          <w:sz w:val="24"/>
          <w:szCs w:val="24"/>
        </w:rPr>
        <w:t xml:space="preserve">insgesamt 40.000 Quadratmeter Verkaufsfläche in Österreich dazu und stärkt so die Marktpräsenz im </w:t>
      </w:r>
      <w:r w:rsidR="008A55DA">
        <w:rPr>
          <w:rFonts w:cs="Arial"/>
          <w:sz w:val="24"/>
          <w:szCs w:val="24"/>
        </w:rPr>
        <w:t xml:space="preserve">österreichischen Einzelhandel. </w:t>
      </w:r>
    </w:p>
    <w:p w14:paraId="78A60C17" w14:textId="77777777" w:rsidR="007254F1" w:rsidRDefault="007254F1" w:rsidP="00764A21">
      <w:pPr>
        <w:spacing w:line="360" w:lineRule="auto"/>
        <w:ind w:right="284"/>
        <w:jc w:val="both"/>
        <w:rPr>
          <w:rFonts w:cs="Arial"/>
          <w:sz w:val="24"/>
          <w:szCs w:val="24"/>
        </w:rPr>
      </w:pPr>
    </w:p>
    <w:p w14:paraId="44D342EC" w14:textId="564DBCCE" w:rsidR="001802B4" w:rsidRDefault="00BA73C3" w:rsidP="00764A21">
      <w:pPr>
        <w:spacing w:line="360" w:lineRule="auto"/>
        <w:ind w:right="284"/>
        <w:jc w:val="both"/>
        <w:rPr>
          <w:rFonts w:cs="Arial"/>
          <w:sz w:val="24"/>
          <w:szCs w:val="24"/>
        </w:rPr>
      </w:pPr>
      <w:r>
        <w:rPr>
          <w:rFonts w:cs="Arial"/>
          <w:sz w:val="24"/>
          <w:szCs w:val="24"/>
        </w:rPr>
        <w:t xml:space="preserve">Dazu </w:t>
      </w:r>
      <w:r w:rsidR="004D3E36">
        <w:rPr>
          <w:rFonts w:cs="Arial"/>
          <w:sz w:val="24"/>
          <w:szCs w:val="24"/>
        </w:rPr>
        <w:t>Kai Kächelein</w:t>
      </w:r>
      <w:r w:rsidR="001802B4" w:rsidRPr="009B4458">
        <w:rPr>
          <w:rFonts w:cs="Arial"/>
          <w:sz w:val="24"/>
          <w:szCs w:val="24"/>
        </w:rPr>
        <w:t xml:space="preserve">, </w:t>
      </w:r>
      <w:r w:rsidR="004D3E36">
        <w:rPr>
          <w:rFonts w:cs="Arial"/>
          <w:sz w:val="24"/>
          <w:szCs w:val="24"/>
        </w:rPr>
        <w:t xml:space="preserve">Geschäftsführer Marketing/Vertrieb </w:t>
      </w:r>
      <w:r w:rsidR="001802B4" w:rsidRPr="009B4458">
        <w:rPr>
          <w:rFonts w:cs="Arial"/>
          <w:sz w:val="24"/>
          <w:szCs w:val="24"/>
        </w:rPr>
        <w:t xml:space="preserve">hagebau </w:t>
      </w:r>
      <w:r w:rsidR="004D3E36">
        <w:rPr>
          <w:rFonts w:cs="Arial"/>
          <w:sz w:val="24"/>
          <w:szCs w:val="24"/>
        </w:rPr>
        <w:t>Einzelhandel</w:t>
      </w:r>
      <w:r w:rsidR="001802B4">
        <w:rPr>
          <w:rFonts w:cs="Arial"/>
          <w:sz w:val="24"/>
          <w:szCs w:val="24"/>
        </w:rPr>
        <w:t xml:space="preserve">: </w:t>
      </w:r>
      <w:r w:rsidR="00704B45" w:rsidRPr="00660A1E">
        <w:rPr>
          <w:rFonts w:cs="Arial"/>
          <w:sz w:val="24"/>
          <w:szCs w:val="24"/>
        </w:rPr>
        <w:t>„</w:t>
      </w:r>
      <w:r>
        <w:rPr>
          <w:rFonts w:cs="Arial"/>
          <w:sz w:val="24"/>
          <w:szCs w:val="24"/>
        </w:rPr>
        <w:t xml:space="preserve">Dank der raschen Umbaumaßnahmen ist es gelungen, </w:t>
      </w:r>
      <w:r w:rsidR="00664C8F">
        <w:rPr>
          <w:rFonts w:cs="Arial"/>
          <w:sz w:val="24"/>
          <w:szCs w:val="24"/>
        </w:rPr>
        <w:t xml:space="preserve">die </w:t>
      </w:r>
      <w:r w:rsidR="00704B45">
        <w:rPr>
          <w:rFonts w:cs="Arial"/>
          <w:sz w:val="24"/>
          <w:szCs w:val="24"/>
        </w:rPr>
        <w:t>Marktpräsenz</w:t>
      </w:r>
      <w:r>
        <w:rPr>
          <w:rFonts w:cs="Arial"/>
          <w:sz w:val="24"/>
          <w:szCs w:val="24"/>
        </w:rPr>
        <w:t xml:space="preserve"> </w:t>
      </w:r>
      <w:r w:rsidR="00664C8F">
        <w:rPr>
          <w:rFonts w:cs="Arial"/>
          <w:sz w:val="24"/>
          <w:szCs w:val="24"/>
        </w:rPr>
        <w:t xml:space="preserve">des hagebau Einzelhandels </w:t>
      </w:r>
      <w:r>
        <w:rPr>
          <w:rFonts w:cs="Arial"/>
          <w:sz w:val="24"/>
          <w:szCs w:val="24"/>
        </w:rPr>
        <w:t xml:space="preserve">in Österreich </w:t>
      </w:r>
      <w:r w:rsidR="008A55DA">
        <w:rPr>
          <w:rFonts w:cs="Arial"/>
          <w:sz w:val="24"/>
          <w:szCs w:val="24"/>
        </w:rPr>
        <w:t xml:space="preserve">deutlich auszubauen.“ Ziel sei es, diese </w:t>
      </w:r>
      <w:r>
        <w:rPr>
          <w:rFonts w:cs="Arial"/>
          <w:sz w:val="24"/>
          <w:szCs w:val="24"/>
        </w:rPr>
        <w:t xml:space="preserve">positive und nachhaltige Entwicklung der hagebaumärkte </w:t>
      </w:r>
      <w:r w:rsidR="00664C8F">
        <w:rPr>
          <w:rFonts w:cs="Arial"/>
          <w:sz w:val="24"/>
          <w:szCs w:val="24"/>
        </w:rPr>
        <w:t xml:space="preserve">auch künftig </w:t>
      </w:r>
      <w:r>
        <w:rPr>
          <w:rFonts w:cs="Arial"/>
          <w:sz w:val="24"/>
          <w:szCs w:val="24"/>
        </w:rPr>
        <w:t xml:space="preserve">weiter voranzutreiben. </w:t>
      </w:r>
      <w:r w:rsidR="008A55DA">
        <w:rPr>
          <w:rFonts w:cs="Arial"/>
          <w:sz w:val="24"/>
          <w:szCs w:val="24"/>
        </w:rPr>
        <w:t>„</w:t>
      </w:r>
      <w:r>
        <w:rPr>
          <w:rFonts w:cs="Arial"/>
          <w:sz w:val="24"/>
          <w:szCs w:val="24"/>
        </w:rPr>
        <w:t>Dies leisten wir durch die gezielte Unterstützung der österreichischen hagebau Gesellschafter, die die hagebaumärkte vor Ort betreiben. Ab</w:t>
      </w:r>
      <w:r w:rsidR="001802B4">
        <w:rPr>
          <w:rFonts w:cs="Arial"/>
          <w:sz w:val="24"/>
          <w:szCs w:val="24"/>
        </w:rPr>
        <w:t xml:space="preserve"> sofort </w:t>
      </w:r>
      <w:r w:rsidR="00981DEA">
        <w:rPr>
          <w:rFonts w:cs="Arial"/>
          <w:sz w:val="24"/>
          <w:szCs w:val="24"/>
        </w:rPr>
        <w:t xml:space="preserve">bieten </w:t>
      </w:r>
      <w:r w:rsidR="00664C8F">
        <w:rPr>
          <w:rFonts w:cs="Arial"/>
          <w:sz w:val="24"/>
          <w:szCs w:val="24"/>
        </w:rPr>
        <w:t xml:space="preserve">die hagebau </w:t>
      </w:r>
      <w:r w:rsidR="001802B4">
        <w:rPr>
          <w:rFonts w:cs="Arial"/>
          <w:sz w:val="24"/>
          <w:szCs w:val="24"/>
        </w:rPr>
        <w:t>Gesellschafter</w:t>
      </w:r>
      <w:r w:rsidR="001802B4" w:rsidRPr="001802B4">
        <w:rPr>
          <w:rFonts w:cs="Arial"/>
          <w:sz w:val="24"/>
          <w:szCs w:val="24"/>
        </w:rPr>
        <w:t xml:space="preserve"> </w:t>
      </w:r>
      <w:r w:rsidR="00664C8F">
        <w:rPr>
          <w:rFonts w:cs="Arial"/>
          <w:sz w:val="24"/>
          <w:szCs w:val="24"/>
        </w:rPr>
        <w:t xml:space="preserve">ihren </w:t>
      </w:r>
      <w:r w:rsidR="001802B4">
        <w:rPr>
          <w:rFonts w:cs="Arial"/>
          <w:sz w:val="24"/>
          <w:szCs w:val="24"/>
        </w:rPr>
        <w:t xml:space="preserve">Kunden </w:t>
      </w:r>
      <w:r>
        <w:rPr>
          <w:rFonts w:cs="Arial"/>
          <w:sz w:val="24"/>
          <w:szCs w:val="24"/>
        </w:rPr>
        <w:t xml:space="preserve">auch </w:t>
      </w:r>
      <w:r w:rsidR="001802B4">
        <w:rPr>
          <w:rFonts w:cs="Arial"/>
          <w:sz w:val="24"/>
          <w:szCs w:val="24"/>
        </w:rPr>
        <w:t xml:space="preserve">an </w:t>
      </w:r>
      <w:r>
        <w:rPr>
          <w:rFonts w:cs="Arial"/>
          <w:sz w:val="24"/>
          <w:szCs w:val="24"/>
        </w:rPr>
        <w:t>den</w:t>
      </w:r>
      <w:r w:rsidR="001802B4">
        <w:rPr>
          <w:rFonts w:cs="Arial"/>
          <w:sz w:val="24"/>
          <w:szCs w:val="24"/>
        </w:rPr>
        <w:t xml:space="preserve"> neuen Standorten </w:t>
      </w:r>
      <w:r w:rsidR="001802B4" w:rsidRPr="001802B4">
        <w:rPr>
          <w:rFonts w:cs="Arial"/>
          <w:sz w:val="24"/>
          <w:szCs w:val="24"/>
        </w:rPr>
        <w:t>regional abgestimmte Sortimente im hag</w:t>
      </w:r>
      <w:r w:rsidR="008A55DA">
        <w:rPr>
          <w:rFonts w:cs="Arial"/>
          <w:sz w:val="24"/>
          <w:szCs w:val="24"/>
        </w:rPr>
        <w:t xml:space="preserve">ebaumarkt und im Gartenbereich“, so </w:t>
      </w:r>
      <w:r w:rsidR="004D3E36">
        <w:rPr>
          <w:rFonts w:cs="Arial"/>
          <w:sz w:val="24"/>
          <w:szCs w:val="24"/>
        </w:rPr>
        <w:t xml:space="preserve">Kächelein </w:t>
      </w:r>
      <w:r w:rsidR="008A55DA">
        <w:rPr>
          <w:rFonts w:cs="Arial"/>
          <w:sz w:val="24"/>
          <w:szCs w:val="24"/>
        </w:rPr>
        <w:t>weiter.</w:t>
      </w:r>
    </w:p>
    <w:p w14:paraId="65A3FBBC" w14:textId="77777777" w:rsidR="004D3E36" w:rsidRDefault="004D3E36" w:rsidP="00764A21">
      <w:pPr>
        <w:spacing w:line="360" w:lineRule="auto"/>
        <w:ind w:right="284"/>
        <w:jc w:val="both"/>
        <w:rPr>
          <w:rFonts w:cs="Arial"/>
          <w:sz w:val="24"/>
          <w:szCs w:val="24"/>
        </w:rPr>
      </w:pPr>
    </w:p>
    <w:p w14:paraId="6D402E0A" w14:textId="7FA90406" w:rsidR="008247EB" w:rsidRPr="008247EB" w:rsidRDefault="008247EB" w:rsidP="00764A21">
      <w:pPr>
        <w:spacing w:line="360" w:lineRule="auto"/>
        <w:ind w:right="284"/>
        <w:jc w:val="both"/>
        <w:rPr>
          <w:rFonts w:cs="Arial"/>
          <w:b/>
          <w:sz w:val="24"/>
          <w:szCs w:val="24"/>
        </w:rPr>
      </w:pPr>
      <w:r w:rsidRPr="008247EB">
        <w:rPr>
          <w:rFonts w:cs="Arial"/>
          <w:b/>
          <w:sz w:val="24"/>
          <w:szCs w:val="24"/>
        </w:rPr>
        <w:lastRenderedPageBreak/>
        <w:t>Regional</w:t>
      </w:r>
      <w:r w:rsidR="00664C8F">
        <w:rPr>
          <w:rFonts w:cs="Arial"/>
          <w:b/>
          <w:sz w:val="24"/>
          <w:szCs w:val="24"/>
        </w:rPr>
        <w:t>e Sortimente für Österreich</w:t>
      </w:r>
    </w:p>
    <w:p w14:paraId="3A4E6579" w14:textId="77777777" w:rsidR="00E946F7" w:rsidRDefault="00E845D5" w:rsidP="00764A21">
      <w:pPr>
        <w:spacing w:line="360" w:lineRule="auto"/>
        <w:ind w:right="284"/>
        <w:jc w:val="both"/>
        <w:rPr>
          <w:rFonts w:cs="Arial"/>
          <w:sz w:val="24"/>
          <w:szCs w:val="24"/>
        </w:rPr>
      </w:pPr>
      <w:r>
        <w:rPr>
          <w:rFonts w:cs="Arial"/>
          <w:sz w:val="24"/>
          <w:szCs w:val="24"/>
        </w:rPr>
        <w:t>Insgesamt bietet</w:t>
      </w:r>
      <w:r w:rsidR="00BA73C3">
        <w:rPr>
          <w:rFonts w:cs="Arial"/>
          <w:sz w:val="24"/>
          <w:szCs w:val="24"/>
        </w:rPr>
        <w:t xml:space="preserve"> die hagebau ihren Gesellschaftern </w:t>
      </w:r>
      <w:r w:rsidR="001802B4">
        <w:rPr>
          <w:rFonts w:cs="Arial"/>
          <w:sz w:val="24"/>
          <w:szCs w:val="24"/>
        </w:rPr>
        <w:t xml:space="preserve">300.000 gelistete Artikel für die Gestaltung des Sortiments an. </w:t>
      </w:r>
      <w:r w:rsidR="00BA73C3">
        <w:rPr>
          <w:rFonts w:cs="Arial"/>
          <w:sz w:val="24"/>
          <w:szCs w:val="24"/>
        </w:rPr>
        <w:t>So</w:t>
      </w:r>
      <w:r w:rsidR="001802B4">
        <w:rPr>
          <w:rFonts w:cs="Arial"/>
          <w:sz w:val="24"/>
          <w:szCs w:val="24"/>
        </w:rPr>
        <w:t xml:space="preserve"> stehen </w:t>
      </w:r>
      <w:r w:rsidR="00BA73C3">
        <w:rPr>
          <w:rFonts w:cs="Arial"/>
          <w:sz w:val="24"/>
          <w:szCs w:val="24"/>
        </w:rPr>
        <w:t xml:space="preserve">jedem Gesellschafter </w:t>
      </w:r>
      <w:r w:rsidR="001802B4">
        <w:rPr>
          <w:rFonts w:cs="Arial"/>
          <w:sz w:val="24"/>
          <w:szCs w:val="24"/>
        </w:rPr>
        <w:t xml:space="preserve">vor Ort </w:t>
      </w:r>
      <w:r w:rsidR="001802B4" w:rsidRPr="001802B4">
        <w:rPr>
          <w:rFonts w:cs="Arial"/>
          <w:sz w:val="24"/>
          <w:szCs w:val="24"/>
        </w:rPr>
        <w:t>speziell</w:t>
      </w:r>
      <w:r w:rsidR="001802B4">
        <w:rPr>
          <w:rFonts w:cs="Arial"/>
          <w:sz w:val="24"/>
          <w:szCs w:val="24"/>
        </w:rPr>
        <w:t xml:space="preserve"> </w:t>
      </w:r>
      <w:r w:rsidR="001802B4" w:rsidRPr="001802B4">
        <w:rPr>
          <w:rFonts w:cs="Arial"/>
          <w:sz w:val="24"/>
          <w:szCs w:val="24"/>
        </w:rPr>
        <w:t>auf</w:t>
      </w:r>
      <w:r w:rsidR="001802B4">
        <w:rPr>
          <w:rFonts w:cs="Arial"/>
          <w:sz w:val="24"/>
          <w:szCs w:val="24"/>
        </w:rPr>
        <w:t xml:space="preserve"> </w:t>
      </w:r>
      <w:r w:rsidR="001802B4" w:rsidRPr="001802B4">
        <w:rPr>
          <w:rFonts w:cs="Arial"/>
          <w:sz w:val="24"/>
          <w:szCs w:val="24"/>
        </w:rPr>
        <w:t>die</w:t>
      </w:r>
      <w:r w:rsidR="001802B4">
        <w:rPr>
          <w:rFonts w:cs="Arial"/>
          <w:sz w:val="24"/>
          <w:szCs w:val="24"/>
        </w:rPr>
        <w:t xml:space="preserve"> </w:t>
      </w:r>
      <w:r w:rsidR="001802B4" w:rsidRPr="001802B4">
        <w:rPr>
          <w:rFonts w:cs="Arial"/>
          <w:sz w:val="24"/>
          <w:szCs w:val="24"/>
        </w:rPr>
        <w:t>Bedürfnisse</w:t>
      </w:r>
      <w:r w:rsidR="001802B4">
        <w:rPr>
          <w:rFonts w:cs="Arial"/>
          <w:sz w:val="24"/>
          <w:szCs w:val="24"/>
        </w:rPr>
        <w:t xml:space="preserve"> </w:t>
      </w:r>
      <w:r w:rsidR="00664C8F">
        <w:rPr>
          <w:rFonts w:cs="Arial"/>
          <w:sz w:val="24"/>
          <w:szCs w:val="24"/>
        </w:rPr>
        <w:t xml:space="preserve">für die </w:t>
      </w:r>
      <w:r w:rsidR="001802B4" w:rsidRPr="001802B4">
        <w:rPr>
          <w:rFonts w:cs="Arial"/>
          <w:sz w:val="24"/>
          <w:szCs w:val="24"/>
        </w:rPr>
        <w:t>Region</w:t>
      </w:r>
      <w:r w:rsidR="001802B4">
        <w:rPr>
          <w:rFonts w:cs="Arial"/>
          <w:sz w:val="24"/>
          <w:szCs w:val="24"/>
        </w:rPr>
        <w:t xml:space="preserve"> </w:t>
      </w:r>
      <w:r w:rsidR="00664C8F">
        <w:rPr>
          <w:rFonts w:cs="Arial"/>
          <w:sz w:val="24"/>
          <w:szCs w:val="24"/>
        </w:rPr>
        <w:t xml:space="preserve">passende </w:t>
      </w:r>
      <w:r w:rsidR="001802B4">
        <w:rPr>
          <w:rFonts w:cs="Arial"/>
          <w:sz w:val="24"/>
          <w:szCs w:val="24"/>
        </w:rPr>
        <w:t xml:space="preserve">Angebote zur Verfügung. </w:t>
      </w:r>
      <w:r>
        <w:rPr>
          <w:rFonts w:cs="Arial"/>
          <w:sz w:val="24"/>
          <w:szCs w:val="24"/>
        </w:rPr>
        <w:t>Nach dem Unternehmensmotto „</w:t>
      </w:r>
      <w:r>
        <w:rPr>
          <w:rStyle w:val="Formatvorlage5"/>
          <w:b w:val="0"/>
        </w:rPr>
        <w:t>hier hilft man sich“</w:t>
      </w:r>
      <w:r w:rsidR="008247EB">
        <w:rPr>
          <w:rFonts w:cs="Arial"/>
          <w:sz w:val="24"/>
          <w:szCs w:val="24"/>
        </w:rPr>
        <w:t xml:space="preserve"> stehen für die </w:t>
      </w:r>
      <w:r>
        <w:rPr>
          <w:rFonts w:cs="Arial"/>
          <w:sz w:val="24"/>
          <w:szCs w:val="24"/>
        </w:rPr>
        <w:t>hagebau</w:t>
      </w:r>
      <w:r w:rsidR="00664C8F">
        <w:rPr>
          <w:rFonts w:cs="Arial"/>
          <w:sz w:val="24"/>
          <w:szCs w:val="24"/>
        </w:rPr>
        <w:t xml:space="preserve"> </w:t>
      </w:r>
      <w:r w:rsidR="008247EB">
        <w:rPr>
          <w:rFonts w:cs="Arial"/>
          <w:sz w:val="24"/>
          <w:szCs w:val="24"/>
        </w:rPr>
        <w:t xml:space="preserve">Kooperation und ihre Gesellschafter der Servicegedanke und der Dienst am Kunden im Vordergrund. </w:t>
      </w:r>
    </w:p>
    <w:p w14:paraId="11F7FDD8" w14:textId="77777777" w:rsidR="00E946F7" w:rsidRDefault="00E946F7" w:rsidP="00764A21">
      <w:pPr>
        <w:spacing w:line="360" w:lineRule="auto"/>
        <w:ind w:right="284"/>
        <w:jc w:val="both"/>
        <w:rPr>
          <w:rFonts w:cs="Arial"/>
          <w:sz w:val="24"/>
          <w:szCs w:val="24"/>
        </w:rPr>
      </w:pPr>
    </w:p>
    <w:p w14:paraId="71D2097A" w14:textId="7D723783" w:rsidR="00E946F7" w:rsidRPr="00E946F7" w:rsidRDefault="007E240F" w:rsidP="00764A21">
      <w:pPr>
        <w:spacing w:line="360" w:lineRule="auto"/>
        <w:ind w:right="284"/>
        <w:jc w:val="both"/>
        <w:rPr>
          <w:rFonts w:cs="Arial"/>
          <w:b/>
          <w:sz w:val="24"/>
          <w:szCs w:val="24"/>
        </w:rPr>
      </w:pPr>
      <w:r>
        <w:rPr>
          <w:rFonts w:cs="Arial"/>
          <w:b/>
          <w:sz w:val="24"/>
          <w:szCs w:val="24"/>
        </w:rPr>
        <w:t>h</w:t>
      </w:r>
      <w:r w:rsidR="00E946F7">
        <w:rPr>
          <w:rFonts w:cs="Arial"/>
          <w:b/>
          <w:sz w:val="24"/>
          <w:szCs w:val="24"/>
        </w:rPr>
        <w:t>agebaumarkt – Baumarktliebling der Österreicher</w:t>
      </w:r>
    </w:p>
    <w:p w14:paraId="583BB432" w14:textId="7F5120B2" w:rsidR="00BF7ED0" w:rsidRDefault="00B171B8" w:rsidP="00764A21">
      <w:pPr>
        <w:spacing w:line="360" w:lineRule="auto"/>
        <w:ind w:right="284"/>
        <w:jc w:val="both"/>
        <w:rPr>
          <w:rFonts w:cs="Arial"/>
          <w:sz w:val="24"/>
          <w:szCs w:val="24"/>
        </w:rPr>
      </w:pPr>
      <w:r>
        <w:rPr>
          <w:rFonts w:cs="Arial"/>
          <w:sz w:val="24"/>
          <w:szCs w:val="24"/>
        </w:rPr>
        <w:t xml:space="preserve">Das zeigt auch die Top-Bewertung des </w:t>
      </w:r>
      <w:r w:rsidR="00237679">
        <w:rPr>
          <w:rFonts w:cs="Arial"/>
          <w:sz w:val="24"/>
          <w:szCs w:val="24"/>
        </w:rPr>
        <w:t xml:space="preserve">aktuellen </w:t>
      </w:r>
      <w:r>
        <w:rPr>
          <w:rFonts w:cs="Arial"/>
          <w:sz w:val="24"/>
          <w:szCs w:val="24"/>
        </w:rPr>
        <w:t>Kundenmonitor</w:t>
      </w:r>
      <w:r w:rsidR="00981DEA">
        <w:rPr>
          <w:rFonts w:cs="Arial"/>
          <w:sz w:val="24"/>
          <w:szCs w:val="24"/>
        </w:rPr>
        <w:t>s</w:t>
      </w:r>
      <w:r>
        <w:rPr>
          <w:rFonts w:cs="Arial"/>
          <w:sz w:val="24"/>
          <w:szCs w:val="24"/>
        </w:rPr>
        <w:t xml:space="preserve"> Österreichs. Dazu wurden </w:t>
      </w:r>
      <w:r w:rsidR="00237679">
        <w:rPr>
          <w:rFonts w:cs="Arial"/>
          <w:sz w:val="24"/>
          <w:szCs w:val="24"/>
        </w:rPr>
        <w:t>im vergangenen Jahr</w:t>
      </w:r>
      <w:r w:rsidRPr="00B171B8">
        <w:rPr>
          <w:rFonts w:cs="Arial"/>
          <w:sz w:val="24"/>
          <w:szCs w:val="24"/>
        </w:rPr>
        <w:t xml:space="preserve"> Kunden zu den Leistungen der Bau- und Heimwerkerbranche befragt. Die </w:t>
      </w:r>
      <w:proofErr w:type="spellStart"/>
      <w:r w:rsidR="00981DEA">
        <w:rPr>
          <w:rFonts w:cs="Arial"/>
          <w:sz w:val="24"/>
          <w:szCs w:val="24"/>
        </w:rPr>
        <w:t>h</w:t>
      </w:r>
      <w:r w:rsidRPr="00B171B8">
        <w:rPr>
          <w:rFonts w:cs="Arial"/>
          <w:sz w:val="24"/>
          <w:szCs w:val="24"/>
        </w:rPr>
        <w:t>agebaumärkte</w:t>
      </w:r>
      <w:proofErr w:type="spellEnd"/>
      <w:r w:rsidRPr="00B171B8">
        <w:rPr>
          <w:rFonts w:cs="Arial"/>
          <w:sz w:val="24"/>
          <w:szCs w:val="24"/>
        </w:rPr>
        <w:t xml:space="preserve"> in Österreich erzielten in diesem repräsentativen Marktvergleich mit dem Schwerpunkt Kundenzufriedenheit ein Top-Ergebnis und wurden von Kunden am besten bewertet. </w:t>
      </w:r>
    </w:p>
    <w:p w14:paraId="7810D373" w14:textId="77777777" w:rsidR="00BA73C3" w:rsidRDefault="00BA73C3" w:rsidP="00764A21">
      <w:pPr>
        <w:spacing w:line="360" w:lineRule="auto"/>
        <w:ind w:right="284"/>
        <w:jc w:val="both"/>
        <w:rPr>
          <w:rFonts w:cs="Arial"/>
          <w:sz w:val="24"/>
          <w:szCs w:val="24"/>
        </w:rPr>
      </w:pPr>
    </w:p>
    <w:p w14:paraId="30F10DF4" w14:textId="6FF53989" w:rsidR="00E946F7" w:rsidRPr="00E946F7" w:rsidRDefault="00E946F7" w:rsidP="00764A21">
      <w:pPr>
        <w:spacing w:line="360" w:lineRule="auto"/>
        <w:ind w:right="284"/>
        <w:jc w:val="both"/>
        <w:rPr>
          <w:rFonts w:cs="Arial"/>
          <w:b/>
          <w:sz w:val="24"/>
          <w:szCs w:val="24"/>
        </w:rPr>
      </w:pPr>
      <w:r>
        <w:rPr>
          <w:rFonts w:cs="Arial"/>
          <w:b/>
          <w:sz w:val="24"/>
          <w:szCs w:val="24"/>
        </w:rPr>
        <w:t>Warenverfügbarkeit prüfen</w:t>
      </w:r>
      <w:r w:rsidR="007E240F">
        <w:rPr>
          <w:rFonts w:cs="Arial"/>
          <w:b/>
          <w:sz w:val="24"/>
          <w:szCs w:val="24"/>
        </w:rPr>
        <w:t xml:space="preserve"> </w:t>
      </w:r>
      <w:r w:rsidR="00981DEA">
        <w:rPr>
          <w:rFonts w:cs="Arial"/>
          <w:b/>
          <w:sz w:val="24"/>
          <w:szCs w:val="24"/>
        </w:rPr>
        <w:t xml:space="preserve">– </w:t>
      </w:r>
      <w:r>
        <w:rPr>
          <w:rFonts w:cs="Arial"/>
          <w:b/>
          <w:sz w:val="24"/>
          <w:szCs w:val="24"/>
        </w:rPr>
        <w:t xml:space="preserve">weitere Serviceleistung für </w:t>
      </w:r>
      <w:proofErr w:type="spellStart"/>
      <w:r>
        <w:rPr>
          <w:rFonts w:cs="Arial"/>
          <w:b/>
          <w:sz w:val="24"/>
          <w:szCs w:val="24"/>
        </w:rPr>
        <w:t>hagebaumarkt</w:t>
      </w:r>
      <w:proofErr w:type="spellEnd"/>
      <w:r>
        <w:rPr>
          <w:rFonts w:cs="Arial"/>
          <w:b/>
          <w:sz w:val="24"/>
          <w:szCs w:val="24"/>
        </w:rPr>
        <w:t xml:space="preserve"> Kunden</w:t>
      </w:r>
    </w:p>
    <w:p w14:paraId="1156B8A3" w14:textId="6BEF2BB7" w:rsidR="00BA73C3" w:rsidRDefault="00BA73C3" w:rsidP="00764A21">
      <w:pPr>
        <w:spacing w:line="360" w:lineRule="auto"/>
        <w:ind w:right="284"/>
        <w:jc w:val="both"/>
        <w:rPr>
          <w:rFonts w:cs="Arial"/>
          <w:sz w:val="24"/>
          <w:szCs w:val="24"/>
        </w:rPr>
      </w:pPr>
      <w:r>
        <w:rPr>
          <w:rFonts w:cs="Arial"/>
          <w:sz w:val="24"/>
          <w:szCs w:val="24"/>
        </w:rPr>
        <w:t>Als zusätzliche</w:t>
      </w:r>
      <w:r w:rsidR="00664C8F">
        <w:rPr>
          <w:rFonts w:cs="Arial"/>
          <w:sz w:val="24"/>
          <w:szCs w:val="24"/>
        </w:rPr>
        <w:t>r</w:t>
      </w:r>
      <w:r>
        <w:rPr>
          <w:rFonts w:cs="Arial"/>
          <w:sz w:val="24"/>
          <w:szCs w:val="24"/>
        </w:rPr>
        <w:t xml:space="preserve"> Service ist das Sortiment der hagebaumärkte </w:t>
      </w:r>
      <w:r w:rsidR="00E845D5">
        <w:rPr>
          <w:rFonts w:cs="Arial"/>
          <w:sz w:val="24"/>
          <w:szCs w:val="24"/>
        </w:rPr>
        <w:t xml:space="preserve">ab sofort </w:t>
      </w:r>
      <w:r>
        <w:rPr>
          <w:rFonts w:cs="Arial"/>
          <w:sz w:val="24"/>
          <w:szCs w:val="24"/>
        </w:rPr>
        <w:t>auch über die</w:t>
      </w:r>
      <w:r w:rsidRPr="008247EB">
        <w:rPr>
          <w:rFonts w:cs="Arial"/>
          <w:sz w:val="24"/>
          <w:szCs w:val="24"/>
        </w:rPr>
        <w:t xml:space="preserve"> bisher für den Unternehmensauftritt in Österreich genutzte URL www.hagebau.at </w:t>
      </w:r>
      <w:r>
        <w:rPr>
          <w:rFonts w:cs="Arial"/>
          <w:sz w:val="24"/>
          <w:szCs w:val="24"/>
        </w:rPr>
        <w:t>abrufbar.</w:t>
      </w:r>
    </w:p>
    <w:p w14:paraId="20F91667" w14:textId="77777777" w:rsidR="00B63C79" w:rsidRDefault="00B63C79" w:rsidP="00764A21">
      <w:pPr>
        <w:spacing w:line="360" w:lineRule="auto"/>
        <w:ind w:right="284"/>
        <w:jc w:val="both"/>
        <w:rPr>
          <w:rFonts w:cs="Arial"/>
          <w:sz w:val="24"/>
          <w:szCs w:val="24"/>
        </w:rPr>
      </w:pPr>
    </w:p>
    <w:p w14:paraId="42335C7B" w14:textId="7D755EF0" w:rsidR="00981DEA" w:rsidRDefault="00981DEA" w:rsidP="00981DEA">
      <w:pPr>
        <w:spacing w:line="360" w:lineRule="auto"/>
        <w:jc w:val="both"/>
        <w:rPr>
          <w:rStyle w:val="Formatvorlage4"/>
        </w:rPr>
      </w:pPr>
      <w:r>
        <w:rPr>
          <w:rStyle w:val="Formatvorlage4"/>
        </w:rPr>
        <w:t>2.77</w:t>
      </w:r>
      <w:r w:rsidR="00806FEA">
        <w:rPr>
          <w:rStyle w:val="Formatvorlage4"/>
        </w:rPr>
        <w:t>5</w:t>
      </w:r>
      <w:r>
        <w:rPr>
          <w:rStyle w:val="Formatvorlage4"/>
        </w:rPr>
        <w:t xml:space="preserve"> Zeichen</w:t>
      </w:r>
    </w:p>
    <w:p w14:paraId="61F065A6" w14:textId="77777777" w:rsidR="007E240F" w:rsidRDefault="007E240F" w:rsidP="00764A21">
      <w:pPr>
        <w:spacing w:line="360" w:lineRule="auto"/>
        <w:jc w:val="both"/>
        <w:rPr>
          <w:rStyle w:val="Formatvorlage4"/>
        </w:rPr>
      </w:pPr>
      <w:bookmarkStart w:id="0" w:name="_GoBack"/>
      <w:bookmarkEnd w:id="0"/>
    </w:p>
    <w:p w14:paraId="3ED96C29" w14:textId="77777777" w:rsidR="007E240F" w:rsidRPr="00306421" w:rsidRDefault="007E240F" w:rsidP="007E240F">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u w:val="single"/>
        </w:rPr>
      </w:pPr>
      <w:r w:rsidRPr="00306421">
        <w:rPr>
          <w:rFonts w:cs="Arial"/>
          <w:b/>
          <w:bCs/>
          <w:color w:val="000000"/>
          <w:sz w:val="24"/>
          <w:szCs w:val="24"/>
          <w:u w:val="single"/>
        </w:rPr>
        <w:t>Bildunterschrift</w:t>
      </w:r>
    </w:p>
    <w:p w14:paraId="36172621" w14:textId="77777777" w:rsidR="007E240F" w:rsidRPr="00306421" w:rsidRDefault="007E240F" w:rsidP="007E240F">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b/>
          <w:bCs/>
          <w:color w:val="000000"/>
          <w:sz w:val="24"/>
          <w:szCs w:val="24"/>
          <w:u w:val="single"/>
        </w:rPr>
      </w:pPr>
    </w:p>
    <w:p w14:paraId="7C537747" w14:textId="15D6A4D1" w:rsidR="007E240F" w:rsidRDefault="00981DEA" w:rsidP="007E240F">
      <w:pPr>
        <w:rPr>
          <w:rFonts w:cs="Arial"/>
          <w:b/>
          <w:bCs/>
          <w:color w:val="000000"/>
          <w:sz w:val="24"/>
          <w:szCs w:val="24"/>
        </w:rPr>
      </w:pPr>
      <w:r>
        <w:rPr>
          <w:rFonts w:cs="Arial"/>
          <w:b/>
          <w:bCs/>
          <w:color w:val="000000"/>
          <w:sz w:val="24"/>
          <w:szCs w:val="24"/>
        </w:rPr>
        <w:t>h</w:t>
      </w:r>
      <w:r w:rsidR="007E240F" w:rsidRPr="007E240F">
        <w:rPr>
          <w:rFonts w:cs="Arial"/>
          <w:b/>
          <w:bCs/>
          <w:color w:val="000000"/>
          <w:sz w:val="24"/>
          <w:szCs w:val="24"/>
        </w:rPr>
        <w:t>agebaumarkt</w:t>
      </w:r>
      <w:r>
        <w:rPr>
          <w:rFonts w:cs="Arial"/>
          <w:b/>
          <w:bCs/>
          <w:color w:val="000000"/>
          <w:sz w:val="24"/>
          <w:szCs w:val="24"/>
        </w:rPr>
        <w:t>-1</w:t>
      </w:r>
      <w:r w:rsidR="007E240F" w:rsidRPr="007E240F">
        <w:rPr>
          <w:rFonts w:cs="Arial"/>
          <w:b/>
          <w:bCs/>
          <w:color w:val="000000"/>
          <w:sz w:val="24"/>
          <w:szCs w:val="24"/>
        </w:rPr>
        <w:t>.jpg</w:t>
      </w:r>
      <w:r>
        <w:rPr>
          <w:rFonts w:cs="Arial"/>
          <w:b/>
          <w:bCs/>
          <w:color w:val="000000"/>
          <w:sz w:val="24"/>
          <w:szCs w:val="24"/>
        </w:rPr>
        <w:t xml:space="preserve"> / h</w:t>
      </w:r>
      <w:r w:rsidRPr="007E240F">
        <w:rPr>
          <w:rFonts w:cs="Arial"/>
          <w:b/>
          <w:bCs/>
          <w:color w:val="000000"/>
          <w:sz w:val="24"/>
          <w:szCs w:val="24"/>
        </w:rPr>
        <w:t>agebaumarkt</w:t>
      </w:r>
      <w:r>
        <w:rPr>
          <w:rFonts w:cs="Arial"/>
          <w:b/>
          <w:bCs/>
          <w:color w:val="000000"/>
          <w:sz w:val="24"/>
          <w:szCs w:val="24"/>
        </w:rPr>
        <w:t>-2</w:t>
      </w:r>
      <w:r w:rsidRPr="007E240F">
        <w:rPr>
          <w:rFonts w:cs="Arial"/>
          <w:b/>
          <w:bCs/>
          <w:color w:val="000000"/>
          <w:sz w:val="24"/>
          <w:szCs w:val="24"/>
        </w:rPr>
        <w:t>.jpg</w:t>
      </w:r>
    </w:p>
    <w:p w14:paraId="1B6DE1E6" w14:textId="77777777" w:rsidR="007E240F" w:rsidRDefault="007E240F" w:rsidP="007E240F">
      <w:pPr>
        <w:ind w:right="284"/>
        <w:jc w:val="both"/>
        <w:rPr>
          <w:rFonts w:cs="Arial"/>
          <w:sz w:val="24"/>
          <w:szCs w:val="24"/>
        </w:rPr>
      </w:pPr>
      <w:r>
        <w:rPr>
          <w:rFonts w:cs="Arial"/>
          <w:sz w:val="24"/>
          <w:szCs w:val="24"/>
        </w:rPr>
        <w:t>hagebaumarkt heißt alle Kunden an 47 Standorten in Österreich herzlich Willkommen</w:t>
      </w:r>
    </w:p>
    <w:p w14:paraId="387E1983" w14:textId="77777777" w:rsidR="007E240F" w:rsidRDefault="007E240F" w:rsidP="007E240F">
      <w:pPr>
        <w:rPr>
          <w:rStyle w:val="Formatvorlage4"/>
        </w:rPr>
      </w:pPr>
    </w:p>
    <w:p w14:paraId="58A58BC8" w14:textId="3D0A727B" w:rsidR="007E240F" w:rsidRDefault="007E240F" w:rsidP="007E240F">
      <w:pPr>
        <w:rPr>
          <w:rStyle w:val="Formatvorlage4"/>
        </w:rPr>
      </w:pPr>
      <w:r>
        <w:rPr>
          <w:rFonts w:cs="Arial"/>
        </w:rPr>
        <w:t xml:space="preserve">Foto: hagebau / </w:t>
      </w:r>
      <w:r w:rsidRPr="007E240F">
        <w:rPr>
          <w:rFonts w:cs="Arial"/>
        </w:rPr>
        <w:t xml:space="preserve">Alexander </w:t>
      </w:r>
      <w:proofErr w:type="spellStart"/>
      <w:r w:rsidRPr="007E240F">
        <w:rPr>
          <w:rFonts w:cs="Arial"/>
        </w:rPr>
        <w:t>Felchow</w:t>
      </w:r>
      <w:proofErr w:type="spellEnd"/>
      <w:r w:rsidRPr="007E240F">
        <w:rPr>
          <w:rFonts w:cs="Arial"/>
        </w:rPr>
        <w:t xml:space="preserve"> </w:t>
      </w:r>
      <w:r>
        <w:rPr>
          <w:rFonts w:cs="Arial"/>
        </w:rPr>
        <w:t>(Abdruck honorarfrei)</w:t>
      </w:r>
    </w:p>
    <w:p w14:paraId="6B36B2AF" w14:textId="77777777" w:rsidR="0039313B" w:rsidRDefault="0039313B" w:rsidP="007E240F">
      <w:pPr>
        <w:rPr>
          <w:rStyle w:val="Formatvorlage7"/>
          <w:sz w:val="20"/>
          <w:szCs w:val="20"/>
          <w:u w:val="single"/>
        </w:rPr>
      </w:pPr>
    </w:p>
    <w:p w14:paraId="53E57409" w14:textId="24A15CE1" w:rsidR="007E240F" w:rsidRDefault="007E240F">
      <w:pPr>
        <w:spacing w:after="200" w:line="276" w:lineRule="auto"/>
        <w:rPr>
          <w:rStyle w:val="Formatvorlage7"/>
          <w:sz w:val="20"/>
          <w:szCs w:val="20"/>
          <w:u w:val="single"/>
        </w:rPr>
      </w:pPr>
      <w:r>
        <w:rPr>
          <w:rStyle w:val="Formatvorlage7"/>
          <w:sz w:val="20"/>
          <w:szCs w:val="20"/>
          <w:u w:val="single"/>
        </w:rPr>
        <w:br w:type="page"/>
      </w:r>
    </w:p>
    <w:p w14:paraId="5EFD4B9D" w14:textId="77777777" w:rsidR="004D3E36" w:rsidRPr="00611523" w:rsidRDefault="004D3E36" w:rsidP="007E240F">
      <w:pPr>
        <w:rPr>
          <w:rFonts w:cs="Arial"/>
          <w:szCs w:val="24"/>
        </w:rPr>
      </w:pPr>
      <w:r>
        <w:rPr>
          <w:rFonts w:cs="Arial"/>
          <w:b/>
          <w:szCs w:val="24"/>
        </w:rPr>
        <w:lastRenderedPageBreak/>
        <w:t>hagebau Gruppe</w:t>
      </w:r>
    </w:p>
    <w:p w14:paraId="364AAA97" w14:textId="77777777" w:rsidR="004D3E36" w:rsidRPr="002B5376" w:rsidRDefault="004D3E36" w:rsidP="007E240F">
      <w:pPr>
        <w:jc w:val="both"/>
        <w:rPr>
          <w:rFonts w:cs="Arial"/>
        </w:rPr>
      </w:pPr>
      <w:r w:rsidRPr="000045A2">
        <w:rPr>
          <w:rFonts w:cs="Arial"/>
        </w:rPr>
        <w:t xml:space="preserve">1964 </w:t>
      </w:r>
      <w:r w:rsidRPr="002B5376">
        <w:rPr>
          <w:rFonts w:cs="Arial"/>
        </w:rPr>
        <w:t xml:space="preserve">gegründet ist die hagebau Handelsgesellschaft für Baustoffe mbH &amp; Co. KG eine durch heute über 360 rechtlich selbstständige, mittelständische Unternehmen im Fach- und Einzelhandel getragene Kooperation. Der hagebau Gruppe sind mehr als 1.750 Standorte in Europa (Deutschland, Österreich, Schweiz, Luxemburg, Frankreich, Belgien, Spanien und Niederlande) angeschlossen. </w:t>
      </w:r>
    </w:p>
    <w:p w14:paraId="697F338D" w14:textId="77777777" w:rsidR="004D3E36" w:rsidRPr="002B5376" w:rsidRDefault="004D3E36" w:rsidP="007E240F">
      <w:pPr>
        <w:jc w:val="both"/>
        <w:rPr>
          <w:rFonts w:cs="Arial"/>
        </w:rPr>
      </w:pPr>
      <w:r w:rsidRPr="002B5376">
        <w:rPr>
          <w:rFonts w:cs="Arial"/>
        </w:rPr>
        <w:t xml:space="preserve">Mit einem zentralfakturierten Nettoumsatz (alle über die hagebau Zentrale bezogenen Waren und Dienstleistungen) von 6,09 Milliarden Euro (2015) nimmt die hagebau Gruppe einen Spitzenplatz in der Branche ein. Alle Gesellschafter des Fach- und Einzelhandels der hagebau Gruppe erwirtschafteten ein Jahr zuvor (2014) einen Netto-Außenumsatz von 14,4 Milliarden Euro. </w:t>
      </w:r>
    </w:p>
    <w:p w14:paraId="4FE99A1D" w14:textId="77777777" w:rsidR="004D3E36" w:rsidRPr="002B5376" w:rsidRDefault="004D3E36" w:rsidP="007E240F">
      <w:pPr>
        <w:jc w:val="both"/>
        <w:rPr>
          <w:rFonts w:cs="Arial"/>
        </w:rPr>
      </w:pPr>
      <w:r w:rsidRPr="002B5376">
        <w:rPr>
          <w:rFonts w:cs="Arial"/>
        </w:rPr>
        <w:t xml:space="preserve">Der Fachhandel bedient unter der (Kann-)Marke hagebau die Bereiche Baustoffe, Fliese/Naturstein und Holz (primär B2B). </w:t>
      </w:r>
    </w:p>
    <w:p w14:paraId="4FCA27F8" w14:textId="77777777" w:rsidR="004D3E36" w:rsidRPr="002B5376" w:rsidRDefault="004D3E36" w:rsidP="007E240F">
      <w:pPr>
        <w:jc w:val="both"/>
        <w:rPr>
          <w:rFonts w:cs="Arial"/>
        </w:rPr>
      </w:pPr>
      <w:r w:rsidRPr="002B5376">
        <w:rPr>
          <w:rFonts w:cs="Arial"/>
        </w:rPr>
        <w:t xml:space="preserve">Die hagebaumärkte in Deutschland und Österreich erzielten im Geschäftsjahr 2015 einen kumulierten Netto-Verkaufsumsatz von 2,08 Milliarden Euro.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w:t>
      </w:r>
      <w:proofErr w:type="spellStart"/>
      <w:r w:rsidRPr="002B5376">
        <w:rPr>
          <w:rFonts w:cs="Arial"/>
        </w:rPr>
        <w:t>baumarkt</w:t>
      </w:r>
      <w:proofErr w:type="spellEnd"/>
      <w:r w:rsidRPr="002B5376">
        <w:rPr>
          <w:rFonts w:cs="Arial"/>
        </w:rPr>
        <w:t xml:space="preserve"> direkt der hagebau mit der Otto Group Hamburg deckt die Verbundgruppe auch den B2C-Onlinehandel ab. </w:t>
      </w:r>
    </w:p>
    <w:p w14:paraId="6AF9FB35" w14:textId="77777777" w:rsidR="004D3E36" w:rsidRDefault="004D3E36" w:rsidP="007E240F">
      <w:pPr>
        <w:jc w:val="both"/>
        <w:rPr>
          <w:rFonts w:cs="Arial"/>
        </w:rPr>
      </w:pPr>
      <w:r w:rsidRPr="002B5376">
        <w:rPr>
          <w:rFonts w:cs="Arial"/>
        </w:rPr>
        <w:t>Mit mehr als 1.350 Mitarbeitern erbringt die hagebau Gruppe an sieben Standorten zahlreiche Dienstleistungen für die angeschlossenen mittelständischen Handelshäuser. Hauptsitz der Kooperation ist Soltau rund 850 Mitarbeitern. Zu den Dienstleistungen für die mittelständischen Anteilseigner zählen die Bereiche Einkauf, Vertrieb, Systeme, Logistik, IT, Marketing und Finanzberatung. Damit wird das Tagesgeschäft der selbstständigen mittelständischen Handelshäuser umfassend und kostenoptimiert</w:t>
      </w:r>
      <w:r w:rsidRPr="000045A2">
        <w:rPr>
          <w:rFonts w:cs="Arial"/>
        </w:rPr>
        <w:t xml:space="preserve"> unterstützt.</w:t>
      </w:r>
    </w:p>
    <w:p w14:paraId="5AA2AD76" w14:textId="77777777" w:rsidR="004D3E36" w:rsidRDefault="004D3E36" w:rsidP="004D3E36">
      <w:pPr>
        <w:jc w:val="both"/>
        <w:rPr>
          <w:rFonts w:cs="Arial"/>
        </w:rPr>
      </w:pPr>
    </w:p>
    <w:p w14:paraId="2DE57CE8" w14:textId="77777777" w:rsidR="004D3E36" w:rsidRDefault="004D3E36" w:rsidP="004D3E36">
      <w:pPr>
        <w:jc w:val="both"/>
        <w:rPr>
          <w:rFonts w:cs="Arial"/>
        </w:rPr>
      </w:pPr>
    </w:p>
    <w:p w14:paraId="036D86C2" w14:textId="216245BE" w:rsidR="00EC6129" w:rsidRPr="004D3E36" w:rsidRDefault="004D3E36" w:rsidP="004D3E36">
      <w:pPr>
        <w:jc w:val="both"/>
        <w:rPr>
          <w:rStyle w:val="Formatvorlage7"/>
          <w:rFonts w:cs="Arial"/>
          <w:sz w:val="22"/>
        </w:rPr>
      </w:pPr>
      <w:r>
        <w:rPr>
          <w:rStyle w:val="Formatvorlage7"/>
          <w:b/>
          <w:sz w:val="20"/>
          <w:szCs w:val="20"/>
          <w:u w:val="single"/>
        </w:rPr>
        <w:t>Pressekontakt</w:t>
      </w:r>
    </w:p>
    <w:p w14:paraId="1BD75FCD" w14:textId="77777777" w:rsidR="00EC6129" w:rsidRPr="00EC6129" w:rsidRDefault="00EC6129" w:rsidP="00EC6129">
      <w:pPr>
        <w:rPr>
          <w:rStyle w:val="Formatvorlage7"/>
          <w:sz w:val="20"/>
          <w:szCs w:val="20"/>
        </w:rPr>
      </w:pPr>
    </w:p>
    <w:p w14:paraId="3082EC1A" w14:textId="77777777" w:rsidR="00EC6129" w:rsidRPr="00EC6129" w:rsidRDefault="00EC6129" w:rsidP="00EC6129">
      <w:pPr>
        <w:rPr>
          <w:rStyle w:val="Formatvorlage7"/>
          <w:sz w:val="20"/>
          <w:szCs w:val="20"/>
        </w:rPr>
      </w:pPr>
      <w:r w:rsidRPr="00EC6129">
        <w:rPr>
          <w:rStyle w:val="Formatvorlage7"/>
          <w:sz w:val="20"/>
          <w:szCs w:val="20"/>
        </w:rPr>
        <w:t xml:space="preserve">Nina </w:t>
      </w:r>
      <w:proofErr w:type="spellStart"/>
      <w:r w:rsidRPr="00EC6129">
        <w:rPr>
          <w:rStyle w:val="Formatvorlage7"/>
          <w:sz w:val="20"/>
          <w:szCs w:val="20"/>
        </w:rPr>
        <w:t>Lemmerz</w:t>
      </w:r>
      <w:proofErr w:type="spellEnd"/>
      <w:r w:rsidRPr="00EC6129">
        <w:rPr>
          <w:rStyle w:val="Formatvorlage7"/>
          <w:sz w:val="20"/>
          <w:szCs w:val="20"/>
        </w:rPr>
        <w:t>-Sickert</w:t>
      </w:r>
    </w:p>
    <w:p w14:paraId="29A876DE" w14:textId="77777777" w:rsidR="00EC6129" w:rsidRPr="00EC6129" w:rsidRDefault="00EC6129" w:rsidP="00EC6129">
      <w:pPr>
        <w:rPr>
          <w:rStyle w:val="Formatvorlage7"/>
          <w:sz w:val="20"/>
          <w:szCs w:val="20"/>
        </w:rPr>
      </w:pPr>
      <w:r w:rsidRPr="00EC6129">
        <w:rPr>
          <w:rStyle w:val="Formatvorlage7"/>
          <w:sz w:val="20"/>
          <w:szCs w:val="20"/>
        </w:rPr>
        <w:t>Abteilungsleitung Unternehmenskommunikation</w:t>
      </w:r>
    </w:p>
    <w:p w14:paraId="3EE4D8D2" w14:textId="77777777" w:rsidR="00EC6129" w:rsidRPr="00EC6129" w:rsidRDefault="00EC6129" w:rsidP="00EC6129">
      <w:pPr>
        <w:rPr>
          <w:rStyle w:val="Formatvorlage7"/>
          <w:sz w:val="20"/>
          <w:szCs w:val="20"/>
        </w:rPr>
      </w:pPr>
      <w:proofErr w:type="spellStart"/>
      <w:r w:rsidRPr="00EC6129">
        <w:rPr>
          <w:rStyle w:val="Formatvorlage7"/>
          <w:sz w:val="20"/>
          <w:szCs w:val="20"/>
        </w:rPr>
        <w:t>stv</w:t>
      </w:r>
      <w:proofErr w:type="spellEnd"/>
      <w:r w:rsidRPr="00EC6129">
        <w:rPr>
          <w:rStyle w:val="Formatvorlage7"/>
          <w:sz w:val="20"/>
          <w:szCs w:val="20"/>
        </w:rPr>
        <w:t>. Pressesprecherin</w:t>
      </w:r>
    </w:p>
    <w:p w14:paraId="6C5ED6A4" w14:textId="77777777" w:rsidR="00EC6129" w:rsidRPr="00EC6129" w:rsidRDefault="00EC6129" w:rsidP="00EC6129">
      <w:pPr>
        <w:rPr>
          <w:rStyle w:val="Formatvorlage7"/>
          <w:sz w:val="20"/>
          <w:szCs w:val="20"/>
        </w:rPr>
      </w:pPr>
    </w:p>
    <w:p w14:paraId="0D5D3011" w14:textId="77777777" w:rsidR="00EC6129" w:rsidRPr="00EC6129" w:rsidRDefault="00EC6129" w:rsidP="00EC6129">
      <w:pPr>
        <w:rPr>
          <w:rStyle w:val="Formatvorlage7"/>
          <w:sz w:val="20"/>
          <w:szCs w:val="20"/>
        </w:rPr>
      </w:pPr>
      <w:r w:rsidRPr="00EC6129">
        <w:rPr>
          <w:rStyle w:val="Formatvorlage7"/>
          <w:sz w:val="20"/>
          <w:szCs w:val="20"/>
        </w:rPr>
        <w:t xml:space="preserve">hagebau </w:t>
      </w:r>
    </w:p>
    <w:p w14:paraId="4B09B199" w14:textId="77777777" w:rsidR="00EC6129" w:rsidRPr="00EC6129" w:rsidRDefault="00EC6129" w:rsidP="00EC6129">
      <w:pPr>
        <w:rPr>
          <w:rStyle w:val="Formatvorlage7"/>
          <w:sz w:val="20"/>
          <w:szCs w:val="20"/>
        </w:rPr>
      </w:pPr>
      <w:r w:rsidRPr="00EC6129">
        <w:rPr>
          <w:rStyle w:val="Formatvorlage7"/>
          <w:sz w:val="20"/>
          <w:szCs w:val="20"/>
        </w:rPr>
        <w:t>Handelsgesellschaft für Baustoffe mbH &amp; Co. KG</w:t>
      </w:r>
    </w:p>
    <w:p w14:paraId="4DEF27FA" w14:textId="77777777" w:rsidR="00EC6129" w:rsidRPr="00EC6129" w:rsidRDefault="00EC6129" w:rsidP="00EC6129">
      <w:pPr>
        <w:rPr>
          <w:rStyle w:val="Formatvorlage7"/>
          <w:sz w:val="20"/>
          <w:szCs w:val="20"/>
        </w:rPr>
      </w:pPr>
      <w:r w:rsidRPr="00EC6129">
        <w:rPr>
          <w:rStyle w:val="Formatvorlage7"/>
          <w:sz w:val="20"/>
          <w:szCs w:val="20"/>
        </w:rPr>
        <w:t>Celler Str. 47, 29614 Soltau</w:t>
      </w:r>
    </w:p>
    <w:p w14:paraId="6ADD8326" w14:textId="77777777" w:rsidR="00EC6129" w:rsidRPr="00EC6129" w:rsidRDefault="00EC6129" w:rsidP="00EC6129">
      <w:pPr>
        <w:rPr>
          <w:rStyle w:val="Formatvorlage7"/>
          <w:sz w:val="20"/>
          <w:szCs w:val="20"/>
        </w:rPr>
      </w:pPr>
      <w:r w:rsidRPr="00EC6129">
        <w:rPr>
          <w:rStyle w:val="Formatvorlage7"/>
          <w:sz w:val="20"/>
          <w:szCs w:val="20"/>
        </w:rPr>
        <w:t>Telefon: +49 5191 802-879</w:t>
      </w:r>
    </w:p>
    <w:p w14:paraId="4EFD4722" w14:textId="77777777" w:rsidR="00EC6129" w:rsidRPr="00EC6129" w:rsidRDefault="00EC6129" w:rsidP="00EC6129">
      <w:pPr>
        <w:rPr>
          <w:rStyle w:val="Formatvorlage7"/>
          <w:sz w:val="20"/>
          <w:szCs w:val="20"/>
        </w:rPr>
      </w:pPr>
      <w:r w:rsidRPr="00EC6129">
        <w:rPr>
          <w:rStyle w:val="Formatvorlage7"/>
          <w:sz w:val="20"/>
          <w:szCs w:val="20"/>
        </w:rPr>
        <w:t>Telefax: +49 5191 98664-879</w:t>
      </w:r>
    </w:p>
    <w:p w14:paraId="659EC6C8" w14:textId="77777777" w:rsidR="00EC6129" w:rsidRPr="00EC6129" w:rsidRDefault="00EC6129" w:rsidP="00EC6129">
      <w:pPr>
        <w:rPr>
          <w:rStyle w:val="Formatvorlage7"/>
          <w:sz w:val="20"/>
          <w:szCs w:val="20"/>
        </w:rPr>
      </w:pPr>
      <w:r w:rsidRPr="00EC6129">
        <w:rPr>
          <w:rStyle w:val="Formatvorlage7"/>
          <w:sz w:val="20"/>
          <w:szCs w:val="20"/>
        </w:rPr>
        <w:t xml:space="preserve">Mobil: +49 160 223 99 99 </w:t>
      </w:r>
    </w:p>
    <w:p w14:paraId="173CC1EC" w14:textId="77777777" w:rsidR="00EC6129" w:rsidRPr="00EC6129" w:rsidRDefault="00EC6129" w:rsidP="00EC6129">
      <w:pPr>
        <w:rPr>
          <w:rStyle w:val="Formatvorlage7"/>
          <w:sz w:val="20"/>
          <w:szCs w:val="20"/>
        </w:rPr>
      </w:pPr>
      <w:r w:rsidRPr="00EC6129">
        <w:rPr>
          <w:rStyle w:val="Formatvorlage7"/>
          <w:sz w:val="20"/>
          <w:szCs w:val="20"/>
        </w:rPr>
        <w:t xml:space="preserve">E-Mail: nina.lemmerz-sickert@hagebau.com </w:t>
      </w:r>
    </w:p>
    <w:p w14:paraId="10E8375B" w14:textId="77777777" w:rsidR="00EC6129" w:rsidRPr="00EC6129" w:rsidRDefault="00EC6129" w:rsidP="00EC6129">
      <w:pPr>
        <w:rPr>
          <w:rStyle w:val="Formatvorlage7"/>
          <w:sz w:val="20"/>
          <w:szCs w:val="20"/>
        </w:rPr>
      </w:pPr>
      <w:r w:rsidRPr="00EC6129">
        <w:rPr>
          <w:rStyle w:val="Formatvorlage7"/>
          <w:sz w:val="20"/>
          <w:szCs w:val="20"/>
        </w:rPr>
        <w:t xml:space="preserve">Internet: http://www.hagebau.com  </w:t>
      </w:r>
    </w:p>
    <w:sectPr w:rsidR="00EC6129" w:rsidRPr="00EC6129" w:rsidSect="00045120">
      <w:headerReference w:type="default" r:id="rId9"/>
      <w:pgSz w:w="11906" w:h="16838"/>
      <w:pgMar w:top="2552"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40D4F" w14:textId="77777777" w:rsidR="00847D66" w:rsidRDefault="00847D66" w:rsidP="008F126E">
      <w:r>
        <w:separator/>
      </w:r>
    </w:p>
  </w:endnote>
  <w:endnote w:type="continuationSeparator" w:id="0">
    <w:p w14:paraId="46570C6F" w14:textId="77777777" w:rsidR="00847D66" w:rsidRDefault="00847D66"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6A8D8" w14:textId="77777777" w:rsidR="00847D66" w:rsidRDefault="00847D66" w:rsidP="008F126E">
      <w:r>
        <w:separator/>
      </w:r>
    </w:p>
  </w:footnote>
  <w:footnote w:type="continuationSeparator" w:id="0">
    <w:p w14:paraId="4A7514CD" w14:textId="77777777" w:rsidR="00847D66" w:rsidRDefault="00847D66"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657896" w14:textId="77777777" w:rsidR="00847D66" w:rsidRDefault="00847D66"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7E9C925" wp14:editId="5ED67BF6">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FFE9D" w14:textId="77777777" w:rsidR="00847D66" w:rsidRPr="008F126E" w:rsidRDefault="00847D66"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14:paraId="7A67AB11" w14:textId="77777777" w:rsidR="00847D66" w:rsidRPr="00C03AB9" w:rsidRDefault="00847D66"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D3A42"/>
    <w:multiLevelType w:val="hybridMultilevel"/>
    <w:tmpl w:val="67A49D38"/>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F1"/>
    <w:rsid w:val="00000F0F"/>
    <w:rsid w:val="00016813"/>
    <w:rsid w:val="00024FCB"/>
    <w:rsid w:val="00045120"/>
    <w:rsid w:val="00051A5A"/>
    <w:rsid w:val="000A778A"/>
    <w:rsid w:val="000C0A79"/>
    <w:rsid w:val="000C3F61"/>
    <w:rsid w:val="000D49CE"/>
    <w:rsid w:val="000F1EA2"/>
    <w:rsid w:val="00134E14"/>
    <w:rsid w:val="00171132"/>
    <w:rsid w:val="001802B4"/>
    <w:rsid w:val="00191F25"/>
    <w:rsid w:val="001A1DB0"/>
    <w:rsid w:val="001B399E"/>
    <w:rsid w:val="001C731E"/>
    <w:rsid w:val="001E68A6"/>
    <w:rsid w:val="001F5555"/>
    <w:rsid w:val="0023201D"/>
    <w:rsid w:val="00237679"/>
    <w:rsid w:val="00246A6D"/>
    <w:rsid w:val="00290F81"/>
    <w:rsid w:val="002B2C13"/>
    <w:rsid w:val="002E6098"/>
    <w:rsid w:val="003648C1"/>
    <w:rsid w:val="0039313B"/>
    <w:rsid w:val="003948AC"/>
    <w:rsid w:val="003B698C"/>
    <w:rsid w:val="00422484"/>
    <w:rsid w:val="00422A61"/>
    <w:rsid w:val="0044065F"/>
    <w:rsid w:val="00446DC0"/>
    <w:rsid w:val="0048484E"/>
    <w:rsid w:val="00487F33"/>
    <w:rsid w:val="004B191C"/>
    <w:rsid w:val="004B25FE"/>
    <w:rsid w:val="004D3E36"/>
    <w:rsid w:val="004D5237"/>
    <w:rsid w:val="004D5423"/>
    <w:rsid w:val="00523C6C"/>
    <w:rsid w:val="005657EB"/>
    <w:rsid w:val="00574C07"/>
    <w:rsid w:val="00590F85"/>
    <w:rsid w:val="0059181F"/>
    <w:rsid w:val="005A4566"/>
    <w:rsid w:val="005E6829"/>
    <w:rsid w:val="005F6CF5"/>
    <w:rsid w:val="00617638"/>
    <w:rsid w:val="00664C8F"/>
    <w:rsid w:val="0067060B"/>
    <w:rsid w:val="006A13F4"/>
    <w:rsid w:val="006D157B"/>
    <w:rsid w:val="006E4359"/>
    <w:rsid w:val="006E4921"/>
    <w:rsid w:val="00704B45"/>
    <w:rsid w:val="00706C10"/>
    <w:rsid w:val="007254F1"/>
    <w:rsid w:val="00757616"/>
    <w:rsid w:val="00764A21"/>
    <w:rsid w:val="00770790"/>
    <w:rsid w:val="007773B5"/>
    <w:rsid w:val="007B7C12"/>
    <w:rsid w:val="007E240F"/>
    <w:rsid w:val="00806FEA"/>
    <w:rsid w:val="00820FCD"/>
    <w:rsid w:val="008247EB"/>
    <w:rsid w:val="00847D66"/>
    <w:rsid w:val="00847F2B"/>
    <w:rsid w:val="008630FB"/>
    <w:rsid w:val="00863EA5"/>
    <w:rsid w:val="0086767E"/>
    <w:rsid w:val="0087011F"/>
    <w:rsid w:val="0088318E"/>
    <w:rsid w:val="008A55DA"/>
    <w:rsid w:val="008C1CF0"/>
    <w:rsid w:val="008F126E"/>
    <w:rsid w:val="008F5884"/>
    <w:rsid w:val="00914F2E"/>
    <w:rsid w:val="00915DB6"/>
    <w:rsid w:val="0093002E"/>
    <w:rsid w:val="00931297"/>
    <w:rsid w:val="00953F16"/>
    <w:rsid w:val="00981DEA"/>
    <w:rsid w:val="0099737A"/>
    <w:rsid w:val="009979DD"/>
    <w:rsid w:val="009B4458"/>
    <w:rsid w:val="009F635B"/>
    <w:rsid w:val="00A322F7"/>
    <w:rsid w:val="00A37949"/>
    <w:rsid w:val="00A40813"/>
    <w:rsid w:val="00A5022A"/>
    <w:rsid w:val="00A96D19"/>
    <w:rsid w:val="00AF5FDC"/>
    <w:rsid w:val="00B05DA8"/>
    <w:rsid w:val="00B171B8"/>
    <w:rsid w:val="00B35D18"/>
    <w:rsid w:val="00B63C79"/>
    <w:rsid w:val="00B94B3D"/>
    <w:rsid w:val="00B96199"/>
    <w:rsid w:val="00BA73C3"/>
    <w:rsid w:val="00BB1D92"/>
    <w:rsid w:val="00BB72C2"/>
    <w:rsid w:val="00BE04DC"/>
    <w:rsid w:val="00BF0B9C"/>
    <w:rsid w:val="00BF2561"/>
    <w:rsid w:val="00BF7ED0"/>
    <w:rsid w:val="00C13AD3"/>
    <w:rsid w:val="00C612E5"/>
    <w:rsid w:val="00C61BBF"/>
    <w:rsid w:val="00C72061"/>
    <w:rsid w:val="00C7717A"/>
    <w:rsid w:val="00CA0C4C"/>
    <w:rsid w:val="00CB0B81"/>
    <w:rsid w:val="00CD42B1"/>
    <w:rsid w:val="00D135B9"/>
    <w:rsid w:val="00D513A8"/>
    <w:rsid w:val="00D559B6"/>
    <w:rsid w:val="00D631D3"/>
    <w:rsid w:val="00D80641"/>
    <w:rsid w:val="00DB5815"/>
    <w:rsid w:val="00DD5D5B"/>
    <w:rsid w:val="00DE4478"/>
    <w:rsid w:val="00DF4AD7"/>
    <w:rsid w:val="00E27F9E"/>
    <w:rsid w:val="00E35AB0"/>
    <w:rsid w:val="00E35D19"/>
    <w:rsid w:val="00E6597B"/>
    <w:rsid w:val="00E845D5"/>
    <w:rsid w:val="00E85D34"/>
    <w:rsid w:val="00E869A4"/>
    <w:rsid w:val="00E91B46"/>
    <w:rsid w:val="00E946F7"/>
    <w:rsid w:val="00EA028D"/>
    <w:rsid w:val="00EB1964"/>
    <w:rsid w:val="00EC6129"/>
    <w:rsid w:val="00ED15F0"/>
    <w:rsid w:val="00F00342"/>
    <w:rsid w:val="00F1023F"/>
    <w:rsid w:val="00F1138B"/>
    <w:rsid w:val="00F20108"/>
    <w:rsid w:val="00F2343B"/>
    <w:rsid w:val="00F33460"/>
    <w:rsid w:val="00F35AE6"/>
    <w:rsid w:val="00F56EA5"/>
    <w:rsid w:val="00F833C4"/>
    <w:rsid w:val="00FB4CAD"/>
    <w:rsid w:val="00FC3073"/>
    <w:rsid w:val="00FD62D6"/>
    <w:rsid w:val="00FE2296"/>
    <w:rsid w:val="00FE2D77"/>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9A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 w:type="character" w:styleId="Kommentarzeichen">
    <w:name w:val="annotation reference"/>
    <w:basedOn w:val="Absatz-Standardschriftart"/>
    <w:uiPriority w:val="99"/>
    <w:semiHidden/>
    <w:unhideWhenUsed/>
    <w:rsid w:val="00DF4AD7"/>
    <w:rPr>
      <w:sz w:val="18"/>
      <w:szCs w:val="18"/>
    </w:rPr>
  </w:style>
  <w:style w:type="paragraph" w:styleId="Kommentartext">
    <w:name w:val="annotation text"/>
    <w:basedOn w:val="Standard"/>
    <w:link w:val="KommentartextZchn"/>
    <w:uiPriority w:val="99"/>
    <w:semiHidden/>
    <w:unhideWhenUsed/>
    <w:rsid w:val="00DF4AD7"/>
    <w:rPr>
      <w:sz w:val="24"/>
      <w:szCs w:val="24"/>
    </w:rPr>
  </w:style>
  <w:style w:type="character" w:customStyle="1" w:styleId="KommentartextZchn">
    <w:name w:val="Kommentartext Zchn"/>
    <w:basedOn w:val="Absatz-Standardschriftart"/>
    <w:link w:val="Kommentartext"/>
    <w:uiPriority w:val="99"/>
    <w:semiHidden/>
    <w:rsid w:val="00DF4AD7"/>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DF4AD7"/>
    <w:rPr>
      <w:b/>
      <w:bCs/>
      <w:sz w:val="20"/>
      <w:szCs w:val="20"/>
    </w:rPr>
  </w:style>
  <w:style w:type="character" w:customStyle="1" w:styleId="KommentarthemaZchn">
    <w:name w:val="Kommentarthema Zchn"/>
    <w:basedOn w:val="KommentartextZchn"/>
    <w:link w:val="Kommentarthema"/>
    <w:uiPriority w:val="99"/>
    <w:semiHidden/>
    <w:rsid w:val="00DF4AD7"/>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 w:type="character" w:styleId="Kommentarzeichen">
    <w:name w:val="annotation reference"/>
    <w:basedOn w:val="Absatz-Standardschriftart"/>
    <w:uiPriority w:val="99"/>
    <w:semiHidden/>
    <w:unhideWhenUsed/>
    <w:rsid w:val="00DF4AD7"/>
    <w:rPr>
      <w:sz w:val="18"/>
      <w:szCs w:val="18"/>
    </w:rPr>
  </w:style>
  <w:style w:type="paragraph" w:styleId="Kommentartext">
    <w:name w:val="annotation text"/>
    <w:basedOn w:val="Standard"/>
    <w:link w:val="KommentartextZchn"/>
    <w:uiPriority w:val="99"/>
    <w:semiHidden/>
    <w:unhideWhenUsed/>
    <w:rsid w:val="00DF4AD7"/>
    <w:rPr>
      <w:sz w:val="24"/>
      <w:szCs w:val="24"/>
    </w:rPr>
  </w:style>
  <w:style w:type="character" w:customStyle="1" w:styleId="KommentartextZchn">
    <w:name w:val="Kommentartext Zchn"/>
    <w:basedOn w:val="Absatz-Standardschriftart"/>
    <w:link w:val="Kommentartext"/>
    <w:uiPriority w:val="99"/>
    <w:semiHidden/>
    <w:rsid w:val="00DF4AD7"/>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DF4AD7"/>
    <w:rPr>
      <w:b/>
      <w:bCs/>
      <w:sz w:val="20"/>
      <w:szCs w:val="20"/>
    </w:rPr>
  </w:style>
  <w:style w:type="character" w:customStyle="1" w:styleId="KommentarthemaZchn">
    <w:name w:val="Kommentarthema Zchn"/>
    <w:basedOn w:val="KommentartextZchn"/>
    <w:link w:val="Kommentarthema"/>
    <w:uiPriority w:val="99"/>
    <w:semiHidden/>
    <w:rsid w:val="00DF4AD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F9C20-ABC8-4162-91CA-FE180DBD5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660</Words>
  <Characters>4642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Vanessa Ebert</cp:lastModifiedBy>
  <cp:revision>4</cp:revision>
  <cp:lastPrinted>2016-03-16T10:36:00Z</cp:lastPrinted>
  <dcterms:created xsi:type="dcterms:W3CDTF">2016-03-17T08:15:00Z</dcterms:created>
  <dcterms:modified xsi:type="dcterms:W3CDTF">2016-03-17T08:38:00Z</dcterms:modified>
</cp:coreProperties>
</file>