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AF4416" w:rsidRDefault="00A322F7" w:rsidP="00D76D5F">
      <w:pPr>
        <w:spacing w:before="100" w:beforeAutospacing="1" w:after="100" w:afterAutospacing="1" w:line="360" w:lineRule="auto"/>
        <w:rPr>
          <w:rFonts w:cs="Arial"/>
          <w:sz w:val="26"/>
          <w:szCs w:val="26"/>
        </w:rPr>
      </w:pPr>
      <w:r w:rsidRPr="00AF4416">
        <w:rPr>
          <w:rFonts w:cs="Arial"/>
          <w:sz w:val="26"/>
          <w:szCs w:val="26"/>
        </w:rPr>
        <w:t>Presse-Information</w:t>
      </w:r>
    </w:p>
    <w:p w:rsidR="003948AC" w:rsidRPr="00AF4416" w:rsidRDefault="00E23DCE" w:rsidP="00D76D5F">
      <w:pPr>
        <w:spacing w:line="360" w:lineRule="auto"/>
        <w:rPr>
          <w:rStyle w:val="Formatvorlage1"/>
        </w:rPr>
      </w:pPr>
      <w:bookmarkStart w:id="0" w:name="_GoBack"/>
      <w:r>
        <w:rPr>
          <w:rStyle w:val="Formatvorlage1"/>
        </w:rPr>
        <w:t xml:space="preserve">hagebau </w:t>
      </w:r>
      <w:r w:rsidR="00297AD5">
        <w:rPr>
          <w:rStyle w:val="Formatvorlage1"/>
        </w:rPr>
        <w:t xml:space="preserve">KG </w:t>
      </w:r>
      <w:r w:rsidR="00F46FDA">
        <w:rPr>
          <w:rStyle w:val="Formatvorlage1"/>
        </w:rPr>
        <w:t xml:space="preserve">ab 2018 </w:t>
      </w:r>
      <w:r w:rsidR="006E1EE2">
        <w:rPr>
          <w:rStyle w:val="Formatvorlage1"/>
        </w:rPr>
        <w:t xml:space="preserve">mit neuer Geschäftsführungsstruktur und </w:t>
      </w:r>
      <w:r w:rsidR="00297AD5">
        <w:rPr>
          <w:rStyle w:val="Formatvorlage1"/>
        </w:rPr>
        <w:t xml:space="preserve">neuer Funktion </w:t>
      </w:r>
      <w:bookmarkEnd w:id="0"/>
      <w:r w:rsidR="002A494B">
        <w:rPr>
          <w:rStyle w:val="Formatvorlage1"/>
        </w:rPr>
        <w:t>„</w:t>
      </w:r>
      <w:r w:rsidR="00EB3D31">
        <w:rPr>
          <w:rStyle w:val="Formatvorlage1"/>
        </w:rPr>
        <w:t>Vorsitzende</w:t>
      </w:r>
      <w:r w:rsidR="00297AD5">
        <w:rPr>
          <w:rStyle w:val="Formatvorlage1"/>
        </w:rPr>
        <w:t>r</w:t>
      </w:r>
      <w:r w:rsidR="00EB3D31">
        <w:rPr>
          <w:rStyle w:val="Formatvorlage1"/>
        </w:rPr>
        <w:t xml:space="preserve"> </w:t>
      </w:r>
      <w:r w:rsidR="002A494B">
        <w:rPr>
          <w:rStyle w:val="Formatvorlage1"/>
        </w:rPr>
        <w:t>der Geschäftsführung“</w:t>
      </w:r>
    </w:p>
    <w:p w:rsidR="003948AC" w:rsidRDefault="00F35ABD" w:rsidP="00184D61">
      <w:pPr>
        <w:pStyle w:val="Listenabsatz"/>
        <w:numPr>
          <w:ilvl w:val="0"/>
          <w:numId w:val="2"/>
        </w:numPr>
        <w:spacing w:line="360" w:lineRule="auto"/>
        <w:rPr>
          <w:rStyle w:val="Formatvorlage2"/>
        </w:rPr>
      </w:pPr>
      <w:r>
        <w:rPr>
          <w:rStyle w:val="Formatvorlage2"/>
        </w:rPr>
        <w:t xml:space="preserve">Aufsichtsrat beruft </w:t>
      </w:r>
      <w:r w:rsidR="00184D61">
        <w:rPr>
          <w:rStyle w:val="Formatvorlage2"/>
        </w:rPr>
        <w:t xml:space="preserve">Jan Buck-Emden ab 01.01.2018 zum Vorsitzenden der Geschäftsführung </w:t>
      </w:r>
    </w:p>
    <w:p w:rsidR="00F46FDA" w:rsidRDefault="00B33770" w:rsidP="00184D61">
      <w:pPr>
        <w:pStyle w:val="Listenabsatz"/>
        <w:numPr>
          <w:ilvl w:val="0"/>
          <w:numId w:val="2"/>
        </w:numPr>
        <w:spacing w:line="360" w:lineRule="auto"/>
        <w:rPr>
          <w:rStyle w:val="Formatvorlage2"/>
        </w:rPr>
      </w:pPr>
      <w:r>
        <w:rPr>
          <w:rStyle w:val="Formatvorlage2"/>
        </w:rPr>
        <w:t>Implementierung eines neuen Geschäftsführungsbereichs Finanzen/Verwaltung</w:t>
      </w:r>
    </w:p>
    <w:p w:rsidR="00184D61" w:rsidRDefault="00F46FDA" w:rsidP="00184D61">
      <w:pPr>
        <w:pStyle w:val="Listenabsatz"/>
        <w:numPr>
          <w:ilvl w:val="0"/>
          <w:numId w:val="2"/>
        </w:numPr>
        <w:spacing w:line="360" w:lineRule="auto"/>
        <w:rPr>
          <w:rStyle w:val="Formatvorlage2"/>
        </w:rPr>
      </w:pPr>
      <w:r>
        <w:rPr>
          <w:rStyle w:val="Formatvorlage2"/>
        </w:rPr>
        <w:t>Moderne Geschäftsführungsstruktur hebt Effizienzpotenziale</w:t>
      </w:r>
    </w:p>
    <w:p w:rsidR="00F46FDA" w:rsidRDefault="00F46FDA" w:rsidP="00184D61">
      <w:pPr>
        <w:pStyle w:val="Listenabsatz"/>
        <w:numPr>
          <w:ilvl w:val="0"/>
          <w:numId w:val="2"/>
        </w:numPr>
        <w:spacing w:line="360" w:lineRule="auto"/>
        <w:rPr>
          <w:rStyle w:val="Formatvorlage2"/>
        </w:rPr>
      </w:pPr>
      <w:r>
        <w:rPr>
          <w:rStyle w:val="Formatvorlage2"/>
        </w:rPr>
        <w:t>Aufsichtsrat würdigt hervorragende Arbeit der Geschäftsführer der hagebau KG</w:t>
      </w:r>
    </w:p>
    <w:p w:rsidR="00F46FDA" w:rsidRPr="00AF4416" w:rsidRDefault="00F46FDA" w:rsidP="00F46FDA">
      <w:pPr>
        <w:pStyle w:val="Listenabsatz"/>
        <w:spacing w:line="360" w:lineRule="auto"/>
        <w:rPr>
          <w:rStyle w:val="Formatvorlage2"/>
        </w:rPr>
      </w:pPr>
    </w:p>
    <w:p w:rsidR="00E336B3" w:rsidRDefault="008D2980" w:rsidP="00820F75">
      <w:pPr>
        <w:spacing w:line="360" w:lineRule="auto"/>
        <w:jc w:val="both"/>
        <w:rPr>
          <w:rStyle w:val="Formatvorlage4"/>
          <w:b/>
        </w:rPr>
      </w:pPr>
      <w:r w:rsidRPr="00DB6EE9">
        <w:rPr>
          <w:rStyle w:val="Formatvorlage5"/>
        </w:rPr>
        <w:t>Soltau</w:t>
      </w:r>
      <w:r w:rsidR="00134E14" w:rsidRPr="00DB6EE9">
        <w:rPr>
          <w:rStyle w:val="Formatvorlage5"/>
        </w:rPr>
        <w:t xml:space="preserve">, </w:t>
      </w:r>
      <w:r w:rsidR="00903EEB">
        <w:rPr>
          <w:rStyle w:val="Formatvorlage5"/>
        </w:rPr>
        <w:t>10</w:t>
      </w:r>
      <w:r w:rsidR="00820F75">
        <w:rPr>
          <w:rStyle w:val="Formatvorlage5"/>
        </w:rPr>
        <w:t>. N</w:t>
      </w:r>
      <w:r w:rsidR="00494D2A">
        <w:rPr>
          <w:rStyle w:val="Formatvorlage5"/>
        </w:rPr>
        <w:t xml:space="preserve">ovember </w:t>
      </w:r>
      <w:r w:rsidR="00DB6EE9">
        <w:rPr>
          <w:rStyle w:val="Formatvorlage5"/>
        </w:rPr>
        <w:t>2016</w:t>
      </w:r>
      <w:r w:rsidR="00134E14" w:rsidRPr="00DB6EE9">
        <w:rPr>
          <w:rStyle w:val="Formatvorlage5"/>
          <w:b w:val="0"/>
        </w:rPr>
        <w:t xml:space="preserve">. </w:t>
      </w:r>
      <w:r w:rsidR="00810B2F">
        <w:rPr>
          <w:rStyle w:val="Formatvorlage4"/>
          <w:b/>
        </w:rPr>
        <w:t xml:space="preserve">Die hagebau KG erhält </w:t>
      </w:r>
      <w:r w:rsidR="00297AD5">
        <w:rPr>
          <w:rStyle w:val="Formatvorlage4"/>
          <w:b/>
        </w:rPr>
        <w:t xml:space="preserve">ab </w:t>
      </w:r>
      <w:r w:rsidR="00810B2F">
        <w:rPr>
          <w:rStyle w:val="Formatvorlage4"/>
          <w:b/>
        </w:rPr>
        <w:t xml:space="preserve">Januar 2018 </w:t>
      </w:r>
      <w:r w:rsidR="00B9206F">
        <w:rPr>
          <w:rStyle w:val="Formatvorlage4"/>
          <w:b/>
        </w:rPr>
        <w:t xml:space="preserve">einen </w:t>
      </w:r>
      <w:r w:rsidR="00810B2F">
        <w:rPr>
          <w:rStyle w:val="Formatvorlage4"/>
          <w:b/>
        </w:rPr>
        <w:t>Vorsitzenden der Geschäftsführung</w:t>
      </w:r>
      <w:r w:rsidR="007E248E">
        <w:rPr>
          <w:rStyle w:val="Formatvorlage4"/>
          <w:b/>
        </w:rPr>
        <w:t xml:space="preserve">. </w:t>
      </w:r>
      <w:r w:rsidR="004E1D4F">
        <w:rPr>
          <w:rStyle w:val="Formatvorlage4"/>
          <w:b/>
        </w:rPr>
        <w:t xml:space="preserve">Ferner wird </w:t>
      </w:r>
      <w:r w:rsidR="00577064">
        <w:rPr>
          <w:rStyle w:val="Formatvorlage4"/>
          <w:b/>
        </w:rPr>
        <w:t xml:space="preserve">zum selben Zeitpunkt </w:t>
      </w:r>
      <w:r w:rsidR="004E1D4F">
        <w:rPr>
          <w:rStyle w:val="Formatvorlage4"/>
          <w:b/>
        </w:rPr>
        <w:t xml:space="preserve">ein neuer Geschäftsführungsbereich Finanzen/Verwaltung implementiert. </w:t>
      </w:r>
      <w:r w:rsidR="007E248E">
        <w:rPr>
          <w:rStyle w:val="Formatvorlage4"/>
          <w:b/>
        </w:rPr>
        <w:t xml:space="preserve">Damit </w:t>
      </w:r>
      <w:r w:rsidR="00A40B58">
        <w:rPr>
          <w:rStyle w:val="Formatvorlage4"/>
          <w:b/>
        </w:rPr>
        <w:t xml:space="preserve">wird die </w:t>
      </w:r>
      <w:r w:rsidR="00B9206F">
        <w:rPr>
          <w:rStyle w:val="Formatvorlage4"/>
          <w:b/>
        </w:rPr>
        <w:t>Struktur</w:t>
      </w:r>
      <w:r w:rsidR="00A40B58">
        <w:rPr>
          <w:rStyle w:val="Formatvorlage4"/>
          <w:b/>
        </w:rPr>
        <w:t xml:space="preserve"> der</w:t>
      </w:r>
      <w:r w:rsidR="007E248E">
        <w:rPr>
          <w:rStyle w:val="Formatvorlage4"/>
          <w:b/>
        </w:rPr>
        <w:t xml:space="preserve"> </w:t>
      </w:r>
      <w:r w:rsidR="00577064">
        <w:rPr>
          <w:rStyle w:val="Formatvorlage4"/>
          <w:b/>
        </w:rPr>
        <w:t xml:space="preserve">hagebau </w:t>
      </w:r>
      <w:r w:rsidR="00A40B58">
        <w:rPr>
          <w:rStyle w:val="Formatvorlage4"/>
          <w:b/>
        </w:rPr>
        <w:t>Geschäftsführung grundlegend modernisiert</w:t>
      </w:r>
      <w:r w:rsidR="00297AD5">
        <w:rPr>
          <w:rStyle w:val="Formatvorlage4"/>
          <w:b/>
        </w:rPr>
        <w:t xml:space="preserve"> </w:t>
      </w:r>
      <w:r w:rsidR="00A40B58">
        <w:rPr>
          <w:rStyle w:val="Formatvorlage4"/>
          <w:b/>
        </w:rPr>
        <w:t xml:space="preserve">und an die </w:t>
      </w:r>
      <w:r w:rsidR="00577064">
        <w:rPr>
          <w:rStyle w:val="Formatvorlage4"/>
          <w:b/>
        </w:rPr>
        <w:t xml:space="preserve">Größe der hagebau Kooperation </w:t>
      </w:r>
      <w:r w:rsidR="00A40B58">
        <w:rPr>
          <w:rStyle w:val="Formatvorlage4"/>
          <w:b/>
        </w:rPr>
        <w:t xml:space="preserve">angepasst. </w:t>
      </w:r>
      <w:r w:rsidR="007E248E">
        <w:rPr>
          <w:rStyle w:val="Formatvorlage4"/>
          <w:b/>
        </w:rPr>
        <w:t xml:space="preserve">Zum </w:t>
      </w:r>
      <w:r w:rsidR="00B9206F">
        <w:rPr>
          <w:rStyle w:val="Formatvorlage4"/>
          <w:b/>
        </w:rPr>
        <w:t xml:space="preserve">Vorsitzenden der Geschäftsführung </w:t>
      </w:r>
      <w:r w:rsidR="00810B2F">
        <w:rPr>
          <w:rStyle w:val="Formatvorlage4"/>
          <w:b/>
        </w:rPr>
        <w:t xml:space="preserve">hat der </w:t>
      </w:r>
      <w:r w:rsidR="00B9206F">
        <w:rPr>
          <w:rStyle w:val="Formatvorlage4"/>
          <w:b/>
        </w:rPr>
        <w:t xml:space="preserve">hagebau </w:t>
      </w:r>
      <w:r w:rsidR="00810B2F">
        <w:rPr>
          <w:rStyle w:val="Formatvorlage4"/>
          <w:b/>
        </w:rPr>
        <w:t xml:space="preserve">Aufsichtsrat </w:t>
      </w:r>
      <w:r w:rsidR="00E25F83">
        <w:rPr>
          <w:rStyle w:val="Formatvorlage4"/>
          <w:b/>
        </w:rPr>
        <w:t>Jan</w:t>
      </w:r>
      <w:r w:rsidR="00810B2F">
        <w:rPr>
          <w:rStyle w:val="Formatvorlage4"/>
          <w:b/>
        </w:rPr>
        <w:t xml:space="preserve"> Buck-Emden berufen. Er wird die Leitung der Geschäftsführung </w:t>
      </w:r>
      <w:r w:rsidR="00297AD5">
        <w:rPr>
          <w:rStyle w:val="Formatvorlage4"/>
          <w:b/>
        </w:rPr>
        <w:t>zum 01.01.</w:t>
      </w:r>
      <w:r w:rsidR="007E248E">
        <w:rPr>
          <w:rStyle w:val="Formatvorlage4"/>
          <w:b/>
        </w:rPr>
        <w:t xml:space="preserve">2018 </w:t>
      </w:r>
      <w:r w:rsidR="00810B2F">
        <w:rPr>
          <w:rStyle w:val="Formatvorlage4"/>
          <w:b/>
        </w:rPr>
        <w:t>übernehmen</w:t>
      </w:r>
      <w:r w:rsidR="004F16B3">
        <w:rPr>
          <w:rStyle w:val="Formatvorlage4"/>
          <w:b/>
        </w:rPr>
        <w:t xml:space="preserve">. </w:t>
      </w:r>
    </w:p>
    <w:p w:rsidR="0057324F" w:rsidRDefault="00810B2F" w:rsidP="00820F75">
      <w:pPr>
        <w:spacing w:line="360" w:lineRule="auto"/>
        <w:jc w:val="both"/>
        <w:rPr>
          <w:rStyle w:val="Formatvorlage4"/>
        </w:rPr>
      </w:pPr>
      <w:r>
        <w:rPr>
          <w:rStyle w:val="Formatvorlage4"/>
          <w:b/>
        </w:rPr>
        <w:t xml:space="preserve"> </w:t>
      </w:r>
    </w:p>
    <w:p w:rsidR="00297AD5" w:rsidRPr="00297AD5" w:rsidRDefault="0057324F" w:rsidP="00820F75">
      <w:pPr>
        <w:tabs>
          <w:tab w:val="left" w:pos="14434"/>
        </w:tabs>
        <w:autoSpaceDE w:val="0"/>
        <w:autoSpaceDN w:val="0"/>
        <w:adjustRightInd w:val="0"/>
        <w:spacing w:line="360" w:lineRule="auto"/>
        <w:jc w:val="both"/>
        <w:rPr>
          <w:rStyle w:val="Formatvorlage4"/>
          <w:rFonts w:cs="Arial"/>
          <w:color w:val="000000"/>
          <w:szCs w:val="24"/>
        </w:rPr>
      </w:pPr>
      <w:r w:rsidRPr="00660D0B">
        <w:rPr>
          <w:rStyle w:val="Formatvorlage4"/>
        </w:rPr>
        <w:t>„</w:t>
      </w:r>
      <w:r w:rsidR="00B9206F" w:rsidRPr="00660D0B">
        <w:rPr>
          <w:rStyle w:val="Formatvorlage4"/>
        </w:rPr>
        <w:t xml:space="preserve">Wir freuen uns sehr, dass es uns gelungen ist, Herrn Buck-Emden für die hagebau zu </w:t>
      </w:r>
      <w:r w:rsidR="00B9206F" w:rsidRPr="00CA3E9D">
        <w:rPr>
          <w:rStyle w:val="Formatvorlage4"/>
          <w:szCs w:val="24"/>
        </w:rPr>
        <w:t>gewinnen</w:t>
      </w:r>
      <w:r w:rsidR="005D22F7">
        <w:rPr>
          <w:rStyle w:val="Formatvorlage4"/>
          <w:szCs w:val="24"/>
        </w:rPr>
        <w:t>“, sagt</w:t>
      </w:r>
      <w:r w:rsidRPr="00CA3E9D">
        <w:rPr>
          <w:rStyle w:val="Formatvorlage4"/>
          <w:szCs w:val="24"/>
        </w:rPr>
        <w:t xml:space="preserve"> Johannes Schuller, Vorsitzender des Aufsichtsrates der hagebau.</w:t>
      </w:r>
      <w:r w:rsidR="00F543B9" w:rsidRPr="00CA3E9D">
        <w:rPr>
          <w:rStyle w:val="Formatvorlage4"/>
          <w:szCs w:val="24"/>
        </w:rPr>
        <w:t xml:space="preserve"> „</w:t>
      </w:r>
      <w:r w:rsidR="00660D0B" w:rsidRPr="00CA3E9D">
        <w:rPr>
          <w:rStyle w:val="Formatvorlage4"/>
          <w:szCs w:val="24"/>
        </w:rPr>
        <w:t xml:space="preserve">Er ist ein überaus </w:t>
      </w:r>
      <w:r w:rsidR="00660D0B" w:rsidRPr="00CA3E9D">
        <w:rPr>
          <w:rFonts w:ascii="Helv" w:hAnsi="Helv" w:cs="Helv"/>
          <w:color w:val="000000"/>
          <w:sz w:val="24"/>
          <w:szCs w:val="24"/>
        </w:rPr>
        <w:t xml:space="preserve">versierter </w:t>
      </w:r>
      <w:r w:rsidR="00577064">
        <w:rPr>
          <w:rFonts w:ascii="Helv" w:hAnsi="Helv" w:cs="Helv"/>
          <w:color w:val="000000"/>
          <w:sz w:val="24"/>
          <w:szCs w:val="24"/>
        </w:rPr>
        <w:t xml:space="preserve">Manager </w:t>
      </w:r>
      <w:r w:rsidR="00660D0B" w:rsidRPr="00CA3E9D">
        <w:rPr>
          <w:rFonts w:ascii="Helv" w:hAnsi="Helv" w:cs="Helv"/>
          <w:color w:val="000000"/>
          <w:sz w:val="24"/>
          <w:szCs w:val="24"/>
        </w:rPr>
        <w:t xml:space="preserve">mit </w:t>
      </w:r>
      <w:r w:rsidR="005B1E8D">
        <w:rPr>
          <w:rFonts w:ascii="Helv" w:hAnsi="Helv" w:cs="Helv"/>
          <w:color w:val="000000"/>
          <w:sz w:val="24"/>
          <w:szCs w:val="24"/>
        </w:rPr>
        <w:t xml:space="preserve">tiefer Kenntnis der Branche und </w:t>
      </w:r>
      <w:r w:rsidR="00494D2A">
        <w:rPr>
          <w:rFonts w:ascii="Helv" w:hAnsi="Helv" w:cs="Helv"/>
          <w:color w:val="000000"/>
          <w:sz w:val="24"/>
          <w:szCs w:val="24"/>
        </w:rPr>
        <w:t xml:space="preserve">hat </w:t>
      </w:r>
      <w:r w:rsidR="005B1E8D">
        <w:rPr>
          <w:rFonts w:ascii="Helv" w:hAnsi="Helv" w:cs="Helv"/>
          <w:color w:val="000000"/>
          <w:sz w:val="24"/>
          <w:szCs w:val="24"/>
        </w:rPr>
        <w:t>mehr als</w:t>
      </w:r>
      <w:r w:rsidR="005B1E8D">
        <w:rPr>
          <w:rFonts w:ascii="Helv" w:hAnsi="Helv" w:cs="Helv"/>
          <w:color w:val="000000"/>
          <w:sz w:val="24"/>
          <w:szCs w:val="24"/>
        </w:rPr>
        <w:br/>
      </w:r>
      <w:r w:rsidR="001478B7">
        <w:rPr>
          <w:rFonts w:ascii="Helv" w:hAnsi="Helv" w:cs="Helv"/>
          <w:color w:val="000000"/>
          <w:sz w:val="24"/>
          <w:szCs w:val="24"/>
        </w:rPr>
        <w:t>20</w:t>
      </w:r>
      <w:r w:rsidR="00494D2A">
        <w:rPr>
          <w:rFonts w:ascii="Helv" w:hAnsi="Helv" w:cs="Helv"/>
          <w:color w:val="000000"/>
          <w:sz w:val="24"/>
          <w:szCs w:val="24"/>
        </w:rPr>
        <w:t xml:space="preserve"> Jahre nationale und internationale</w:t>
      </w:r>
      <w:r w:rsidR="001478B7" w:rsidRPr="00CA3E9D">
        <w:rPr>
          <w:rFonts w:ascii="Helv" w:hAnsi="Helv" w:cs="Helv"/>
          <w:color w:val="000000"/>
          <w:sz w:val="24"/>
          <w:szCs w:val="24"/>
        </w:rPr>
        <w:t xml:space="preserve"> </w:t>
      </w:r>
      <w:r w:rsidR="001478B7">
        <w:rPr>
          <w:rFonts w:ascii="Helv" w:hAnsi="Helv" w:cs="Helv"/>
          <w:color w:val="000000"/>
          <w:sz w:val="24"/>
          <w:szCs w:val="24"/>
        </w:rPr>
        <w:t>Erfahrung i</w:t>
      </w:r>
      <w:r w:rsidR="00577064">
        <w:rPr>
          <w:rFonts w:ascii="Helv" w:hAnsi="Helv" w:cs="Helv"/>
          <w:color w:val="000000"/>
          <w:sz w:val="24"/>
          <w:szCs w:val="24"/>
        </w:rPr>
        <w:t xml:space="preserve">n der Führung </w:t>
      </w:r>
      <w:r w:rsidR="001478B7">
        <w:rPr>
          <w:rFonts w:ascii="Helv" w:hAnsi="Helv" w:cs="Helv"/>
          <w:color w:val="000000"/>
          <w:sz w:val="24"/>
          <w:szCs w:val="24"/>
        </w:rPr>
        <w:t>große</w:t>
      </w:r>
      <w:r w:rsidR="00105936">
        <w:rPr>
          <w:rFonts w:ascii="Helv" w:hAnsi="Helv" w:cs="Helv"/>
          <w:color w:val="000000"/>
          <w:sz w:val="24"/>
          <w:szCs w:val="24"/>
        </w:rPr>
        <w:t>r</w:t>
      </w:r>
      <w:r w:rsidR="00660D0B" w:rsidRPr="00CA3E9D">
        <w:rPr>
          <w:rFonts w:ascii="Helv" w:hAnsi="Helv" w:cs="Helv"/>
          <w:color w:val="000000"/>
          <w:sz w:val="24"/>
          <w:szCs w:val="24"/>
        </w:rPr>
        <w:t xml:space="preserve"> Unternehmen.</w:t>
      </w:r>
      <w:r w:rsidR="00660D0B" w:rsidRPr="00CA3E9D">
        <w:rPr>
          <w:rStyle w:val="Formatvorlage4"/>
          <w:szCs w:val="24"/>
        </w:rPr>
        <w:t xml:space="preserve"> </w:t>
      </w:r>
      <w:r w:rsidR="009311B5" w:rsidRPr="005D22F7">
        <w:rPr>
          <w:rFonts w:cs="Arial"/>
          <w:color w:val="000000"/>
          <w:sz w:val="24"/>
          <w:szCs w:val="24"/>
        </w:rPr>
        <w:t xml:space="preserve">Er wird bereits im Laufe des nächsten Jahres eine ausreichend lange und der Position </w:t>
      </w:r>
      <w:r w:rsidR="00494D2A">
        <w:rPr>
          <w:rFonts w:cs="Arial"/>
          <w:color w:val="000000"/>
          <w:sz w:val="24"/>
          <w:szCs w:val="24"/>
        </w:rPr>
        <w:t xml:space="preserve">sowie </w:t>
      </w:r>
      <w:r w:rsidR="009311B5" w:rsidRPr="005D22F7">
        <w:rPr>
          <w:rFonts w:cs="Arial"/>
          <w:color w:val="000000"/>
          <w:sz w:val="24"/>
          <w:szCs w:val="24"/>
        </w:rPr>
        <w:t xml:space="preserve">Funktion </w:t>
      </w:r>
      <w:r w:rsidR="001478B7">
        <w:rPr>
          <w:rFonts w:cs="Arial"/>
          <w:color w:val="000000"/>
          <w:sz w:val="24"/>
          <w:szCs w:val="24"/>
        </w:rPr>
        <w:t xml:space="preserve">angemessene </w:t>
      </w:r>
      <w:r w:rsidR="009311B5" w:rsidRPr="005D22F7">
        <w:rPr>
          <w:rFonts w:cs="Arial"/>
          <w:color w:val="000000"/>
          <w:sz w:val="24"/>
          <w:szCs w:val="24"/>
        </w:rPr>
        <w:t>Einarbeitungsphase bei der hagebau haben.</w:t>
      </w:r>
      <w:r w:rsidR="009311B5">
        <w:rPr>
          <w:rFonts w:cs="Arial"/>
          <w:color w:val="000000"/>
          <w:sz w:val="24"/>
          <w:szCs w:val="24"/>
        </w:rPr>
        <w:t>“</w:t>
      </w:r>
      <w:r w:rsidR="009311B5" w:rsidRPr="005D22F7">
        <w:rPr>
          <w:rFonts w:cs="Arial"/>
          <w:color w:val="000000"/>
          <w:sz w:val="24"/>
          <w:szCs w:val="24"/>
        </w:rPr>
        <w:t xml:space="preserve"> </w:t>
      </w:r>
      <w:r w:rsidR="00297AD5">
        <w:rPr>
          <w:rStyle w:val="Formatvorlage4"/>
          <w:szCs w:val="24"/>
        </w:rPr>
        <w:t xml:space="preserve">Mit ihm und mit der neuen, modernen Struktur der Geschäftsführung werde die hagebau künftig noch effizienter agieren können und den Gesellschafterhäusern </w:t>
      </w:r>
      <w:r w:rsidR="00577064">
        <w:rPr>
          <w:rStyle w:val="Formatvorlage4"/>
          <w:szCs w:val="24"/>
        </w:rPr>
        <w:t>weitere</w:t>
      </w:r>
      <w:r w:rsidR="00396DA0">
        <w:rPr>
          <w:rStyle w:val="Formatvorlage4"/>
          <w:szCs w:val="24"/>
        </w:rPr>
        <w:t>,</w:t>
      </w:r>
      <w:r w:rsidR="00577064">
        <w:rPr>
          <w:rStyle w:val="Formatvorlage4"/>
          <w:szCs w:val="24"/>
        </w:rPr>
        <w:t xml:space="preserve"> </w:t>
      </w:r>
      <w:r w:rsidR="00297AD5">
        <w:rPr>
          <w:rStyle w:val="Formatvorlage4"/>
          <w:szCs w:val="24"/>
        </w:rPr>
        <w:t xml:space="preserve">deutliche Mehrwerte bieten, ist Schuller </w:t>
      </w:r>
      <w:r w:rsidR="00396DA0">
        <w:rPr>
          <w:rStyle w:val="Formatvorlage4"/>
          <w:szCs w:val="24"/>
        </w:rPr>
        <w:t xml:space="preserve">sich </w:t>
      </w:r>
      <w:r w:rsidR="00297AD5">
        <w:rPr>
          <w:rStyle w:val="Formatvorlage4"/>
          <w:szCs w:val="24"/>
        </w:rPr>
        <w:t>sicher.</w:t>
      </w:r>
      <w:r w:rsidR="00297AD5">
        <w:rPr>
          <w:rStyle w:val="Formatvorlage4"/>
        </w:rPr>
        <w:t xml:space="preserve"> </w:t>
      </w:r>
    </w:p>
    <w:p w:rsidR="00297AD5" w:rsidRDefault="00297AD5" w:rsidP="00820F75">
      <w:pPr>
        <w:tabs>
          <w:tab w:val="left" w:pos="14434"/>
        </w:tabs>
        <w:autoSpaceDE w:val="0"/>
        <w:autoSpaceDN w:val="0"/>
        <w:adjustRightInd w:val="0"/>
        <w:spacing w:line="360" w:lineRule="auto"/>
        <w:jc w:val="both"/>
        <w:rPr>
          <w:rFonts w:cs="Arial"/>
          <w:color w:val="000000"/>
          <w:sz w:val="24"/>
          <w:szCs w:val="24"/>
        </w:rPr>
      </w:pPr>
    </w:p>
    <w:p w:rsidR="00577064" w:rsidRDefault="00297AD5" w:rsidP="00820F75">
      <w:pPr>
        <w:spacing w:line="360" w:lineRule="auto"/>
        <w:jc w:val="both"/>
        <w:rPr>
          <w:rFonts w:cs="Arial"/>
          <w:color w:val="000000"/>
          <w:sz w:val="24"/>
          <w:szCs w:val="24"/>
        </w:rPr>
      </w:pPr>
      <w:r>
        <w:rPr>
          <w:rFonts w:cs="Arial"/>
          <w:color w:val="000000"/>
          <w:sz w:val="24"/>
          <w:szCs w:val="24"/>
        </w:rPr>
        <w:t xml:space="preserve">Man sei </w:t>
      </w:r>
      <w:r w:rsidR="00F46FDA">
        <w:rPr>
          <w:rFonts w:cs="Arial"/>
          <w:color w:val="000000"/>
          <w:sz w:val="24"/>
          <w:szCs w:val="24"/>
        </w:rPr>
        <w:t xml:space="preserve">unter den Gesellschaftern und im Aufsichtsrat </w:t>
      </w:r>
      <w:r>
        <w:rPr>
          <w:rFonts w:cs="Arial"/>
          <w:color w:val="000000"/>
          <w:sz w:val="24"/>
          <w:szCs w:val="24"/>
        </w:rPr>
        <w:t xml:space="preserve">mit der jetzigen Geschäftsführung überaus zufrieden, </w:t>
      </w:r>
      <w:r w:rsidR="00396DA0">
        <w:rPr>
          <w:rFonts w:cs="Arial"/>
          <w:color w:val="000000"/>
          <w:sz w:val="24"/>
          <w:szCs w:val="24"/>
        </w:rPr>
        <w:t xml:space="preserve">unterstreicht </w:t>
      </w:r>
      <w:r w:rsidR="00577064">
        <w:rPr>
          <w:rFonts w:cs="Arial"/>
          <w:color w:val="000000"/>
          <w:sz w:val="24"/>
          <w:szCs w:val="24"/>
        </w:rPr>
        <w:t xml:space="preserve">der Vorsitzende des hagebau </w:t>
      </w:r>
      <w:r w:rsidR="00577064">
        <w:rPr>
          <w:rFonts w:cs="Arial"/>
          <w:color w:val="000000"/>
          <w:sz w:val="24"/>
          <w:szCs w:val="24"/>
        </w:rPr>
        <w:lastRenderedPageBreak/>
        <w:t>Aufsichtsrats</w:t>
      </w:r>
      <w:r w:rsidR="00396DA0">
        <w:rPr>
          <w:rFonts w:cs="Arial"/>
          <w:color w:val="000000"/>
          <w:sz w:val="24"/>
          <w:szCs w:val="24"/>
        </w:rPr>
        <w:t>. S</w:t>
      </w:r>
      <w:r>
        <w:rPr>
          <w:rFonts w:cs="Arial"/>
          <w:color w:val="000000"/>
          <w:sz w:val="24"/>
          <w:szCs w:val="24"/>
        </w:rPr>
        <w:t xml:space="preserve">ie mache einen hervorragenden Job </w:t>
      </w:r>
      <w:r w:rsidR="00A86D96">
        <w:rPr>
          <w:rFonts w:cs="Arial"/>
          <w:color w:val="000000"/>
          <w:sz w:val="24"/>
          <w:szCs w:val="24"/>
        </w:rPr>
        <w:t xml:space="preserve">und sei </w:t>
      </w:r>
      <w:r w:rsidR="00577064">
        <w:rPr>
          <w:rFonts w:cs="Arial"/>
          <w:color w:val="000000"/>
          <w:sz w:val="24"/>
          <w:szCs w:val="24"/>
        </w:rPr>
        <w:t xml:space="preserve">seit Jahren </w:t>
      </w:r>
      <w:r w:rsidR="00396DA0">
        <w:rPr>
          <w:rFonts w:cs="Arial"/>
          <w:color w:val="000000"/>
          <w:sz w:val="24"/>
          <w:szCs w:val="24"/>
        </w:rPr>
        <w:t>durchgängig</w:t>
      </w:r>
      <w:r w:rsidR="00A86D96">
        <w:rPr>
          <w:rFonts w:cs="Arial"/>
          <w:color w:val="000000"/>
          <w:sz w:val="24"/>
          <w:szCs w:val="24"/>
        </w:rPr>
        <w:t xml:space="preserve"> erfolgreich. </w:t>
      </w:r>
    </w:p>
    <w:p w:rsidR="00F46FDA" w:rsidRDefault="00F46FDA" w:rsidP="00820F75">
      <w:pPr>
        <w:spacing w:line="360" w:lineRule="auto"/>
        <w:jc w:val="both"/>
        <w:rPr>
          <w:rFonts w:cs="Arial"/>
          <w:color w:val="000000"/>
          <w:sz w:val="24"/>
          <w:szCs w:val="24"/>
        </w:rPr>
      </w:pPr>
    </w:p>
    <w:p w:rsidR="00A86D96" w:rsidRDefault="00F46FDA" w:rsidP="00820F75">
      <w:pPr>
        <w:spacing w:line="360" w:lineRule="auto"/>
        <w:jc w:val="both"/>
        <w:rPr>
          <w:rStyle w:val="Formatvorlage4"/>
        </w:rPr>
      </w:pPr>
      <w:r>
        <w:rPr>
          <w:rFonts w:cs="Arial"/>
          <w:color w:val="000000"/>
          <w:sz w:val="24"/>
          <w:szCs w:val="24"/>
        </w:rPr>
        <w:t xml:space="preserve">Die </w:t>
      </w:r>
      <w:r w:rsidR="00D92357">
        <w:rPr>
          <w:rStyle w:val="Formatvorlage4"/>
        </w:rPr>
        <w:t xml:space="preserve">hagebau </w:t>
      </w:r>
      <w:r w:rsidR="00577064">
        <w:rPr>
          <w:rStyle w:val="Formatvorlage4"/>
        </w:rPr>
        <w:t xml:space="preserve">Kooperation </w:t>
      </w:r>
      <w:r>
        <w:rPr>
          <w:rStyle w:val="Formatvorlage4"/>
        </w:rPr>
        <w:t xml:space="preserve">habe </w:t>
      </w:r>
      <w:r w:rsidR="00577064">
        <w:rPr>
          <w:rStyle w:val="Formatvorlage4"/>
        </w:rPr>
        <w:t xml:space="preserve">mit </w:t>
      </w:r>
      <w:r w:rsidR="00A86D96">
        <w:rPr>
          <w:rStyle w:val="Formatvorlage4"/>
        </w:rPr>
        <w:t>368 Gesellschafter</w:t>
      </w:r>
      <w:r w:rsidR="00867320">
        <w:rPr>
          <w:rStyle w:val="Formatvorlage4"/>
        </w:rPr>
        <w:t>n</w:t>
      </w:r>
      <w:r w:rsidR="00A86D96">
        <w:rPr>
          <w:rStyle w:val="Formatvorlage4"/>
        </w:rPr>
        <w:t xml:space="preserve"> aus acht Ländern und einem Umsatz von mehr als sechs Milliarden</w:t>
      </w:r>
      <w:r w:rsidR="00867320">
        <w:rPr>
          <w:rStyle w:val="Formatvorlage4"/>
        </w:rPr>
        <w:t xml:space="preserve"> Euro</w:t>
      </w:r>
      <w:r w:rsidR="00A86D96">
        <w:rPr>
          <w:rStyle w:val="Formatvorlage4"/>
        </w:rPr>
        <w:t xml:space="preserve"> </w:t>
      </w:r>
      <w:r>
        <w:rPr>
          <w:rStyle w:val="Formatvorlage4"/>
        </w:rPr>
        <w:t xml:space="preserve">jedoch inzwischen </w:t>
      </w:r>
      <w:r w:rsidR="00D92357">
        <w:rPr>
          <w:rStyle w:val="Formatvorlage4"/>
        </w:rPr>
        <w:t>ein</w:t>
      </w:r>
      <w:r w:rsidR="00EF1BF7">
        <w:rPr>
          <w:rStyle w:val="Formatvorlage4"/>
        </w:rPr>
        <w:t>e</w:t>
      </w:r>
      <w:r w:rsidR="00D92357">
        <w:rPr>
          <w:rStyle w:val="Formatvorlage4"/>
        </w:rPr>
        <w:t xml:space="preserve"> Größe erreicht, </w:t>
      </w:r>
      <w:r w:rsidR="00577064">
        <w:rPr>
          <w:rStyle w:val="Formatvorlage4"/>
        </w:rPr>
        <w:t xml:space="preserve">die der Geschäftsführung ein Vielfaches an </w:t>
      </w:r>
      <w:r>
        <w:rPr>
          <w:rStyle w:val="Formatvorlage4"/>
        </w:rPr>
        <w:t xml:space="preserve">Engagement und Tätigkeiten </w:t>
      </w:r>
      <w:r w:rsidR="00577064">
        <w:rPr>
          <w:rStyle w:val="Formatvorlage4"/>
        </w:rPr>
        <w:t xml:space="preserve">abverlange als in der Vergangenheit. Dennoch arbeite die hagebau </w:t>
      </w:r>
      <w:r w:rsidR="00A86D96">
        <w:rPr>
          <w:rStyle w:val="Formatvorlage4"/>
        </w:rPr>
        <w:t xml:space="preserve">teilweise </w:t>
      </w:r>
      <w:r w:rsidR="00B3141E">
        <w:rPr>
          <w:rStyle w:val="Formatvorlage4"/>
        </w:rPr>
        <w:t xml:space="preserve">noch </w:t>
      </w:r>
      <w:r w:rsidR="00D92357">
        <w:rPr>
          <w:rStyle w:val="Formatvorlage4"/>
        </w:rPr>
        <w:t xml:space="preserve">in den Strukturen </w:t>
      </w:r>
      <w:r w:rsidR="00A86D96">
        <w:rPr>
          <w:rStyle w:val="Formatvorlage4"/>
        </w:rPr>
        <w:t>aus der Zeit ihrer Gründung</w:t>
      </w:r>
      <w:r w:rsidR="00D92357">
        <w:rPr>
          <w:rStyle w:val="Formatvorlage4"/>
        </w:rPr>
        <w:t xml:space="preserve">. </w:t>
      </w:r>
    </w:p>
    <w:p w:rsidR="00B3141E" w:rsidRDefault="00B3141E" w:rsidP="00820F75">
      <w:pPr>
        <w:spacing w:line="360" w:lineRule="auto"/>
        <w:jc w:val="both"/>
        <w:rPr>
          <w:rStyle w:val="Formatvorlage4"/>
        </w:rPr>
      </w:pPr>
    </w:p>
    <w:p w:rsidR="005D22F7" w:rsidRDefault="00A86D96" w:rsidP="00820F75">
      <w:pPr>
        <w:spacing w:line="360" w:lineRule="auto"/>
        <w:jc w:val="both"/>
        <w:rPr>
          <w:rStyle w:val="Formatvorlage4"/>
        </w:rPr>
      </w:pPr>
      <w:r>
        <w:rPr>
          <w:rStyle w:val="Formatvorlage4"/>
        </w:rPr>
        <w:t>„</w:t>
      </w:r>
      <w:r w:rsidR="00EF1BF7">
        <w:rPr>
          <w:rStyle w:val="Formatvorlage4"/>
        </w:rPr>
        <w:t>Das passt an vielen Stellen des Unternehmens nicht mehr</w:t>
      </w:r>
      <w:r w:rsidR="00577064">
        <w:rPr>
          <w:rStyle w:val="Formatvorlage4"/>
        </w:rPr>
        <w:t xml:space="preserve"> zusammen</w:t>
      </w:r>
      <w:r w:rsidR="005D22F7">
        <w:rPr>
          <w:rStyle w:val="Formatvorlage4"/>
        </w:rPr>
        <w:t>“, erläutert Schuller. „</w:t>
      </w:r>
      <w:r w:rsidR="003A3117">
        <w:rPr>
          <w:rStyle w:val="Formatvorlage4"/>
        </w:rPr>
        <w:t>Hin</w:t>
      </w:r>
      <w:r w:rsidR="00F46FDA">
        <w:rPr>
          <w:rStyle w:val="Formatvorlage4"/>
        </w:rPr>
        <w:t xml:space="preserve">zu kommt, dass </w:t>
      </w:r>
      <w:r w:rsidR="00EF1BF7">
        <w:rPr>
          <w:rStyle w:val="Formatvorlage4"/>
        </w:rPr>
        <w:t xml:space="preserve">sich mit der Digitalisierung und </w:t>
      </w:r>
      <w:r w:rsidR="005D22F7">
        <w:rPr>
          <w:rStyle w:val="Formatvorlage4"/>
        </w:rPr>
        <w:t xml:space="preserve">dem </w:t>
      </w:r>
      <w:r w:rsidR="00F46FDA">
        <w:rPr>
          <w:rStyle w:val="Formatvorlage4"/>
        </w:rPr>
        <w:t xml:space="preserve">veränderten </w:t>
      </w:r>
      <w:r w:rsidR="00EF1BF7">
        <w:rPr>
          <w:rStyle w:val="Formatvorlage4"/>
        </w:rPr>
        <w:t xml:space="preserve">Kundenverhalten die Rahmenbedingungen </w:t>
      </w:r>
      <w:r w:rsidR="00A542FE">
        <w:rPr>
          <w:rStyle w:val="Formatvorlage4"/>
        </w:rPr>
        <w:t xml:space="preserve">in der Branche </w:t>
      </w:r>
      <w:r w:rsidR="00EF1BF7">
        <w:rPr>
          <w:rStyle w:val="Formatvorlage4"/>
        </w:rPr>
        <w:t>rasant</w:t>
      </w:r>
      <w:r w:rsidR="00F46FDA">
        <w:rPr>
          <w:rStyle w:val="Formatvorlage4"/>
        </w:rPr>
        <w:t xml:space="preserve"> wandeln</w:t>
      </w:r>
      <w:r w:rsidR="00EF1BF7">
        <w:rPr>
          <w:rStyle w:val="Formatvorlage4"/>
        </w:rPr>
        <w:t xml:space="preserve">. </w:t>
      </w:r>
      <w:r w:rsidR="00D92357">
        <w:rPr>
          <w:rStyle w:val="Formatvorlage4"/>
        </w:rPr>
        <w:t>D</w:t>
      </w:r>
      <w:r w:rsidR="006A669E">
        <w:rPr>
          <w:rStyle w:val="Formatvorlage4"/>
        </w:rPr>
        <w:t xml:space="preserve">amit die hagebau Kooperation auch in Zukunft </w:t>
      </w:r>
      <w:r w:rsidR="00D92357">
        <w:rPr>
          <w:rStyle w:val="Formatvorlage4"/>
        </w:rPr>
        <w:t xml:space="preserve">genauso </w:t>
      </w:r>
      <w:r w:rsidR="006A669E">
        <w:rPr>
          <w:rStyle w:val="Formatvorlage4"/>
        </w:rPr>
        <w:t xml:space="preserve">erfolgreich sein kann, </w:t>
      </w:r>
      <w:r w:rsidR="00D92357">
        <w:rPr>
          <w:rStyle w:val="Formatvorlage4"/>
        </w:rPr>
        <w:t xml:space="preserve">wie bisher, </w:t>
      </w:r>
      <w:r w:rsidR="002A494B">
        <w:rPr>
          <w:rStyle w:val="Formatvorlage4"/>
        </w:rPr>
        <w:t xml:space="preserve">nehmen wir </w:t>
      </w:r>
      <w:r w:rsidR="00F46FDA">
        <w:rPr>
          <w:rStyle w:val="Formatvorlage4"/>
        </w:rPr>
        <w:t xml:space="preserve">gezielt </w:t>
      </w:r>
      <w:r w:rsidR="006A669E">
        <w:rPr>
          <w:rStyle w:val="Formatvorlage4"/>
        </w:rPr>
        <w:t xml:space="preserve">strukturelle Anpassungen </w:t>
      </w:r>
      <w:r w:rsidR="007068B0">
        <w:rPr>
          <w:rStyle w:val="Formatvorlage4"/>
        </w:rPr>
        <w:t xml:space="preserve">im ganzen Unternehmen </w:t>
      </w:r>
      <w:r w:rsidR="006A669E">
        <w:rPr>
          <w:rStyle w:val="Formatvorlage4"/>
        </w:rPr>
        <w:t>vor</w:t>
      </w:r>
      <w:r w:rsidR="006B69CA">
        <w:rPr>
          <w:rStyle w:val="Formatvorlage4"/>
        </w:rPr>
        <w:t xml:space="preserve">, </w:t>
      </w:r>
      <w:r w:rsidR="002A494B">
        <w:rPr>
          <w:rStyle w:val="Formatvorlage4"/>
        </w:rPr>
        <w:t xml:space="preserve">wie </w:t>
      </w:r>
      <w:r w:rsidR="00577064">
        <w:rPr>
          <w:rStyle w:val="Formatvorlage4"/>
        </w:rPr>
        <w:t xml:space="preserve">dies </w:t>
      </w:r>
      <w:r w:rsidR="002A494B">
        <w:rPr>
          <w:rStyle w:val="Formatvorlage4"/>
        </w:rPr>
        <w:t xml:space="preserve">beispielsweise in unserer Logistik und bei unserer IT-Tochter </w:t>
      </w:r>
      <w:r w:rsidR="00577064">
        <w:rPr>
          <w:rStyle w:val="Formatvorlage4"/>
        </w:rPr>
        <w:t xml:space="preserve">bereits </w:t>
      </w:r>
      <w:r w:rsidR="003A3117">
        <w:rPr>
          <w:rStyle w:val="Formatvorlage4"/>
        </w:rPr>
        <w:t xml:space="preserve">umgesetzt </w:t>
      </w:r>
      <w:r w:rsidR="00577064">
        <w:rPr>
          <w:rStyle w:val="Formatvorlage4"/>
        </w:rPr>
        <w:t xml:space="preserve">ist. Solche Anpassungen </w:t>
      </w:r>
      <w:r w:rsidR="00867320">
        <w:rPr>
          <w:rStyle w:val="Formatvorlage4"/>
        </w:rPr>
        <w:t>schließen</w:t>
      </w:r>
      <w:r w:rsidR="006B69CA">
        <w:rPr>
          <w:rStyle w:val="Formatvorlage4"/>
        </w:rPr>
        <w:t xml:space="preserve"> alle Hierarchie-Ebenen mit ein, auch die Geschäftsführungsebene.“ </w:t>
      </w:r>
    </w:p>
    <w:p w:rsidR="006B69CA" w:rsidRDefault="006B69CA" w:rsidP="00820F75">
      <w:pPr>
        <w:spacing w:line="360" w:lineRule="auto"/>
        <w:jc w:val="both"/>
        <w:rPr>
          <w:rStyle w:val="Formatvorlage4"/>
        </w:rPr>
      </w:pPr>
    </w:p>
    <w:p w:rsidR="00820F75" w:rsidRDefault="005F3A52" w:rsidP="00820F75">
      <w:pPr>
        <w:spacing w:line="360" w:lineRule="auto"/>
        <w:jc w:val="both"/>
        <w:rPr>
          <w:rFonts w:cs="Arial"/>
          <w:color w:val="000000"/>
          <w:sz w:val="24"/>
          <w:szCs w:val="24"/>
        </w:rPr>
      </w:pPr>
      <w:r>
        <w:rPr>
          <w:rFonts w:cs="Arial"/>
          <w:color w:val="000000"/>
          <w:sz w:val="24"/>
          <w:szCs w:val="24"/>
        </w:rPr>
        <w:t xml:space="preserve">Die neue Geschäftsführungsstruktur </w:t>
      </w:r>
      <w:r w:rsidR="00577064">
        <w:rPr>
          <w:rFonts w:cs="Arial"/>
          <w:color w:val="000000"/>
          <w:sz w:val="24"/>
          <w:szCs w:val="24"/>
        </w:rPr>
        <w:t xml:space="preserve">wird </w:t>
      </w:r>
      <w:r w:rsidR="00A06E30" w:rsidRPr="00A06E30">
        <w:rPr>
          <w:rFonts w:cs="Arial"/>
          <w:color w:val="000000"/>
          <w:sz w:val="24"/>
          <w:szCs w:val="24"/>
        </w:rPr>
        <w:t>das Zusammenspiel von Geschäftsführung und Aufsichtsrat</w:t>
      </w:r>
      <w:r w:rsidR="00577064">
        <w:rPr>
          <w:rFonts w:cs="Arial"/>
          <w:color w:val="000000"/>
          <w:sz w:val="24"/>
          <w:szCs w:val="24"/>
        </w:rPr>
        <w:t xml:space="preserve"> vereinfachen und beschleunigen</w:t>
      </w:r>
      <w:r>
        <w:rPr>
          <w:rFonts w:cs="Arial"/>
          <w:color w:val="000000"/>
          <w:sz w:val="24"/>
          <w:szCs w:val="24"/>
        </w:rPr>
        <w:t xml:space="preserve">. </w:t>
      </w:r>
      <w:r w:rsidR="003A3117">
        <w:rPr>
          <w:rFonts w:cs="Arial"/>
          <w:color w:val="000000"/>
          <w:sz w:val="24"/>
          <w:szCs w:val="24"/>
        </w:rPr>
        <w:t xml:space="preserve">Zudem </w:t>
      </w:r>
      <w:r>
        <w:rPr>
          <w:rFonts w:cs="Arial"/>
          <w:color w:val="000000"/>
          <w:sz w:val="24"/>
          <w:szCs w:val="24"/>
        </w:rPr>
        <w:t xml:space="preserve">entlastet </w:t>
      </w:r>
      <w:r w:rsidR="003A3117">
        <w:rPr>
          <w:rFonts w:cs="Arial"/>
          <w:color w:val="000000"/>
          <w:sz w:val="24"/>
          <w:szCs w:val="24"/>
        </w:rPr>
        <w:t xml:space="preserve">es </w:t>
      </w:r>
      <w:r>
        <w:rPr>
          <w:rFonts w:cs="Arial"/>
          <w:color w:val="000000"/>
          <w:sz w:val="24"/>
          <w:szCs w:val="24"/>
        </w:rPr>
        <w:t>beide Gremien und ermöglicht</w:t>
      </w:r>
      <w:r w:rsidR="00A06E30" w:rsidRPr="00A06E30">
        <w:rPr>
          <w:rFonts w:cs="Arial"/>
          <w:color w:val="000000"/>
          <w:sz w:val="24"/>
          <w:szCs w:val="24"/>
        </w:rPr>
        <w:t xml:space="preserve"> den Mitgliedern der Geschäftsführung</w:t>
      </w:r>
      <w:r w:rsidR="005D22F7">
        <w:rPr>
          <w:rFonts w:cs="Arial"/>
          <w:color w:val="000000"/>
          <w:sz w:val="24"/>
          <w:szCs w:val="24"/>
        </w:rPr>
        <w:t>,</w:t>
      </w:r>
      <w:r w:rsidR="00A06E30" w:rsidRPr="00A06E30">
        <w:rPr>
          <w:rFonts w:cs="Arial"/>
          <w:color w:val="000000"/>
          <w:sz w:val="24"/>
          <w:szCs w:val="24"/>
        </w:rPr>
        <w:t xml:space="preserve"> sich noch intensiver auf die ihnen übertragenen </w:t>
      </w:r>
      <w:r w:rsidR="00B121E0">
        <w:rPr>
          <w:rFonts w:cs="Arial"/>
          <w:color w:val="000000"/>
          <w:sz w:val="24"/>
          <w:szCs w:val="24"/>
        </w:rPr>
        <w:t xml:space="preserve">operativen </w:t>
      </w:r>
      <w:r w:rsidR="00A06E30" w:rsidRPr="00A06E30">
        <w:rPr>
          <w:rFonts w:cs="Arial"/>
          <w:color w:val="000000"/>
          <w:sz w:val="24"/>
          <w:szCs w:val="24"/>
        </w:rPr>
        <w:t>Aufgaben zu fokussieren.</w:t>
      </w:r>
    </w:p>
    <w:p w:rsidR="00820F75" w:rsidRDefault="00820F75" w:rsidP="00820F75">
      <w:pPr>
        <w:spacing w:line="360" w:lineRule="auto"/>
        <w:jc w:val="both"/>
        <w:rPr>
          <w:rFonts w:cs="Arial"/>
          <w:color w:val="000000"/>
          <w:sz w:val="24"/>
          <w:szCs w:val="24"/>
        </w:rPr>
      </w:pPr>
    </w:p>
    <w:p w:rsidR="006A669E" w:rsidRPr="00A06E30" w:rsidRDefault="00A06E30" w:rsidP="00820F75">
      <w:pPr>
        <w:spacing w:line="360" w:lineRule="auto"/>
        <w:jc w:val="both"/>
        <w:rPr>
          <w:rStyle w:val="Formatvorlage4"/>
          <w:szCs w:val="24"/>
        </w:rPr>
      </w:pPr>
      <w:r>
        <w:rPr>
          <w:rFonts w:cs="Arial"/>
          <w:color w:val="000000"/>
          <w:sz w:val="24"/>
          <w:szCs w:val="24"/>
        </w:rPr>
        <w:t xml:space="preserve">„Mit einer </w:t>
      </w:r>
      <w:r w:rsidR="005D22F7">
        <w:rPr>
          <w:rFonts w:cs="Arial"/>
          <w:color w:val="000000"/>
          <w:sz w:val="24"/>
          <w:szCs w:val="24"/>
        </w:rPr>
        <w:t xml:space="preserve">insgesamt </w:t>
      </w:r>
      <w:r>
        <w:rPr>
          <w:rFonts w:cs="Arial"/>
          <w:color w:val="000000"/>
          <w:sz w:val="24"/>
          <w:szCs w:val="24"/>
        </w:rPr>
        <w:t xml:space="preserve">fünfköpfigen Geschäftsführung und der </w:t>
      </w:r>
      <w:r w:rsidRPr="00A06E30">
        <w:rPr>
          <w:rFonts w:cs="Arial"/>
          <w:color w:val="000000"/>
          <w:sz w:val="24"/>
          <w:szCs w:val="24"/>
        </w:rPr>
        <w:t xml:space="preserve">neuen Position </w:t>
      </w:r>
      <w:r w:rsidR="005D22F7">
        <w:rPr>
          <w:rFonts w:cs="Arial"/>
          <w:color w:val="000000"/>
          <w:sz w:val="24"/>
          <w:szCs w:val="24"/>
        </w:rPr>
        <w:t>des</w:t>
      </w:r>
      <w:r w:rsidRPr="00A06E30">
        <w:rPr>
          <w:rFonts w:cs="Arial"/>
          <w:color w:val="000000"/>
          <w:sz w:val="24"/>
          <w:szCs w:val="24"/>
        </w:rPr>
        <w:t xml:space="preserve"> Vorsitzenden der Geschäftsführung geben wir der hagebau </w:t>
      </w:r>
      <w:r w:rsidR="003A3117">
        <w:rPr>
          <w:rFonts w:cs="Arial"/>
          <w:color w:val="000000"/>
          <w:sz w:val="24"/>
          <w:szCs w:val="24"/>
        </w:rPr>
        <w:t xml:space="preserve">ab 2018 </w:t>
      </w:r>
      <w:r w:rsidRPr="00A06E30">
        <w:rPr>
          <w:rFonts w:ascii="Helv" w:hAnsi="Helv" w:cs="Helv"/>
          <w:color w:val="000000"/>
          <w:sz w:val="24"/>
          <w:szCs w:val="24"/>
        </w:rPr>
        <w:t>eine moderne Führungsstruktur, die zum Mittelstand passt“, sagt Schuller</w:t>
      </w:r>
      <w:r w:rsidR="00A542FE">
        <w:rPr>
          <w:rFonts w:ascii="Helv" w:hAnsi="Helv" w:cs="Helv"/>
          <w:color w:val="000000"/>
          <w:sz w:val="24"/>
          <w:szCs w:val="24"/>
        </w:rPr>
        <w:t xml:space="preserve"> und betont:</w:t>
      </w:r>
      <w:r w:rsidRPr="00A06E30">
        <w:rPr>
          <w:rFonts w:ascii="Helv" w:hAnsi="Helv" w:cs="Helv"/>
          <w:color w:val="000000"/>
          <w:sz w:val="24"/>
          <w:szCs w:val="24"/>
        </w:rPr>
        <w:t xml:space="preserve"> „Denn die hagebau </w:t>
      </w:r>
      <w:r w:rsidR="00A542FE">
        <w:rPr>
          <w:rFonts w:ascii="Helv" w:hAnsi="Helv" w:cs="Helv"/>
          <w:color w:val="000000"/>
          <w:sz w:val="24"/>
          <w:szCs w:val="24"/>
        </w:rPr>
        <w:t>ist und bleibt auch mit d</w:t>
      </w:r>
      <w:r w:rsidRPr="00A06E30">
        <w:rPr>
          <w:rFonts w:ascii="Helv" w:hAnsi="Helv" w:cs="Helv"/>
          <w:color w:val="000000"/>
          <w:sz w:val="24"/>
          <w:szCs w:val="24"/>
        </w:rPr>
        <w:t xml:space="preserve">er neuen </w:t>
      </w:r>
      <w:r w:rsidR="00A542FE">
        <w:rPr>
          <w:rFonts w:ascii="Helv" w:hAnsi="Helv" w:cs="Helv"/>
          <w:color w:val="000000"/>
          <w:sz w:val="24"/>
          <w:szCs w:val="24"/>
        </w:rPr>
        <w:t>S</w:t>
      </w:r>
      <w:r w:rsidRPr="00A06E30">
        <w:rPr>
          <w:rFonts w:ascii="Helv" w:hAnsi="Helv" w:cs="Helv"/>
          <w:color w:val="000000"/>
          <w:sz w:val="24"/>
          <w:szCs w:val="24"/>
        </w:rPr>
        <w:t xml:space="preserve">truktur </w:t>
      </w:r>
      <w:r w:rsidR="00A542FE">
        <w:rPr>
          <w:rFonts w:ascii="Helv" w:hAnsi="Helv" w:cs="Helv"/>
          <w:color w:val="000000"/>
          <w:sz w:val="24"/>
          <w:szCs w:val="24"/>
        </w:rPr>
        <w:t xml:space="preserve">der Geschäftsführung </w:t>
      </w:r>
      <w:r w:rsidRPr="00A06E30">
        <w:rPr>
          <w:rFonts w:ascii="Helv" w:hAnsi="Helv" w:cs="Helv"/>
          <w:color w:val="000000"/>
          <w:sz w:val="24"/>
          <w:szCs w:val="24"/>
        </w:rPr>
        <w:t>ein mittelständisch geprägtes Unternehmen.“</w:t>
      </w:r>
    </w:p>
    <w:p w:rsidR="00EB3D31" w:rsidRPr="00A06E30" w:rsidRDefault="00EB3D31" w:rsidP="00820F75">
      <w:pPr>
        <w:spacing w:line="360" w:lineRule="auto"/>
        <w:jc w:val="both"/>
        <w:rPr>
          <w:rStyle w:val="Formatvorlage4"/>
          <w:szCs w:val="24"/>
        </w:rPr>
      </w:pPr>
    </w:p>
    <w:p w:rsidR="00A054A5" w:rsidRDefault="005F3A52" w:rsidP="00820F75">
      <w:pPr>
        <w:spacing w:line="360" w:lineRule="auto"/>
        <w:jc w:val="both"/>
        <w:rPr>
          <w:rStyle w:val="Formatvorlage4"/>
        </w:rPr>
      </w:pPr>
      <w:r>
        <w:rPr>
          <w:rStyle w:val="Formatvorlage4"/>
          <w:szCs w:val="24"/>
        </w:rPr>
        <w:t>N</w:t>
      </w:r>
      <w:r w:rsidR="005D22F7">
        <w:rPr>
          <w:rStyle w:val="Formatvorlage4"/>
          <w:szCs w:val="24"/>
        </w:rPr>
        <w:t xml:space="preserve">eben der </w:t>
      </w:r>
      <w:r>
        <w:rPr>
          <w:rStyle w:val="Formatvorlage4"/>
          <w:szCs w:val="24"/>
        </w:rPr>
        <w:t xml:space="preserve">neuen </w:t>
      </w:r>
      <w:r w:rsidR="005D22F7">
        <w:rPr>
          <w:rStyle w:val="Formatvorlage4"/>
          <w:szCs w:val="24"/>
        </w:rPr>
        <w:t xml:space="preserve">Position des Vorsitzenden der Geschäftsführung </w:t>
      </w:r>
      <w:r>
        <w:rPr>
          <w:rStyle w:val="Formatvorlage4"/>
          <w:szCs w:val="24"/>
        </w:rPr>
        <w:t xml:space="preserve">wird es ab Januar 2018 </w:t>
      </w:r>
      <w:r w:rsidR="005D22F7">
        <w:rPr>
          <w:rStyle w:val="Formatvorlage4"/>
          <w:szCs w:val="24"/>
        </w:rPr>
        <w:t xml:space="preserve">auch einen Geschäftsführer </w:t>
      </w:r>
      <w:r w:rsidR="00A542FE">
        <w:rPr>
          <w:rStyle w:val="Formatvorlage4"/>
          <w:szCs w:val="24"/>
        </w:rPr>
        <w:t xml:space="preserve">für den neu geschaffenen Geschäftsführungsbereich </w:t>
      </w:r>
      <w:r w:rsidR="005D22F7">
        <w:rPr>
          <w:rStyle w:val="Formatvorlage4"/>
          <w:szCs w:val="24"/>
        </w:rPr>
        <w:t>Finanzen/</w:t>
      </w:r>
      <w:r w:rsidR="00B121E0">
        <w:rPr>
          <w:rStyle w:val="Formatvorlage4"/>
          <w:szCs w:val="24"/>
        </w:rPr>
        <w:t>Verwaltung geben.</w:t>
      </w:r>
      <w:r>
        <w:rPr>
          <w:rStyle w:val="Formatvorlage4"/>
          <w:szCs w:val="24"/>
        </w:rPr>
        <w:t xml:space="preserve"> </w:t>
      </w:r>
      <w:r w:rsidR="00B121E0">
        <w:rPr>
          <w:rStyle w:val="Formatvorlage4"/>
          <w:szCs w:val="24"/>
        </w:rPr>
        <w:t xml:space="preserve">Die </w:t>
      </w:r>
      <w:r w:rsidR="008D3A33">
        <w:rPr>
          <w:rStyle w:val="Formatvorlage4"/>
        </w:rPr>
        <w:t xml:space="preserve">Besetzung dieser </w:t>
      </w:r>
      <w:r w:rsidR="00F557B9">
        <w:rPr>
          <w:rStyle w:val="Formatvorlage4"/>
        </w:rPr>
        <w:t>Geschäftsführer</w:t>
      </w:r>
      <w:r w:rsidR="004D0E51">
        <w:rPr>
          <w:rStyle w:val="Formatvorlage4"/>
        </w:rPr>
        <w:t>-P</w:t>
      </w:r>
      <w:r w:rsidR="00F557B9">
        <w:rPr>
          <w:rStyle w:val="Formatvorlage4"/>
        </w:rPr>
        <w:t xml:space="preserve">osition </w:t>
      </w:r>
      <w:r w:rsidR="008D3A33">
        <w:rPr>
          <w:rStyle w:val="Formatvorlage4"/>
        </w:rPr>
        <w:t xml:space="preserve">werde </w:t>
      </w:r>
      <w:r w:rsidR="00B3141E">
        <w:rPr>
          <w:rStyle w:val="Formatvorlage4"/>
        </w:rPr>
        <w:lastRenderedPageBreak/>
        <w:t>man in aller Ruhe durchführen</w:t>
      </w:r>
      <w:r w:rsidR="008D3A33">
        <w:rPr>
          <w:rStyle w:val="Formatvorlage4"/>
        </w:rPr>
        <w:t xml:space="preserve">, so Schuller, und nehme sich die </w:t>
      </w:r>
      <w:r w:rsidR="002A494B">
        <w:rPr>
          <w:rStyle w:val="Formatvorlage4"/>
        </w:rPr>
        <w:t xml:space="preserve">dafür nötige </w:t>
      </w:r>
      <w:r w:rsidR="008D3A33">
        <w:rPr>
          <w:rStyle w:val="Formatvorlage4"/>
        </w:rPr>
        <w:t xml:space="preserve">Zeit. Man stehe nicht unter </w:t>
      </w:r>
      <w:r w:rsidR="00B121E0">
        <w:rPr>
          <w:rStyle w:val="Formatvorlage4"/>
        </w:rPr>
        <w:t xml:space="preserve">zeitlichem </w:t>
      </w:r>
      <w:r w:rsidR="008D3A33">
        <w:rPr>
          <w:rStyle w:val="Formatvorlage4"/>
        </w:rPr>
        <w:t>Druck</w:t>
      </w:r>
      <w:r w:rsidR="006E1EE2">
        <w:rPr>
          <w:rStyle w:val="Formatvorlage4"/>
        </w:rPr>
        <w:t xml:space="preserve">. Schließlich werde </w:t>
      </w:r>
      <w:r>
        <w:rPr>
          <w:rStyle w:val="Formatvorlage4"/>
        </w:rPr>
        <w:t xml:space="preserve">Heribert Gondert, Geschäftsführer der hagebau KG und Sprecher der Geschäftsführung, </w:t>
      </w:r>
      <w:r w:rsidR="006E1EE2">
        <w:rPr>
          <w:rStyle w:val="Formatvorlage4"/>
        </w:rPr>
        <w:t xml:space="preserve">der gegenwärtig unter anderem diese Ressorts verantwortet, </w:t>
      </w:r>
      <w:r w:rsidR="00B121E0">
        <w:rPr>
          <w:rStyle w:val="Formatvorlage4"/>
        </w:rPr>
        <w:t xml:space="preserve">bis Ende 2017 </w:t>
      </w:r>
      <w:r w:rsidR="008D3A33">
        <w:rPr>
          <w:rStyle w:val="Formatvorlage4"/>
        </w:rPr>
        <w:t>in gewohnter Weise als Geschäftsführer agiere</w:t>
      </w:r>
      <w:r w:rsidR="006E1EE2">
        <w:rPr>
          <w:rStyle w:val="Formatvorlage4"/>
        </w:rPr>
        <w:t>n</w:t>
      </w:r>
      <w:r w:rsidR="008D3A33">
        <w:rPr>
          <w:rStyle w:val="Formatvorlage4"/>
        </w:rPr>
        <w:t xml:space="preserve"> und </w:t>
      </w:r>
      <w:r>
        <w:rPr>
          <w:rStyle w:val="Formatvorlage4"/>
        </w:rPr>
        <w:t>erst dan</w:t>
      </w:r>
      <w:r w:rsidR="006E1EE2">
        <w:rPr>
          <w:rStyle w:val="Formatvorlage4"/>
        </w:rPr>
        <w:t>ach</w:t>
      </w:r>
      <w:r>
        <w:rPr>
          <w:rStyle w:val="Formatvorlage4"/>
        </w:rPr>
        <w:t xml:space="preserve"> die Geschäftsführung au</w:t>
      </w:r>
      <w:r w:rsidR="006E1EE2">
        <w:rPr>
          <w:rStyle w:val="Formatvorlage4"/>
        </w:rPr>
        <w:t>f eig</w:t>
      </w:r>
      <w:r w:rsidR="007768B0">
        <w:rPr>
          <w:rStyle w:val="Formatvorlage4"/>
        </w:rPr>
        <w:t>e</w:t>
      </w:r>
      <w:r w:rsidR="006E1EE2">
        <w:rPr>
          <w:rStyle w:val="Formatvorlage4"/>
        </w:rPr>
        <w:t>nen Wunsch hin verlassen</w:t>
      </w:r>
      <w:r>
        <w:rPr>
          <w:rStyle w:val="Formatvorlage4"/>
        </w:rPr>
        <w:t xml:space="preserve">. </w:t>
      </w:r>
      <w:r w:rsidR="00F46FDA">
        <w:rPr>
          <w:rStyle w:val="Formatvorlage4"/>
        </w:rPr>
        <w:t>Es</w:t>
      </w:r>
      <w:r w:rsidR="00403E42">
        <w:rPr>
          <w:rStyle w:val="Formatvorlage4"/>
        </w:rPr>
        <w:t xml:space="preserve"> </w:t>
      </w:r>
      <w:r w:rsidR="007768B0">
        <w:rPr>
          <w:rStyle w:val="Formatvorlage4"/>
        </w:rPr>
        <w:t xml:space="preserve">gebe </w:t>
      </w:r>
      <w:r w:rsidR="00F46FDA">
        <w:rPr>
          <w:rStyle w:val="Formatvorlage4"/>
        </w:rPr>
        <w:t xml:space="preserve">also genügend Zeit, um </w:t>
      </w:r>
      <w:r w:rsidR="00403E42">
        <w:rPr>
          <w:rStyle w:val="Formatvorlage4"/>
        </w:rPr>
        <w:t xml:space="preserve">den passenden Kandidaten zu finden und dann eine </w:t>
      </w:r>
      <w:r w:rsidR="00F46FDA">
        <w:rPr>
          <w:rStyle w:val="Formatvorlage4"/>
        </w:rPr>
        <w:t>gut organisierte Einarbeitun</w:t>
      </w:r>
      <w:r w:rsidR="00403E42">
        <w:rPr>
          <w:rStyle w:val="Formatvorlage4"/>
        </w:rPr>
        <w:t>g sicherzustellen.</w:t>
      </w:r>
    </w:p>
    <w:p w:rsidR="00403E42" w:rsidRDefault="00403E42" w:rsidP="00820F75">
      <w:pPr>
        <w:spacing w:line="360" w:lineRule="auto"/>
        <w:jc w:val="both"/>
        <w:rPr>
          <w:rStyle w:val="Formatvorlage4"/>
        </w:rPr>
      </w:pPr>
    </w:p>
    <w:p w:rsidR="00403E42" w:rsidRDefault="00403E42" w:rsidP="00820F75">
      <w:pPr>
        <w:spacing w:line="360" w:lineRule="auto"/>
        <w:jc w:val="both"/>
        <w:rPr>
          <w:rStyle w:val="Formatvorlage4"/>
        </w:rPr>
      </w:pPr>
      <w:r>
        <w:rPr>
          <w:rStyle w:val="Formatvorlage4"/>
        </w:rPr>
        <w:t>„Dafür, da</w:t>
      </w:r>
      <w:r w:rsidR="00B3141E">
        <w:rPr>
          <w:rStyle w:val="Formatvorlage4"/>
        </w:rPr>
        <w:t>ss sich Heribert Gondert die</w:t>
      </w:r>
      <w:r>
        <w:rPr>
          <w:rStyle w:val="Formatvorlage4"/>
        </w:rPr>
        <w:t xml:space="preserve"> Zeit nimmt</w:t>
      </w:r>
      <w:r w:rsidR="00B3141E">
        <w:rPr>
          <w:rStyle w:val="Formatvorlage4"/>
        </w:rPr>
        <w:t xml:space="preserve">, diesen Prozess zu unterstützen </w:t>
      </w:r>
      <w:r>
        <w:rPr>
          <w:rStyle w:val="Formatvorlage4"/>
        </w:rPr>
        <w:t>und danach zudem als Berater der hagebau zu Verfügung steht, sind wir ihm sehr dankbar“, so Johannes Schuller.</w:t>
      </w:r>
    </w:p>
    <w:p w:rsidR="00A054A5" w:rsidRDefault="00A054A5" w:rsidP="00D76D5F">
      <w:pPr>
        <w:spacing w:line="360" w:lineRule="auto"/>
        <w:rPr>
          <w:rStyle w:val="Formatvorlage4"/>
        </w:rPr>
      </w:pPr>
    </w:p>
    <w:p w:rsidR="00B96199" w:rsidRDefault="00867320" w:rsidP="00D76D5F">
      <w:pPr>
        <w:spacing w:line="360" w:lineRule="auto"/>
        <w:rPr>
          <w:rStyle w:val="Formatvorlage4"/>
        </w:rPr>
      </w:pPr>
      <w:r>
        <w:rPr>
          <w:rStyle w:val="Formatvorlage4"/>
        </w:rPr>
        <w:t>4.416</w:t>
      </w:r>
      <w:r w:rsidR="00E02E9D">
        <w:rPr>
          <w:rStyle w:val="Formatvorlage4"/>
        </w:rPr>
        <w:t xml:space="preserve"> Zeichen</w:t>
      </w:r>
    </w:p>
    <w:p w:rsidR="00867320" w:rsidRDefault="00867320" w:rsidP="00D76D5F">
      <w:pPr>
        <w:spacing w:line="360" w:lineRule="auto"/>
        <w:rPr>
          <w:rStyle w:val="Formatvorlage4"/>
        </w:rPr>
      </w:pPr>
    </w:p>
    <w:p w:rsidR="00867320" w:rsidRPr="00CB1E02" w:rsidRDefault="00867320" w:rsidP="00867320">
      <w:pPr>
        <w:rPr>
          <w:rStyle w:val="Formatvorlage4"/>
          <w:b/>
        </w:rPr>
      </w:pPr>
      <w:r w:rsidRPr="00CB1E02">
        <w:rPr>
          <w:rStyle w:val="Formatvorlage4"/>
          <w:b/>
        </w:rPr>
        <w:t>Bildunterschrift:</w:t>
      </w:r>
    </w:p>
    <w:p w:rsidR="00867320" w:rsidRPr="00CB1E02" w:rsidRDefault="00867320" w:rsidP="00867320">
      <w:pPr>
        <w:rPr>
          <w:rStyle w:val="Formatvorlage4"/>
          <w:b/>
        </w:rPr>
      </w:pPr>
    </w:p>
    <w:p w:rsidR="00867320" w:rsidRPr="008013E1" w:rsidRDefault="00867320" w:rsidP="00867320">
      <w:pPr>
        <w:rPr>
          <w:rStyle w:val="Formatvorlage4"/>
          <w:b/>
          <w:szCs w:val="24"/>
        </w:rPr>
      </w:pPr>
      <w:r w:rsidRPr="008013E1">
        <w:rPr>
          <w:rStyle w:val="Formatvorlage4"/>
          <w:b/>
          <w:szCs w:val="24"/>
        </w:rPr>
        <w:t>Jan Buck-Emden.jpg</w:t>
      </w:r>
    </w:p>
    <w:p w:rsidR="00867320" w:rsidRPr="008013E1" w:rsidRDefault="00867320" w:rsidP="00867320">
      <w:pPr>
        <w:rPr>
          <w:rStyle w:val="Formatvorlage4"/>
        </w:rPr>
      </w:pPr>
      <w:r w:rsidRPr="008013E1">
        <w:rPr>
          <w:rStyle w:val="Formatvorlage4"/>
        </w:rPr>
        <w:t>hagebau Aufsichtsrat beruft Jan Buck-Emden zum Vorsitzenden der Geschäftsführung ab 01.01.2018</w:t>
      </w:r>
    </w:p>
    <w:p w:rsidR="00867320" w:rsidRDefault="00867320" w:rsidP="00867320">
      <w:pPr>
        <w:rPr>
          <w:rStyle w:val="Formatvorlage4"/>
          <w:sz w:val="22"/>
        </w:rPr>
      </w:pPr>
    </w:p>
    <w:p w:rsidR="00867320" w:rsidRPr="00C358C9" w:rsidRDefault="00867320" w:rsidP="00867320">
      <w:pPr>
        <w:rPr>
          <w:rStyle w:val="Formatvorlage4"/>
          <w:sz w:val="22"/>
        </w:rPr>
      </w:pPr>
      <w:r w:rsidRPr="00C358C9">
        <w:rPr>
          <w:rStyle w:val="Formatvorlage4"/>
          <w:sz w:val="22"/>
        </w:rPr>
        <w:t>Foto: hagebau (Abdruck honorarfrei)</w:t>
      </w:r>
    </w:p>
    <w:p w:rsidR="00867320" w:rsidRDefault="00867320" w:rsidP="00D76D5F">
      <w:pPr>
        <w:rPr>
          <w:rStyle w:val="Formatvorlage4"/>
        </w:rPr>
      </w:pPr>
    </w:p>
    <w:p w:rsidR="00867320" w:rsidRDefault="00867320" w:rsidP="00D76D5F">
      <w:pPr>
        <w:rPr>
          <w:rStyle w:val="Formatvorlage4"/>
        </w:rPr>
      </w:pPr>
    </w:p>
    <w:p w:rsidR="00867320" w:rsidRDefault="00867320" w:rsidP="00D76D5F">
      <w:pPr>
        <w:rPr>
          <w:rStyle w:val="Formatvorlage4"/>
        </w:rPr>
      </w:pPr>
    </w:p>
    <w:p w:rsidR="00820F75" w:rsidRPr="00611523" w:rsidRDefault="00820F75" w:rsidP="00820F75">
      <w:pPr>
        <w:rPr>
          <w:rFonts w:cs="Arial"/>
          <w:szCs w:val="24"/>
        </w:rPr>
      </w:pPr>
      <w:r>
        <w:rPr>
          <w:rFonts w:cs="Arial"/>
          <w:b/>
          <w:szCs w:val="24"/>
        </w:rPr>
        <w:t>hagebau Gruppe</w:t>
      </w:r>
    </w:p>
    <w:p w:rsidR="00820F75" w:rsidRPr="002B5376" w:rsidRDefault="00820F75" w:rsidP="00820F75">
      <w:pPr>
        <w:jc w:val="both"/>
        <w:rPr>
          <w:rFonts w:cs="Arial"/>
        </w:rPr>
      </w:pPr>
      <w:r w:rsidRPr="000045A2">
        <w:rPr>
          <w:rFonts w:cs="Arial"/>
        </w:rPr>
        <w:t xml:space="preserve">1964 </w:t>
      </w:r>
      <w:r w:rsidRPr="002B5376">
        <w:rPr>
          <w:rFonts w:cs="Arial"/>
        </w:rPr>
        <w:t xml:space="preserve">gegründet ist die hagebau Handelsgesellschaft für Baustoffe mbH &amp; Co. KG eine heute durch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rsidR="00820F75" w:rsidRPr="002B5376" w:rsidRDefault="00820F75" w:rsidP="00820F75">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hagebau Gruppe erwirtschafteten ein Jahr zuvor (2014) einen Netto-Außenumsatz von 14,4 Milliarden Euro. </w:t>
      </w:r>
    </w:p>
    <w:p w:rsidR="00820F75" w:rsidRPr="002B5376" w:rsidRDefault="00820F75" w:rsidP="00820F75">
      <w:pPr>
        <w:jc w:val="both"/>
        <w:rPr>
          <w:rFonts w:cs="Arial"/>
        </w:rPr>
      </w:pPr>
      <w:r w:rsidRPr="002B5376">
        <w:rPr>
          <w:rFonts w:cs="Arial"/>
        </w:rPr>
        <w:t xml:space="preserve">Der Fachhandel bedient unter der (Kann-)Marke hagebau die </w:t>
      </w:r>
      <w:r>
        <w:rPr>
          <w:rFonts w:cs="Arial"/>
        </w:rPr>
        <w:t>Sparten</w:t>
      </w:r>
      <w:r w:rsidRPr="002B5376">
        <w:rPr>
          <w:rFonts w:cs="Arial"/>
        </w:rPr>
        <w:t xml:space="preserve"> Baustoffe, Fliese und Holz (primär B2B). </w:t>
      </w:r>
    </w:p>
    <w:p w:rsidR="00820F75" w:rsidRPr="002B5376" w:rsidRDefault="00820F75" w:rsidP="00820F75">
      <w:pPr>
        <w:jc w:val="both"/>
        <w:rPr>
          <w:rFonts w:cs="Arial"/>
        </w:rPr>
      </w:pPr>
      <w:r w:rsidRPr="002B5376">
        <w:rPr>
          <w:rFonts w:cs="Arial"/>
        </w:rPr>
        <w:t>Die hagebaumärkte in Deutschland und Österreich erzielten im Geschäftsjahr 2015 einen kumulierten Netto-Verkaufsumsatz von 2,08 Milliarden Euro. Der Einzelhandel, dem mittelständische Unternehmen</w:t>
      </w:r>
      <w:r>
        <w:rPr>
          <w:rFonts w:cs="Arial"/>
        </w:rPr>
        <w:t xml:space="preserve"> als Franchisenehmer </w:t>
      </w:r>
      <w:r w:rsidRPr="002B5376">
        <w:rPr>
          <w:rFonts w:cs="Arial"/>
        </w:rPr>
        <w:t xml:space="preserve">über die 100-prozentige hagebau Tochter ZEUS Zentrale für Einkauf und Service GmbH &amp; Co. KG der Gruppe angeschlossen sind, ist mit den Marken hagebaumarkt, Floraland und Werkers Welt im standortgebundenen B2C-Markt </w:t>
      </w:r>
      <w:r w:rsidRPr="002B5376">
        <w:rPr>
          <w:rFonts w:cs="Arial"/>
        </w:rPr>
        <w:lastRenderedPageBreak/>
        <w:t xml:space="preserve">aktiv. Mit dem Joint Venture baumarkt direkt der hagebau mit der Otto Group Hamburg deckt die Verbundgruppe auch den B2C-Onlinehandel ab. </w:t>
      </w:r>
    </w:p>
    <w:p w:rsidR="00820F75" w:rsidRPr="00450274" w:rsidRDefault="00820F75" w:rsidP="00820F75">
      <w:pPr>
        <w:jc w:val="both"/>
        <w:rPr>
          <w:rFonts w:cs="Arial"/>
        </w:rPr>
      </w:pPr>
      <w:r w:rsidRPr="002B5376">
        <w:rPr>
          <w:rFonts w:cs="Arial"/>
        </w:rPr>
        <w:t>Mit mehr als 1.350 Mitarbeitern erbringt die hagebau Gruppe an sieben Standorten zahlreiche Dienstleistungen für die angeschlossenen mittelständischen Handelshäuser. Hauptsitz der Kooperation ist Soltau</w:t>
      </w:r>
      <w:r>
        <w:rPr>
          <w:rFonts w:cs="Arial"/>
        </w:rPr>
        <w:t xml:space="preserve"> mit</w:t>
      </w:r>
      <w:r w:rsidRPr="002B5376">
        <w:rPr>
          <w:rFonts w:cs="Arial"/>
        </w:rPr>
        <w:t xml:space="preserve"> rund </w:t>
      </w:r>
      <w:r>
        <w:rPr>
          <w:rFonts w:cs="Arial"/>
        </w:rPr>
        <w:t>900</w:t>
      </w:r>
      <w:r w:rsidRPr="002B5376">
        <w:rPr>
          <w:rFonts w:cs="Arial"/>
        </w:rPr>
        <w:t xml:space="preserve">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D76D5F">
      <w:pPr>
        <w:rPr>
          <w:rStyle w:val="Formatvorlage4"/>
        </w:rPr>
      </w:pPr>
    </w:p>
    <w:p w:rsidR="00867320" w:rsidRDefault="00867320" w:rsidP="00D76D5F">
      <w:pPr>
        <w:rPr>
          <w:rStyle w:val="Formatvorlage4"/>
        </w:rPr>
      </w:pPr>
    </w:p>
    <w:p w:rsidR="00134E14" w:rsidRPr="00487F33" w:rsidRDefault="00134E14" w:rsidP="00D76D5F">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D76D5F">
      <w:pPr>
        <w:rPr>
          <w:rStyle w:val="Formatvorlage7"/>
          <w:sz w:val="20"/>
          <w:szCs w:val="20"/>
        </w:rPr>
      </w:pPr>
    </w:p>
    <w:p w:rsidR="00134E14" w:rsidRDefault="00134E14" w:rsidP="00D76D5F">
      <w:pPr>
        <w:spacing w:line="276" w:lineRule="auto"/>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D76D5F">
      <w:pPr>
        <w:spacing w:line="276" w:lineRule="auto"/>
        <w:rPr>
          <w:rStyle w:val="Formatvorlage4"/>
          <w:sz w:val="20"/>
          <w:szCs w:val="20"/>
        </w:rPr>
      </w:pPr>
      <w:r>
        <w:rPr>
          <w:rStyle w:val="Formatvorlage4"/>
          <w:sz w:val="20"/>
          <w:szCs w:val="20"/>
        </w:rPr>
        <w:t>Bereichsleitung Unternehmenskommunikation</w:t>
      </w:r>
    </w:p>
    <w:p w:rsidR="00134E14" w:rsidRPr="00487F33" w:rsidRDefault="00134E14" w:rsidP="00D76D5F">
      <w:pPr>
        <w:spacing w:line="276" w:lineRule="auto"/>
        <w:rPr>
          <w:rStyle w:val="Formatvorlage4"/>
          <w:sz w:val="20"/>
          <w:szCs w:val="20"/>
        </w:rPr>
      </w:pPr>
      <w:r>
        <w:rPr>
          <w:rStyle w:val="Formatvorlage4"/>
          <w:sz w:val="20"/>
          <w:szCs w:val="20"/>
        </w:rPr>
        <w:t>Pressesprecher</w:t>
      </w:r>
    </w:p>
    <w:p w:rsidR="00134E14" w:rsidRDefault="00134E14" w:rsidP="00D76D5F">
      <w:pPr>
        <w:spacing w:line="276" w:lineRule="auto"/>
        <w:rPr>
          <w:rStyle w:val="Formatvorlage4"/>
          <w:sz w:val="20"/>
          <w:szCs w:val="20"/>
        </w:rPr>
      </w:pPr>
    </w:p>
    <w:p w:rsidR="00134E14" w:rsidRDefault="00134E14" w:rsidP="00D76D5F">
      <w:pPr>
        <w:spacing w:line="276" w:lineRule="auto"/>
        <w:rPr>
          <w:rStyle w:val="Formatvorlage4"/>
          <w:sz w:val="20"/>
          <w:szCs w:val="20"/>
        </w:rPr>
      </w:pPr>
      <w:r w:rsidRPr="00487F33">
        <w:rPr>
          <w:rStyle w:val="Formatvorlage4"/>
          <w:sz w:val="20"/>
          <w:szCs w:val="20"/>
        </w:rPr>
        <w:t xml:space="preserve">hagebau </w:t>
      </w:r>
    </w:p>
    <w:p w:rsidR="00134E14" w:rsidRDefault="00134E14" w:rsidP="00D76D5F">
      <w:pPr>
        <w:spacing w:line="276" w:lineRule="auto"/>
        <w:rPr>
          <w:rStyle w:val="Formatvorlage4"/>
          <w:sz w:val="20"/>
          <w:szCs w:val="20"/>
        </w:rPr>
      </w:pPr>
      <w:r w:rsidRPr="00487F33">
        <w:rPr>
          <w:rStyle w:val="Formatvorlage4"/>
          <w:sz w:val="20"/>
          <w:szCs w:val="20"/>
        </w:rPr>
        <w:t>Handelsgesellschaft für Baustoffe mbH &amp; Co. KG</w:t>
      </w:r>
    </w:p>
    <w:p w:rsidR="00134E14" w:rsidRDefault="00134E14" w:rsidP="00D76D5F">
      <w:pPr>
        <w:spacing w:line="276" w:lineRule="auto"/>
        <w:rPr>
          <w:rStyle w:val="Formatvorlage4"/>
          <w:sz w:val="20"/>
          <w:szCs w:val="20"/>
        </w:rPr>
      </w:pPr>
    </w:p>
    <w:p w:rsidR="00134E14" w:rsidRDefault="00134E14" w:rsidP="00D76D5F">
      <w:pPr>
        <w:spacing w:line="276" w:lineRule="auto"/>
        <w:rPr>
          <w:rStyle w:val="Formatvorlage4"/>
          <w:sz w:val="20"/>
          <w:szCs w:val="20"/>
        </w:rPr>
      </w:pPr>
      <w:r>
        <w:rPr>
          <w:rStyle w:val="Formatvorlage4"/>
          <w:sz w:val="20"/>
          <w:szCs w:val="20"/>
        </w:rPr>
        <w:t>Celler Str. 47</w:t>
      </w:r>
    </w:p>
    <w:p w:rsidR="00134E14" w:rsidRPr="00E869A4" w:rsidRDefault="00134E14" w:rsidP="00D76D5F">
      <w:pPr>
        <w:spacing w:line="276" w:lineRule="auto"/>
        <w:rPr>
          <w:rStyle w:val="Formatvorlage4"/>
          <w:sz w:val="20"/>
          <w:szCs w:val="20"/>
        </w:rPr>
      </w:pPr>
      <w:r>
        <w:rPr>
          <w:rStyle w:val="Formatvorlage4"/>
          <w:sz w:val="20"/>
          <w:szCs w:val="20"/>
        </w:rPr>
        <w:t>29614 Soltau</w:t>
      </w:r>
    </w:p>
    <w:p w:rsidR="00134E14" w:rsidRPr="00E869A4" w:rsidRDefault="00134E14" w:rsidP="00D76D5F">
      <w:pPr>
        <w:spacing w:line="276" w:lineRule="auto"/>
        <w:rPr>
          <w:rStyle w:val="Formatvorlage4"/>
          <w:sz w:val="20"/>
          <w:szCs w:val="20"/>
        </w:rPr>
      </w:pPr>
      <w:r>
        <w:rPr>
          <w:rStyle w:val="Formatvorlage4"/>
          <w:sz w:val="20"/>
          <w:szCs w:val="20"/>
        </w:rPr>
        <w:t>Telefon: +49 5191 802-766</w:t>
      </w:r>
    </w:p>
    <w:p w:rsidR="00134E14" w:rsidRDefault="00134E14" w:rsidP="00D76D5F">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D76D5F">
      <w:pPr>
        <w:spacing w:line="276" w:lineRule="auto"/>
        <w:rPr>
          <w:rStyle w:val="Formatvorlage4"/>
          <w:sz w:val="20"/>
          <w:szCs w:val="20"/>
        </w:rPr>
      </w:pPr>
      <w:r>
        <w:rPr>
          <w:rStyle w:val="Formatvorlage4"/>
          <w:sz w:val="20"/>
          <w:szCs w:val="20"/>
        </w:rPr>
        <w:t>Mobil: +49 172 4538678</w:t>
      </w:r>
    </w:p>
    <w:p w:rsidR="00134E14" w:rsidRPr="00E869A4" w:rsidRDefault="00134E14" w:rsidP="00D76D5F">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D76D5F">
      <w:pPr>
        <w:spacing w:line="276" w:lineRule="auto"/>
        <w:rPr>
          <w:rStyle w:val="Formatvorlage4"/>
        </w:rPr>
      </w:pPr>
      <w:r w:rsidRPr="00487F33">
        <w:rPr>
          <w:rStyle w:val="Formatvorlage4"/>
          <w:sz w:val="20"/>
          <w:szCs w:val="20"/>
        </w:rPr>
        <w:t>Internet: www.hagebau.co</w:t>
      </w:r>
      <w:r>
        <w:rPr>
          <w:rStyle w:val="Formatvorlage4"/>
          <w:sz w:val="20"/>
          <w:szCs w:val="20"/>
        </w:rPr>
        <w:t>m</w:t>
      </w:r>
    </w:p>
    <w:sectPr w:rsidR="00422A61" w:rsidSect="006E1EE2">
      <w:headerReference w:type="default" r:id="rId9"/>
      <w:pgSz w:w="11906" w:h="16838"/>
      <w:pgMar w:top="2552" w:right="1133"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6A3" w:rsidRDefault="00B726A3" w:rsidP="008F126E">
      <w:r>
        <w:separator/>
      </w:r>
    </w:p>
  </w:endnote>
  <w:endnote w:type="continuationSeparator" w:id="0">
    <w:p w:rsidR="00B726A3" w:rsidRDefault="00B726A3"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6A3" w:rsidRDefault="00B726A3" w:rsidP="008F126E">
      <w:r>
        <w:separator/>
      </w:r>
    </w:p>
  </w:footnote>
  <w:footnote w:type="continuationSeparator" w:id="0">
    <w:p w:rsidR="00B726A3" w:rsidRDefault="00B726A3"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375C79B7" wp14:editId="71B6285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B3F09"/>
    <w:multiLevelType w:val="hybridMultilevel"/>
    <w:tmpl w:val="F17E3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4283820"/>
    <w:multiLevelType w:val="hybridMultilevel"/>
    <w:tmpl w:val="BDAAC4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412"/>
    <w:rsid w:val="00000F0F"/>
    <w:rsid w:val="00013A70"/>
    <w:rsid w:val="00016813"/>
    <w:rsid w:val="000308C3"/>
    <w:rsid w:val="00051A5A"/>
    <w:rsid w:val="00057857"/>
    <w:rsid w:val="00093D8B"/>
    <w:rsid w:val="000D49CE"/>
    <w:rsid w:val="000F1EA2"/>
    <w:rsid w:val="00105936"/>
    <w:rsid w:val="00126816"/>
    <w:rsid w:val="00134E14"/>
    <w:rsid w:val="001478B7"/>
    <w:rsid w:val="0018289A"/>
    <w:rsid w:val="00184D61"/>
    <w:rsid w:val="00191F25"/>
    <w:rsid w:val="001B399E"/>
    <w:rsid w:val="001E68A6"/>
    <w:rsid w:val="001F5555"/>
    <w:rsid w:val="0021209F"/>
    <w:rsid w:val="0023201D"/>
    <w:rsid w:val="00263A91"/>
    <w:rsid w:val="00290F81"/>
    <w:rsid w:val="00297AD5"/>
    <w:rsid w:val="002A494B"/>
    <w:rsid w:val="002B5376"/>
    <w:rsid w:val="002C50A0"/>
    <w:rsid w:val="002D2DBE"/>
    <w:rsid w:val="002F065F"/>
    <w:rsid w:val="003648C1"/>
    <w:rsid w:val="0038673C"/>
    <w:rsid w:val="003948AC"/>
    <w:rsid w:val="00396DA0"/>
    <w:rsid w:val="003A3117"/>
    <w:rsid w:val="003B698C"/>
    <w:rsid w:val="003C4B53"/>
    <w:rsid w:val="00403E42"/>
    <w:rsid w:val="00422A61"/>
    <w:rsid w:val="0044065F"/>
    <w:rsid w:val="00450274"/>
    <w:rsid w:val="00457B41"/>
    <w:rsid w:val="00487F33"/>
    <w:rsid w:val="00494D2A"/>
    <w:rsid w:val="004D0E51"/>
    <w:rsid w:val="004D5423"/>
    <w:rsid w:val="004E1D4F"/>
    <w:rsid w:val="004F16B3"/>
    <w:rsid w:val="004F3D63"/>
    <w:rsid w:val="004F569D"/>
    <w:rsid w:val="00513EA9"/>
    <w:rsid w:val="00524D2A"/>
    <w:rsid w:val="005657EB"/>
    <w:rsid w:val="0057324F"/>
    <w:rsid w:val="00577064"/>
    <w:rsid w:val="0059181F"/>
    <w:rsid w:val="005A227F"/>
    <w:rsid w:val="005B1E8D"/>
    <w:rsid w:val="005D22F7"/>
    <w:rsid w:val="005F3A52"/>
    <w:rsid w:val="00617638"/>
    <w:rsid w:val="00635340"/>
    <w:rsid w:val="006358FA"/>
    <w:rsid w:val="00644D7A"/>
    <w:rsid w:val="006523CE"/>
    <w:rsid w:val="00660D0B"/>
    <w:rsid w:val="0067060B"/>
    <w:rsid w:val="006A669E"/>
    <w:rsid w:val="006B06C9"/>
    <w:rsid w:val="006B69CA"/>
    <w:rsid w:val="006C3E88"/>
    <w:rsid w:val="006E1EE2"/>
    <w:rsid w:val="006F7F65"/>
    <w:rsid w:val="007068B0"/>
    <w:rsid w:val="00757616"/>
    <w:rsid w:val="007768B0"/>
    <w:rsid w:val="00793CBB"/>
    <w:rsid w:val="007A1ED3"/>
    <w:rsid w:val="007E248E"/>
    <w:rsid w:val="008013E1"/>
    <w:rsid w:val="00810B2F"/>
    <w:rsid w:val="00816D02"/>
    <w:rsid w:val="00820F75"/>
    <w:rsid w:val="00820FCD"/>
    <w:rsid w:val="00867320"/>
    <w:rsid w:val="008868D1"/>
    <w:rsid w:val="008B3AD4"/>
    <w:rsid w:val="008D2980"/>
    <w:rsid w:val="008D3A33"/>
    <w:rsid w:val="008E4735"/>
    <w:rsid w:val="008F126E"/>
    <w:rsid w:val="008F5884"/>
    <w:rsid w:val="00903EEB"/>
    <w:rsid w:val="00915DB6"/>
    <w:rsid w:val="00926839"/>
    <w:rsid w:val="0093002E"/>
    <w:rsid w:val="009311B5"/>
    <w:rsid w:val="00933412"/>
    <w:rsid w:val="00974A46"/>
    <w:rsid w:val="0099224B"/>
    <w:rsid w:val="009A005A"/>
    <w:rsid w:val="009A00C4"/>
    <w:rsid w:val="00A054A5"/>
    <w:rsid w:val="00A06E30"/>
    <w:rsid w:val="00A1520E"/>
    <w:rsid w:val="00A322F7"/>
    <w:rsid w:val="00A3690A"/>
    <w:rsid w:val="00A37949"/>
    <w:rsid w:val="00A40813"/>
    <w:rsid w:val="00A40B58"/>
    <w:rsid w:val="00A542FE"/>
    <w:rsid w:val="00A54DBC"/>
    <w:rsid w:val="00A86D96"/>
    <w:rsid w:val="00AD3A5C"/>
    <w:rsid w:val="00AE5809"/>
    <w:rsid w:val="00AF4416"/>
    <w:rsid w:val="00B121E0"/>
    <w:rsid w:val="00B3141E"/>
    <w:rsid w:val="00B33770"/>
    <w:rsid w:val="00B33D81"/>
    <w:rsid w:val="00B342C6"/>
    <w:rsid w:val="00B342D8"/>
    <w:rsid w:val="00B46D5E"/>
    <w:rsid w:val="00B51065"/>
    <w:rsid w:val="00B726A3"/>
    <w:rsid w:val="00B9206F"/>
    <w:rsid w:val="00B96091"/>
    <w:rsid w:val="00B96199"/>
    <w:rsid w:val="00BB0598"/>
    <w:rsid w:val="00BD536D"/>
    <w:rsid w:val="00BE04DC"/>
    <w:rsid w:val="00BF713A"/>
    <w:rsid w:val="00C72061"/>
    <w:rsid w:val="00C95E9B"/>
    <w:rsid w:val="00CA0C4C"/>
    <w:rsid w:val="00CA3E9D"/>
    <w:rsid w:val="00D135B9"/>
    <w:rsid w:val="00D63935"/>
    <w:rsid w:val="00D66B38"/>
    <w:rsid w:val="00D76D5F"/>
    <w:rsid w:val="00D86A33"/>
    <w:rsid w:val="00D92357"/>
    <w:rsid w:val="00DA44AB"/>
    <w:rsid w:val="00DB5815"/>
    <w:rsid w:val="00DB6EE9"/>
    <w:rsid w:val="00DF052C"/>
    <w:rsid w:val="00DF76AE"/>
    <w:rsid w:val="00E02E9D"/>
    <w:rsid w:val="00E03232"/>
    <w:rsid w:val="00E0347E"/>
    <w:rsid w:val="00E142AD"/>
    <w:rsid w:val="00E23DCE"/>
    <w:rsid w:val="00E25F83"/>
    <w:rsid w:val="00E336B3"/>
    <w:rsid w:val="00E64FE7"/>
    <w:rsid w:val="00E869A4"/>
    <w:rsid w:val="00E91B46"/>
    <w:rsid w:val="00EB3D31"/>
    <w:rsid w:val="00EB75C8"/>
    <w:rsid w:val="00ED15F0"/>
    <w:rsid w:val="00EF1BF7"/>
    <w:rsid w:val="00F1023F"/>
    <w:rsid w:val="00F1138B"/>
    <w:rsid w:val="00F35ABD"/>
    <w:rsid w:val="00F46FDA"/>
    <w:rsid w:val="00F543B9"/>
    <w:rsid w:val="00F557B9"/>
    <w:rsid w:val="00F56EA5"/>
    <w:rsid w:val="00F833C4"/>
    <w:rsid w:val="00FB4CAD"/>
    <w:rsid w:val="00FE2296"/>
    <w:rsid w:val="00FE318E"/>
    <w:rsid w:val="00FF1809"/>
    <w:rsid w:val="00FF66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AF44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Listenabsatz">
    <w:name w:val="List Paragraph"/>
    <w:basedOn w:val="Standard"/>
    <w:uiPriority w:val="34"/>
    <w:qFormat/>
    <w:rsid w:val="00AF44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1CAD5-C4A3-4E77-9F70-AA3E58387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881</Words>
  <Characters>6014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Ralph Esper</dc:creator>
  <cp:lastModifiedBy>Stefanie Ostendorf</cp:lastModifiedBy>
  <cp:revision>2</cp:revision>
  <cp:lastPrinted>2016-11-07T13:55:00Z</cp:lastPrinted>
  <dcterms:created xsi:type="dcterms:W3CDTF">2016-11-10T07:47:00Z</dcterms:created>
  <dcterms:modified xsi:type="dcterms:W3CDTF">2016-11-10T07:47:00Z</dcterms:modified>
</cp:coreProperties>
</file>