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D47A89" w:rsidRDefault="00A322F7" w:rsidP="00B33D81">
      <w:pPr>
        <w:spacing w:before="100" w:beforeAutospacing="1" w:after="100" w:afterAutospacing="1" w:line="360" w:lineRule="auto"/>
        <w:rPr>
          <w:rFonts w:cs="Arial"/>
          <w:sz w:val="26"/>
          <w:szCs w:val="26"/>
        </w:rPr>
      </w:pPr>
      <w:r w:rsidRPr="00D47A89">
        <w:rPr>
          <w:rFonts w:cs="Arial"/>
          <w:sz w:val="26"/>
          <w:szCs w:val="26"/>
        </w:rPr>
        <w:t>Presse-Information</w:t>
      </w:r>
    </w:p>
    <w:p w:rsidR="003948AC" w:rsidRPr="00D47A89" w:rsidRDefault="00D47A89" w:rsidP="00B33D81">
      <w:pPr>
        <w:spacing w:line="360" w:lineRule="auto"/>
        <w:rPr>
          <w:rStyle w:val="Formatvorlage1"/>
        </w:rPr>
      </w:pPr>
      <w:r w:rsidRPr="00D47A89">
        <w:rPr>
          <w:rStyle w:val="Formatvorlage1"/>
        </w:rPr>
        <w:t>hagebau: IT-Conference mit Teilnehmerrekord</w:t>
      </w:r>
    </w:p>
    <w:p w:rsidR="00075905" w:rsidRPr="00BF42BD" w:rsidRDefault="00BF42BD" w:rsidP="00E826FD">
      <w:pPr>
        <w:pStyle w:val="Listenabsatz"/>
        <w:numPr>
          <w:ilvl w:val="0"/>
          <w:numId w:val="1"/>
        </w:numPr>
        <w:spacing w:line="360" w:lineRule="auto"/>
        <w:rPr>
          <w:rStyle w:val="Formatvorlage2"/>
        </w:rPr>
      </w:pPr>
      <w:r w:rsidRPr="00BF42BD">
        <w:rPr>
          <w:rStyle w:val="Formatvorlage2"/>
        </w:rPr>
        <w:t xml:space="preserve">30 Prozent mehr Teilnehmer </w:t>
      </w:r>
      <w:r w:rsidR="004E4E84">
        <w:rPr>
          <w:rStyle w:val="Formatvorlage2"/>
        </w:rPr>
        <w:t>verdeutlichen wachsende Bedeutung der IT</w:t>
      </w:r>
    </w:p>
    <w:p w:rsidR="00B27F69" w:rsidRPr="00BF42BD" w:rsidRDefault="00B27F69" w:rsidP="00B27F69">
      <w:pPr>
        <w:pStyle w:val="Listenabsatz"/>
        <w:numPr>
          <w:ilvl w:val="0"/>
          <w:numId w:val="1"/>
        </w:numPr>
        <w:spacing w:line="360" w:lineRule="auto"/>
        <w:rPr>
          <w:rStyle w:val="Formatvorlage2"/>
        </w:rPr>
      </w:pPr>
      <w:r w:rsidRPr="00BF42BD">
        <w:rPr>
          <w:rStyle w:val="Formatvorlage2"/>
        </w:rPr>
        <w:t>320 IT-Experten aus Gesellschafterhäusern und hagebau Zentrale</w:t>
      </w:r>
    </w:p>
    <w:p w:rsidR="00282659" w:rsidRPr="00BF42BD" w:rsidRDefault="00282659" w:rsidP="00B27F69">
      <w:pPr>
        <w:pStyle w:val="Listenabsatz"/>
        <w:numPr>
          <w:ilvl w:val="0"/>
          <w:numId w:val="1"/>
        </w:numPr>
        <w:spacing w:line="360" w:lineRule="auto"/>
        <w:rPr>
          <w:rStyle w:val="Formatvorlage2"/>
        </w:rPr>
      </w:pPr>
      <w:r w:rsidRPr="00BF42BD">
        <w:rPr>
          <w:rStyle w:val="Formatvorlage2"/>
        </w:rPr>
        <w:t>Angebot</w:t>
      </w:r>
      <w:r w:rsidR="00A3437B" w:rsidRPr="00BF42BD">
        <w:rPr>
          <w:rStyle w:val="Formatvorlage2"/>
        </w:rPr>
        <w:t xml:space="preserve"> von Fachvorträgen und Workshops </w:t>
      </w:r>
      <w:r w:rsidR="000B1CCA">
        <w:rPr>
          <w:rStyle w:val="Formatvorlage2"/>
        </w:rPr>
        <w:t xml:space="preserve">deutlich </w:t>
      </w:r>
      <w:r w:rsidR="004E4E84">
        <w:rPr>
          <w:rStyle w:val="Formatvorlage2"/>
        </w:rPr>
        <w:t>ausgebaut</w:t>
      </w:r>
    </w:p>
    <w:p w:rsidR="003948AC" w:rsidRPr="00BF42BD" w:rsidRDefault="00B27F69" w:rsidP="00B33D81">
      <w:pPr>
        <w:pStyle w:val="Listenabsatz"/>
        <w:numPr>
          <w:ilvl w:val="0"/>
          <w:numId w:val="1"/>
        </w:numPr>
        <w:spacing w:line="360" w:lineRule="auto"/>
        <w:rPr>
          <w:rStyle w:val="Formatvorlage2"/>
        </w:rPr>
      </w:pPr>
      <w:r w:rsidRPr="00BF42BD">
        <w:rPr>
          <w:rStyle w:val="Formatvorlage2"/>
        </w:rPr>
        <w:t>N</w:t>
      </w:r>
      <w:r w:rsidR="00075905" w:rsidRPr="00BF42BD">
        <w:rPr>
          <w:rStyle w:val="Formatvorlage2"/>
        </w:rPr>
        <w:t xml:space="preserve">eue Geschäftsführung </w:t>
      </w:r>
      <w:r w:rsidR="00A3437B" w:rsidRPr="00BF42BD">
        <w:rPr>
          <w:rStyle w:val="Formatvorlage2"/>
        </w:rPr>
        <w:t xml:space="preserve">erläutert Ausrichtung und Unternehmensziele </w:t>
      </w:r>
    </w:p>
    <w:p w:rsidR="00A3437B" w:rsidRPr="00BF42BD" w:rsidRDefault="00A3437B" w:rsidP="00A3437B">
      <w:pPr>
        <w:pStyle w:val="Listenabsatz"/>
        <w:spacing w:line="360" w:lineRule="auto"/>
        <w:rPr>
          <w:rStyle w:val="Formatvorlage2"/>
        </w:rPr>
      </w:pPr>
    </w:p>
    <w:p w:rsidR="00E6670B" w:rsidRPr="002923E8" w:rsidRDefault="00D47A89" w:rsidP="00B33D81">
      <w:pPr>
        <w:spacing w:line="360" w:lineRule="auto"/>
        <w:jc w:val="both"/>
        <w:rPr>
          <w:rStyle w:val="Formatvorlage5"/>
        </w:rPr>
      </w:pPr>
      <w:r w:rsidRPr="00D47A89">
        <w:rPr>
          <w:rStyle w:val="Formatvorlage5"/>
        </w:rPr>
        <w:t>Marburg</w:t>
      </w:r>
      <w:r w:rsidR="00134E14" w:rsidRPr="00D47A89">
        <w:rPr>
          <w:rStyle w:val="Formatvorlage5"/>
        </w:rPr>
        <w:t xml:space="preserve">, </w:t>
      </w:r>
      <w:r w:rsidRPr="00D47A89">
        <w:rPr>
          <w:rStyle w:val="Formatvorlage5"/>
        </w:rPr>
        <w:t>26.</w:t>
      </w:r>
      <w:r w:rsidR="00C36A7D">
        <w:rPr>
          <w:rStyle w:val="Formatvorlage5"/>
        </w:rPr>
        <w:t xml:space="preserve"> November </w:t>
      </w:r>
      <w:r w:rsidRPr="00D47A89">
        <w:rPr>
          <w:rStyle w:val="Formatvorlage5"/>
        </w:rPr>
        <w:t>2015.</w:t>
      </w:r>
      <w:r w:rsidR="00134E14" w:rsidRPr="00D47A89">
        <w:rPr>
          <w:rStyle w:val="Formatvorlage5"/>
        </w:rPr>
        <w:t xml:space="preserve"> </w:t>
      </w:r>
      <w:r w:rsidR="00C06BE7">
        <w:rPr>
          <w:rStyle w:val="Formatvorlage5"/>
        </w:rPr>
        <w:t xml:space="preserve">Die </w:t>
      </w:r>
      <w:r w:rsidRPr="002248A7">
        <w:rPr>
          <w:rStyle w:val="Formatvorlage5"/>
        </w:rPr>
        <w:t xml:space="preserve">IT-Conference </w:t>
      </w:r>
      <w:r w:rsidR="00B27F69">
        <w:rPr>
          <w:rStyle w:val="Formatvorlage5"/>
        </w:rPr>
        <w:t xml:space="preserve">2015 </w:t>
      </w:r>
      <w:r w:rsidR="002248A7">
        <w:rPr>
          <w:rStyle w:val="Formatvorlage5"/>
        </w:rPr>
        <w:t xml:space="preserve">des hagebau Datendienstes </w:t>
      </w:r>
      <w:r w:rsidR="00C06BE7">
        <w:rPr>
          <w:rStyle w:val="Formatvorlage5"/>
        </w:rPr>
        <w:t xml:space="preserve">verzeichnete </w:t>
      </w:r>
      <w:r w:rsidR="000B1CCA">
        <w:rPr>
          <w:rStyle w:val="Formatvorlage5"/>
        </w:rPr>
        <w:t xml:space="preserve">am 25./26. November 2016 in Marburg </w:t>
      </w:r>
      <w:r w:rsidR="00E6670B">
        <w:rPr>
          <w:rStyle w:val="Formatvorlage5"/>
        </w:rPr>
        <w:t xml:space="preserve">im Vergleich zum Vorjahr </w:t>
      </w:r>
      <w:r w:rsidR="007B1579">
        <w:rPr>
          <w:rStyle w:val="Formatvorlage5"/>
        </w:rPr>
        <w:t>eine</w:t>
      </w:r>
      <w:r w:rsidR="00C06BE7">
        <w:rPr>
          <w:rStyle w:val="Formatvorlage5"/>
        </w:rPr>
        <w:t xml:space="preserve">n </w:t>
      </w:r>
      <w:r w:rsidR="007515D3">
        <w:rPr>
          <w:rStyle w:val="Formatvorlage5"/>
        </w:rPr>
        <w:t xml:space="preserve">abermaligen, </w:t>
      </w:r>
      <w:r w:rsidR="00C06BE7">
        <w:rPr>
          <w:rStyle w:val="Formatvorlage5"/>
        </w:rPr>
        <w:t>deutlichen Besucheranstieg</w:t>
      </w:r>
      <w:r w:rsidR="007B1579">
        <w:rPr>
          <w:rStyle w:val="Formatvorlage5"/>
        </w:rPr>
        <w:t xml:space="preserve">. </w:t>
      </w:r>
      <w:r w:rsidR="00637193">
        <w:rPr>
          <w:rStyle w:val="Formatvorlage5"/>
        </w:rPr>
        <w:t>Mehr als</w:t>
      </w:r>
      <w:r w:rsidR="000B1CCA">
        <w:rPr>
          <w:rStyle w:val="Formatvorlage5"/>
        </w:rPr>
        <w:t xml:space="preserve"> </w:t>
      </w:r>
      <w:r w:rsidR="00C06BE7">
        <w:rPr>
          <w:rStyle w:val="Formatvorlage5"/>
        </w:rPr>
        <w:t xml:space="preserve">320 Teilnehmer waren </w:t>
      </w:r>
      <w:r w:rsidR="007515D3">
        <w:rPr>
          <w:rStyle w:val="Formatvorlage5"/>
        </w:rPr>
        <w:t xml:space="preserve">zu der Veranstaltung </w:t>
      </w:r>
      <w:r w:rsidR="00C32CA6">
        <w:rPr>
          <w:rStyle w:val="Formatvorlage5"/>
        </w:rPr>
        <w:t xml:space="preserve">ins </w:t>
      </w:r>
      <w:proofErr w:type="spellStart"/>
      <w:r w:rsidR="00C32CA6">
        <w:rPr>
          <w:rStyle w:val="Formatvorlage5"/>
        </w:rPr>
        <w:t>Congresszentrum</w:t>
      </w:r>
      <w:proofErr w:type="spellEnd"/>
      <w:r w:rsidR="00C32CA6">
        <w:rPr>
          <w:rStyle w:val="Formatvorlage5"/>
        </w:rPr>
        <w:t xml:space="preserve"> nach </w:t>
      </w:r>
      <w:r w:rsidR="00C06BE7">
        <w:rPr>
          <w:rStyle w:val="Formatvorlage5"/>
        </w:rPr>
        <w:t xml:space="preserve">Marburg </w:t>
      </w:r>
      <w:r w:rsidR="0053788B">
        <w:rPr>
          <w:rStyle w:val="Formatvorlage5"/>
        </w:rPr>
        <w:t>gekommen</w:t>
      </w:r>
      <w:r w:rsidR="00637193">
        <w:rPr>
          <w:rStyle w:val="Formatvorlage5"/>
        </w:rPr>
        <w:t xml:space="preserve"> – </w:t>
      </w:r>
      <w:r w:rsidR="0053788B">
        <w:rPr>
          <w:rStyle w:val="Formatvorlage5"/>
        </w:rPr>
        <w:t xml:space="preserve">fast </w:t>
      </w:r>
      <w:r w:rsidR="00C06BE7">
        <w:rPr>
          <w:rStyle w:val="Formatvorlage5"/>
        </w:rPr>
        <w:t>30 Prozen</w:t>
      </w:r>
      <w:r w:rsidR="00C32CA6">
        <w:rPr>
          <w:rStyle w:val="Formatvorlage5"/>
        </w:rPr>
        <w:t>t mehr als im vergangenen Jahr.</w:t>
      </w:r>
      <w:r w:rsidR="002923E8">
        <w:rPr>
          <w:rStyle w:val="Formatvorlage5"/>
        </w:rPr>
        <w:t xml:space="preserve"> </w:t>
      </w:r>
      <w:r w:rsidR="00E6670B" w:rsidRPr="002923E8">
        <w:rPr>
          <w:rStyle w:val="Formatvorlage5"/>
        </w:rPr>
        <w:t xml:space="preserve">Unter dem Motto „Standards im Fokus – Individuelles im Blick“ standen mit dem hagebau Warenwirtschaftssystem </w:t>
      </w:r>
      <w:proofErr w:type="spellStart"/>
      <w:r w:rsidR="00E6670B" w:rsidRPr="002923E8">
        <w:rPr>
          <w:rStyle w:val="Formatvorlage5"/>
        </w:rPr>
        <w:t>prohibis</w:t>
      </w:r>
      <w:proofErr w:type="spellEnd"/>
      <w:r w:rsidR="00E6670B" w:rsidRPr="002923E8">
        <w:rPr>
          <w:rStyle w:val="Formatvorlage5"/>
        </w:rPr>
        <w:t xml:space="preserve"> und dem hagebau Rechenzentrum die zentralen Produkte und Dienstleistungen des Datendienstes im Mittelpunkt der Veranstaltung.</w:t>
      </w:r>
    </w:p>
    <w:p w:rsidR="00E6670B" w:rsidRDefault="00E6670B" w:rsidP="00B33D81">
      <w:pPr>
        <w:spacing w:line="360" w:lineRule="auto"/>
        <w:jc w:val="both"/>
        <w:rPr>
          <w:rStyle w:val="Formatvorlage5"/>
        </w:rPr>
      </w:pPr>
    </w:p>
    <w:p w:rsidR="003E1BD1" w:rsidRDefault="00E6670B" w:rsidP="00B33D81">
      <w:pPr>
        <w:spacing w:line="360" w:lineRule="auto"/>
        <w:jc w:val="both"/>
        <w:rPr>
          <w:rStyle w:val="Formatvorlage5"/>
          <w:b w:val="0"/>
        </w:rPr>
      </w:pPr>
      <w:r w:rsidRPr="004E4E84">
        <w:rPr>
          <w:rStyle w:val="Formatvorlage5"/>
          <w:b w:val="0"/>
        </w:rPr>
        <w:t>„</w:t>
      </w:r>
      <w:r w:rsidR="004E4E84" w:rsidRPr="004E4E84">
        <w:rPr>
          <w:rStyle w:val="Formatvorlage5"/>
          <w:b w:val="0"/>
        </w:rPr>
        <w:t xml:space="preserve">Die IT-Conference des hagebau Datendienstes trifft die Bedürfnisse der Zeit. </w:t>
      </w:r>
      <w:r w:rsidR="003E1BD1">
        <w:rPr>
          <w:rStyle w:val="Formatvorlage5"/>
          <w:b w:val="0"/>
        </w:rPr>
        <w:t>D</w:t>
      </w:r>
      <w:r w:rsidRPr="004E4E84">
        <w:rPr>
          <w:rStyle w:val="Formatvorlage5"/>
          <w:b w:val="0"/>
        </w:rPr>
        <w:t>e</w:t>
      </w:r>
      <w:r w:rsidR="003E1BD1">
        <w:rPr>
          <w:rStyle w:val="Formatvorlage5"/>
          <w:b w:val="0"/>
        </w:rPr>
        <w:t>r</w:t>
      </w:r>
      <w:r w:rsidRPr="004E4E84">
        <w:rPr>
          <w:rStyle w:val="Formatvorlage5"/>
          <w:b w:val="0"/>
        </w:rPr>
        <w:t xml:space="preserve"> erneute </w:t>
      </w:r>
      <w:r w:rsidR="003E1BD1">
        <w:rPr>
          <w:rStyle w:val="Formatvorlage5"/>
          <w:b w:val="0"/>
        </w:rPr>
        <w:t xml:space="preserve">Besucherrekord </w:t>
      </w:r>
      <w:r w:rsidR="007515D3" w:rsidRPr="004E4E84">
        <w:rPr>
          <w:rStyle w:val="Formatvorlage5"/>
          <w:b w:val="0"/>
        </w:rPr>
        <w:t xml:space="preserve">ist Ausdruck der stetig </w:t>
      </w:r>
      <w:r w:rsidR="004E4E84" w:rsidRPr="004E4E84">
        <w:rPr>
          <w:rStyle w:val="Formatvorlage5"/>
          <w:b w:val="0"/>
        </w:rPr>
        <w:t xml:space="preserve">wachsenden </w:t>
      </w:r>
      <w:r w:rsidR="00637193" w:rsidRPr="004E4E84">
        <w:rPr>
          <w:rStyle w:val="Formatvorlage5"/>
          <w:b w:val="0"/>
        </w:rPr>
        <w:t>Bedeutung von</w:t>
      </w:r>
      <w:r w:rsidR="003E1BD1">
        <w:rPr>
          <w:rStyle w:val="Formatvorlage5"/>
          <w:b w:val="0"/>
        </w:rPr>
        <w:br/>
      </w:r>
      <w:r w:rsidR="00891A17" w:rsidRPr="004E4E84">
        <w:rPr>
          <w:rStyle w:val="Formatvorlage5"/>
          <w:b w:val="0"/>
        </w:rPr>
        <w:t>IT</w:t>
      </w:r>
      <w:r w:rsidR="007515D3" w:rsidRPr="004E4E84">
        <w:rPr>
          <w:rStyle w:val="Formatvorlage5"/>
          <w:b w:val="0"/>
        </w:rPr>
        <w:t xml:space="preserve">-Prozessen, -Anwendungen und </w:t>
      </w:r>
      <w:r w:rsidRPr="004E4E84">
        <w:rPr>
          <w:rStyle w:val="Formatvorlage5"/>
          <w:b w:val="0"/>
        </w:rPr>
        <w:t>-</w:t>
      </w:r>
      <w:r w:rsidR="007515D3" w:rsidRPr="004E4E84">
        <w:rPr>
          <w:rStyle w:val="Formatvorlage5"/>
          <w:b w:val="0"/>
        </w:rPr>
        <w:t xml:space="preserve">Systemen für </w:t>
      </w:r>
      <w:r w:rsidR="004E4E84" w:rsidRPr="004E4E84">
        <w:rPr>
          <w:rStyle w:val="Formatvorlage5"/>
          <w:b w:val="0"/>
        </w:rPr>
        <w:t>die</w:t>
      </w:r>
      <w:r w:rsidRPr="004E4E84">
        <w:rPr>
          <w:rStyle w:val="Formatvorlage5"/>
          <w:b w:val="0"/>
        </w:rPr>
        <w:t xml:space="preserve"> </w:t>
      </w:r>
      <w:r w:rsidR="009762E6" w:rsidRPr="004E4E84">
        <w:rPr>
          <w:rStyle w:val="Formatvorlage5"/>
          <w:b w:val="0"/>
        </w:rPr>
        <w:t>Fach- und Einzelhändler</w:t>
      </w:r>
      <w:r w:rsidR="004E4E84" w:rsidRPr="004E4E84">
        <w:rPr>
          <w:rStyle w:val="Formatvorlage5"/>
          <w:b w:val="0"/>
        </w:rPr>
        <w:t xml:space="preserve"> der hagebau Kooperation</w:t>
      </w:r>
      <w:r w:rsidRPr="004E4E84">
        <w:rPr>
          <w:rStyle w:val="Formatvorlage5"/>
          <w:b w:val="0"/>
        </w:rPr>
        <w:t xml:space="preserve">“, </w:t>
      </w:r>
      <w:r w:rsidR="000B1CCA">
        <w:rPr>
          <w:rStyle w:val="Formatvorlage5"/>
          <w:b w:val="0"/>
        </w:rPr>
        <w:t xml:space="preserve">erklärte </w:t>
      </w:r>
      <w:r w:rsidRPr="004E4E84">
        <w:rPr>
          <w:rStyle w:val="Formatvorlage5"/>
          <w:b w:val="0"/>
        </w:rPr>
        <w:t xml:space="preserve">Jürgen Schachtschneider, Geschäftsführer hagebau Datendienst, das große Interesse an der Veranstaltung. </w:t>
      </w:r>
    </w:p>
    <w:p w:rsidR="003E1BD1" w:rsidRDefault="003E1BD1" w:rsidP="00B33D81">
      <w:pPr>
        <w:spacing w:line="360" w:lineRule="auto"/>
        <w:jc w:val="both"/>
        <w:rPr>
          <w:rStyle w:val="Formatvorlage5"/>
          <w:b w:val="0"/>
        </w:rPr>
      </w:pPr>
    </w:p>
    <w:p w:rsidR="00891A17" w:rsidRPr="00E6670B" w:rsidRDefault="00C06BE7" w:rsidP="00B33D81">
      <w:pPr>
        <w:spacing w:line="360" w:lineRule="auto"/>
        <w:jc w:val="both"/>
        <w:rPr>
          <w:rStyle w:val="Formatvorlage5"/>
          <w:b w:val="0"/>
        </w:rPr>
      </w:pPr>
      <w:r w:rsidRPr="004E4E84">
        <w:rPr>
          <w:rStyle w:val="Formatvorlage5"/>
          <w:b w:val="0"/>
        </w:rPr>
        <w:t xml:space="preserve">Bei dem jährlichen Treffen kommen IT-Experten des </w:t>
      </w:r>
      <w:r w:rsidR="00637193" w:rsidRPr="004E4E84">
        <w:rPr>
          <w:rStyle w:val="Formatvorlage5"/>
          <w:b w:val="0"/>
        </w:rPr>
        <w:t xml:space="preserve">hagebau </w:t>
      </w:r>
      <w:r w:rsidRPr="004E4E84">
        <w:rPr>
          <w:rStyle w:val="Formatvorlage5"/>
          <w:b w:val="0"/>
        </w:rPr>
        <w:t xml:space="preserve">Datendienstes und der </w:t>
      </w:r>
      <w:r w:rsidR="00637193" w:rsidRPr="004E4E84">
        <w:rPr>
          <w:rStyle w:val="Formatvorlage5"/>
          <w:b w:val="0"/>
        </w:rPr>
        <w:t xml:space="preserve">hagebau </w:t>
      </w:r>
      <w:r w:rsidRPr="004E4E84">
        <w:rPr>
          <w:rStyle w:val="Formatvorlage5"/>
          <w:b w:val="0"/>
        </w:rPr>
        <w:t xml:space="preserve">Gesellschafterhäuser </w:t>
      </w:r>
      <w:r w:rsidR="003E1BD1">
        <w:rPr>
          <w:rStyle w:val="Formatvorlage5"/>
          <w:b w:val="0"/>
        </w:rPr>
        <w:t xml:space="preserve">für zwei Tage </w:t>
      </w:r>
      <w:r w:rsidRPr="004E4E84">
        <w:rPr>
          <w:rStyle w:val="Formatvorlage5"/>
          <w:b w:val="0"/>
        </w:rPr>
        <w:t>zum Know-how- und Meinungsaustausch zusammen.</w:t>
      </w:r>
      <w:r w:rsidR="007F4975" w:rsidRPr="004E4E84">
        <w:rPr>
          <w:rStyle w:val="Formatvorlage5"/>
          <w:b w:val="0"/>
        </w:rPr>
        <w:t xml:space="preserve"> </w:t>
      </w:r>
      <w:r w:rsidR="00637193" w:rsidRPr="004E4E84">
        <w:rPr>
          <w:rStyle w:val="Formatvorlage5"/>
          <w:b w:val="0"/>
        </w:rPr>
        <w:t xml:space="preserve">In zahlreichen </w:t>
      </w:r>
      <w:r w:rsidR="007F4975" w:rsidRPr="004E4E84">
        <w:rPr>
          <w:rStyle w:val="Formatvorlage5"/>
          <w:b w:val="0"/>
        </w:rPr>
        <w:t>Workshops</w:t>
      </w:r>
      <w:r w:rsidR="00657CC4">
        <w:rPr>
          <w:rStyle w:val="Formatvorlage5"/>
          <w:b w:val="0"/>
        </w:rPr>
        <w:t>, Vorträgen und Foren</w:t>
      </w:r>
      <w:r w:rsidR="000B1CCA">
        <w:rPr>
          <w:rStyle w:val="Formatvorlage5"/>
          <w:b w:val="0"/>
        </w:rPr>
        <w:t xml:space="preserve"> </w:t>
      </w:r>
      <w:r w:rsidR="00657CC4">
        <w:rPr>
          <w:rStyle w:val="Formatvorlage5"/>
          <w:b w:val="0"/>
        </w:rPr>
        <w:t xml:space="preserve">wurde </w:t>
      </w:r>
      <w:r w:rsidR="007F4975" w:rsidRPr="004E4E84">
        <w:rPr>
          <w:rStyle w:val="Formatvorlage5"/>
          <w:b w:val="0"/>
        </w:rPr>
        <w:t xml:space="preserve">auf aktuelle Trends und Weiterentwicklungen </w:t>
      </w:r>
      <w:r w:rsidR="004E4E84" w:rsidRPr="004E4E84">
        <w:rPr>
          <w:rStyle w:val="Formatvorlage5"/>
          <w:b w:val="0"/>
        </w:rPr>
        <w:t xml:space="preserve">im Digital-Bereich der Kooperation </w:t>
      </w:r>
      <w:r w:rsidR="007F4975" w:rsidRPr="004E4E84">
        <w:rPr>
          <w:rStyle w:val="Formatvorlage5"/>
          <w:b w:val="0"/>
        </w:rPr>
        <w:t>eingegangen</w:t>
      </w:r>
      <w:r w:rsidR="00657CC4">
        <w:rPr>
          <w:rStyle w:val="Formatvorlage5"/>
          <w:b w:val="0"/>
        </w:rPr>
        <w:t xml:space="preserve">. Dabei </w:t>
      </w:r>
      <w:r w:rsidR="004E4E84" w:rsidRPr="004E4E84">
        <w:rPr>
          <w:rStyle w:val="Formatvorlage5"/>
          <w:b w:val="0"/>
        </w:rPr>
        <w:t xml:space="preserve">gab es </w:t>
      </w:r>
      <w:r w:rsidR="00657CC4">
        <w:rPr>
          <w:rStyle w:val="Formatvorlage5"/>
          <w:b w:val="0"/>
        </w:rPr>
        <w:t xml:space="preserve">stets </w:t>
      </w:r>
      <w:r w:rsidR="004E4E84" w:rsidRPr="004E4E84">
        <w:rPr>
          <w:rStyle w:val="Formatvorlage5"/>
          <w:b w:val="0"/>
        </w:rPr>
        <w:t>intensive Diskussionen zu allen Themen der Informationstechnologie</w:t>
      </w:r>
      <w:r w:rsidR="00203E22">
        <w:rPr>
          <w:rStyle w:val="Formatvorlage5"/>
          <w:b w:val="0"/>
        </w:rPr>
        <w:t>,</w:t>
      </w:r>
      <w:r w:rsidR="00657CC4">
        <w:rPr>
          <w:rStyle w:val="Formatvorlage5"/>
          <w:b w:val="0"/>
        </w:rPr>
        <w:t xml:space="preserve"> </w:t>
      </w:r>
      <w:r w:rsidR="000B1CCA">
        <w:rPr>
          <w:rStyle w:val="Formatvorlage5"/>
          <w:b w:val="0"/>
        </w:rPr>
        <w:t xml:space="preserve">und </w:t>
      </w:r>
      <w:r w:rsidR="00657CC4">
        <w:rPr>
          <w:rStyle w:val="Formatvorlage5"/>
          <w:b w:val="0"/>
        </w:rPr>
        <w:t>wie der hagebau Datendienst die Gesellschafterhäuser optimal unterstützen kann</w:t>
      </w:r>
      <w:r w:rsidR="007F4975" w:rsidRPr="004E4E84">
        <w:rPr>
          <w:rStyle w:val="Formatvorlage5"/>
          <w:b w:val="0"/>
        </w:rPr>
        <w:t>.</w:t>
      </w:r>
      <w:r w:rsidR="007F4975">
        <w:rPr>
          <w:rStyle w:val="Formatvorlage5"/>
          <w:b w:val="0"/>
        </w:rPr>
        <w:t xml:space="preserve"> </w:t>
      </w:r>
    </w:p>
    <w:p w:rsidR="007515D3" w:rsidRDefault="007515D3" w:rsidP="00B33D81">
      <w:pPr>
        <w:spacing w:line="360" w:lineRule="auto"/>
        <w:jc w:val="both"/>
        <w:rPr>
          <w:rStyle w:val="Formatvorlage5"/>
        </w:rPr>
      </w:pPr>
    </w:p>
    <w:p w:rsidR="007515D3" w:rsidRDefault="00442828" w:rsidP="007515D3">
      <w:pPr>
        <w:spacing w:line="360" w:lineRule="auto"/>
        <w:jc w:val="both"/>
        <w:rPr>
          <w:rStyle w:val="Formatvorlage4"/>
        </w:rPr>
      </w:pPr>
      <w:r>
        <w:rPr>
          <w:rStyle w:val="Formatvorlage4"/>
        </w:rPr>
        <w:lastRenderedPageBreak/>
        <w:t>E</w:t>
      </w:r>
      <w:r w:rsidR="00657CC4">
        <w:rPr>
          <w:rStyle w:val="Formatvorlage4"/>
        </w:rPr>
        <w:t>ntsprechend ging Andreas Dietrich i</w:t>
      </w:r>
      <w:r w:rsidR="00C76D1A">
        <w:rPr>
          <w:rStyle w:val="Formatvorlage4"/>
        </w:rPr>
        <w:t xml:space="preserve">n seiner Eröffnungsrede </w:t>
      </w:r>
      <w:r w:rsidR="00323F05">
        <w:rPr>
          <w:rStyle w:val="Formatvorlage4"/>
        </w:rPr>
        <w:t>auf die neue Ausrichtung de</w:t>
      </w:r>
      <w:r w:rsidR="009D5236">
        <w:rPr>
          <w:rStyle w:val="Formatvorlage4"/>
        </w:rPr>
        <w:t>r</w:t>
      </w:r>
      <w:r w:rsidR="00323F05">
        <w:rPr>
          <w:rStyle w:val="Formatvorlage4"/>
        </w:rPr>
        <w:t xml:space="preserve"> hagebau IT ein und erläuterte die </w:t>
      </w:r>
      <w:r w:rsidR="00657CC4">
        <w:rPr>
          <w:rStyle w:val="Formatvorlage4"/>
        </w:rPr>
        <w:t xml:space="preserve">aktuellen </w:t>
      </w:r>
      <w:r w:rsidR="00323F05">
        <w:rPr>
          <w:rStyle w:val="Formatvorlage4"/>
        </w:rPr>
        <w:t xml:space="preserve">Tätigkeitsschwerpunkte des Unternehmens. Dietrich ist </w:t>
      </w:r>
      <w:r w:rsidR="00A22802">
        <w:rPr>
          <w:rStyle w:val="Formatvorlage4"/>
        </w:rPr>
        <w:t xml:space="preserve">gemeinsam mit </w:t>
      </w:r>
      <w:r w:rsidR="00657CC4">
        <w:rPr>
          <w:rStyle w:val="Formatvorlage4"/>
        </w:rPr>
        <w:t xml:space="preserve">Jürgen </w:t>
      </w:r>
      <w:r w:rsidR="00323F05">
        <w:rPr>
          <w:rStyle w:val="Formatvorlage4"/>
        </w:rPr>
        <w:t xml:space="preserve">Schachtschneider </w:t>
      </w:r>
      <w:r>
        <w:rPr>
          <w:rStyle w:val="Formatvorlage4"/>
        </w:rPr>
        <w:t>seit dem</w:t>
      </w:r>
      <w:r>
        <w:rPr>
          <w:rStyle w:val="Formatvorlage4"/>
        </w:rPr>
        <w:br/>
      </w:r>
      <w:r w:rsidR="00E52CCF">
        <w:rPr>
          <w:rStyle w:val="Formatvorlage4"/>
        </w:rPr>
        <w:t xml:space="preserve">1. November 2015 </w:t>
      </w:r>
      <w:r w:rsidR="007515D3">
        <w:rPr>
          <w:rStyle w:val="Formatvorlage4"/>
        </w:rPr>
        <w:t>Geschäftsführer des hagebau Datendienstes</w:t>
      </w:r>
      <w:r w:rsidR="00323F05">
        <w:rPr>
          <w:rStyle w:val="Formatvorlage4"/>
        </w:rPr>
        <w:t xml:space="preserve">. </w:t>
      </w:r>
      <w:r>
        <w:rPr>
          <w:rStyle w:val="Formatvorlage4"/>
        </w:rPr>
        <w:t xml:space="preserve">Zusammen bilden sie die </w:t>
      </w:r>
      <w:r w:rsidR="00323F05">
        <w:rPr>
          <w:rStyle w:val="Formatvorlage4"/>
        </w:rPr>
        <w:t xml:space="preserve">Doppelspitze, die die hagebau IT-Tochter </w:t>
      </w:r>
      <w:r w:rsidR="00E52CCF">
        <w:rPr>
          <w:rStyle w:val="Formatvorlage4"/>
        </w:rPr>
        <w:t xml:space="preserve">in dieser Konstellation </w:t>
      </w:r>
      <w:r w:rsidR="006B0666" w:rsidRPr="006B0666">
        <w:rPr>
          <w:rStyle w:val="Formatvorlage4"/>
        </w:rPr>
        <w:t xml:space="preserve">zu weiterem Wachstum und </w:t>
      </w:r>
      <w:r w:rsidR="009D5236">
        <w:rPr>
          <w:rStyle w:val="Formatvorlage4"/>
        </w:rPr>
        <w:t xml:space="preserve">noch höherer </w:t>
      </w:r>
      <w:r w:rsidR="006B0666" w:rsidRPr="006B0666">
        <w:rPr>
          <w:rStyle w:val="Formatvorlage4"/>
        </w:rPr>
        <w:t>Professionalität</w:t>
      </w:r>
      <w:r w:rsidR="003E0952">
        <w:rPr>
          <w:rStyle w:val="Formatvorlage4"/>
        </w:rPr>
        <w:t xml:space="preserve"> führen soll.</w:t>
      </w:r>
      <w:r w:rsidR="007515D3">
        <w:rPr>
          <w:rStyle w:val="Formatvorlage4"/>
        </w:rPr>
        <w:t xml:space="preserve"> </w:t>
      </w:r>
    </w:p>
    <w:p w:rsidR="007515D3" w:rsidRDefault="007515D3" w:rsidP="007515D3">
      <w:pPr>
        <w:spacing w:line="360" w:lineRule="auto"/>
        <w:jc w:val="both"/>
        <w:rPr>
          <w:rStyle w:val="Formatvorlage4"/>
        </w:rPr>
      </w:pPr>
    </w:p>
    <w:p w:rsidR="003E0952" w:rsidRDefault="00A35814" w:rsidP="007515D3">
      <w:pPr>
        <w:spacing w:line="360" w:lineRule="auto"/>
        <w:jc w:val="both"/>
        <w:rPr>
          <w:rStyle w:val="Formatvorlage4"/>
        </w:rPr>
      </w:pPr>
      <w:r>
        <w:rPr>
          <w:rStyle w:val="Formatvorlage4"/>
        </w:rPr>
        <w:t xml:space="preserve">„Wir wissen um die Bedürfnisse </w:t>
      </w:r>
      <w:r w:rsidR="007515D3">
        <w:rPr>
          <w:rStyle w:val="Formatvorlage4"/>
        </w:rPr>
        <w:t xml:space="preserve">der Gesellschafter </w:t>
      </w:r>
      <w:r>
        <w:rPr>
          <w:rStyle w:val="Formatvorlage4"/>
        </w:rPr>
        <w:t xml:space="preserve">und um </w:t>
      </w:r>
      <w:r w:rsidR="007515D3">
        <w:rPr>
          <w:rStyle w:val="Formatvorlage4"/>
        </w:rPr>
        <w:t xml:space="preserve">die </w:t>
      </w:r>
      <w:r>
        <w:rPr>
          <w:rStyle w:val="Formatvorlage4"/>
        </w:rPr>
        <w:t>Stärken</w:t>
      </w:r>
      <w:r w:rsidR="007515D3">
        <w:rPr>
          <w:rStyle w:val="Formatvorlage4"/>
        </w:rPr>
        <w:t xml:space="preserve"> des hagebau Datendienstes</w:t>
      </w:r>
      <w:r w:rsidR="003E0952">
        <w:rPr>
          <w:rStyle w:val="Formatvorlage4"/>
        </w:rPr>
        <w:t>“, so Dietrich weiter. „</w:t>
      </w:r>
      <w:r w:rsidR="00D45808">
        <w:rPr>
          <w:rStyle w:val="Formatvorlage4"/>
        </w:rPr>
        <w:t xml:space="preserve">Auf dieser Basis </w:t>
      </w:r>
      <w:r w:rsidR="007515D3">
        <w:rPr>
          <w:rStyle w:val="Formatvorlage4"/>
        </w:rPr>
        <w:t xml:space="preserve">entwickeln </w:t>
      </w:r>
      <w:r w:rsidR="003E0952">
        <w:rPr>
          <w:rStyle w:val="Formatvorlage4"/>
        </w:rPr>
        <w:t xml:space="preserve">wir </w:t>
      </w:r>
      <w:r w:rsidR="00B27F69">
        <w:rPr>
          <w:rStyle w:val="Formatvorlage4"/>
        </w:rPr>
        <w:t xml:space="preserve">die </w:t>
      </w:r>
      <w:r>
        <w:rPr>
          <w:rStyle w:val="Formatvorlage4"/>
        </w:rPr>
        <w:t>IT-Landschaft</w:t>
      </w:r>
      <w:r w:rsidR="00B27F69">
        <w:rPr>
          <w:rStyle w:val="Formatvorlage4"/>
        </w:rPr>
        <w:t xml:space="preserve"> </w:t>
      </w:r>
      <w:r w:rsidR="003E0952">
        <w:rPr>
          <w:rStyle w:val="Formatvorlage4"/>
        </w:rPr>
        <w:t xml:space="preserve">permanent und gezielt </w:t>
      </w:r>
      <w:r w:rsidR="00D45808">
        <w:rPr>
          <w:rStyle w:val="Formatvorlage4"/>
        </w:rPr>
        <w:t xml:space="preserve">für die hagebau Kooperation </w:t>
      </w:r>
      <w:r w:rsidR="00B27F69">
        <w:rPr>
          <w:rStyle w:val="Formatvorlage4"/>
        </w:rPr>
        <w:t>weiter</w:t>
      </w:r>
      <w:r w:rsidR="003E0952">
        <w:rPr>
          <w:rStyle w:val="Formatvorlage4"/>
        </w:rPr>
        <w:t xml:space="preserve">.“ Dabei </w:t>
      </w:r>
      <w:r w:rsidR="00E85D62">
        <w:rPr>
          <w:rStyle w:val="Formatvorlage4"/>
        </w:rPr>
        <w:t xml:space="preserve">hob </w:t>
      </w:r>
      <w:r w:rsidR="00CD1564">
        <w:rPr>
          <w:rStyle w:val="Formatvorlage4"/>
        </w:rPr>
        <w:t xml:space="preserve">Dietrich </w:t>
      </w:r>
      <w:r w:rsidR="00E85D62">
        <w:rPr>
          <w:rStyle w:val="Formatvorlage4"/>
        </w:rPr>
        <w:t xml:space="preserve">die </w:t>
      </w:r>
      <w:r w:rsidR="00D426C4">
        <w:rPr>
          <w:rStyle w:val="Formatvorlage4"/>
        </w:rPr>
        <w:t xml:space="preserve">inzwischen erreichte hohe Qualität der </w:t>
      </w:r>
      <w:r w:rsidR="00E85D62">
        <w:rPr>
          <w:rStyle w:val="Formatvorlage4"/>
        </w:rPr>
        <w:t>in der Branche einzigartigen Angebote</w:t>
      </w:r>
      <w:r w:rsidR="003E0952">
        <w:rPr>
          <w:rStyle w:val="Formatvorlage4"/>
        </w:rPr>
        <w:t xml:space="preserve"> </w:t>
      </w:r>
      <w:r w:rsidR="00CD1564">
        <w:rPr>
          <w:rStyle w:val="Formatvorlage4"/>
        </w:rPr>
        <w:t xml:space="preserve">– </w:t>
      </w:r>
      <w:r w:rsidR="00E85D62">
        <w:rPr>
          <w:rStyle w:val="Formatvorlage4"/>
        </w:rPr>
        <w:t xml:space="preserve">das </w:t>
      </w:r>
      <w:r w:rsidR="003E0952">
        <w:rPr>
          <w:rStyle w:val="Formatvorlage4"/>
        </w:rPr>
        <w:t xml:space="preserve">hagebau </w:t>
      </w:r>
      <w:r w:rsidR="00E85D62">
        <w:rPr>
          <w:rStyle w:val="Formatvorlage4"/>
        </w:rPr>
        <w:t xml:space="preserve">Warenwirtschaftssystem </w:t>
      </w:r>
      <w:proofErr w:type="spellStart"/>
      <w:r w:rsidR="00E85D62">
        <w:rPr>
          <w:rStyle w:val="Formatvorlage4"/>
        </w:rPr>
        <w:t>prohibis</w:t>
      </w:r>
      <w:proofErr w:type="spellEnd"/>
      <w:r w:rsidR="00E85D62">
        <w:rPr>
          <w:rStyle w:val="Formatvorlage4"/>
        </w:rPr>
        <w:t xml:space="preserve"> und das hagebau Rechenzentrum </w:t>
      </w:r>
      <w:r w:rsidR="00CD1564">
        <w:rPr>
          <w:rStyle w:val="Formatvorlage4"/>
        </w:rPr>
        <w:t xml:space="preserve">– </w:t>
      </w:r>
      <w:r w:rsidR="00E85D62">
        <w:rPr>
          <w:rStyle w:val="Formatvorlage4"/>
        </w:rPr>
        <w:t>hervor.</w:t>
      </w:r>
      <w:r w:rsidR="00760D6B">
        <w:rPr>
          <w:rStyle w:val="Formatvorlage4"/>
        </w:rPr>
        <w:t xml:space="preserve"> </w:t>
      </w:r>
    </w:p>
    <w:p w:rsidR="00E52CCF" w:rsidRDefault="00E52CCF" w:rsidP="007515D3">
      <w:pPr>
        <w:spacing w:line="360" w:lineRule="auto"/>
        <w:jc w:val="both"/>
        <w:rPr>
          <w:rStyle w:val="Formatvorlage4"/>
        </w:rPr>
      </w:pPr>
    </w:p>
    <w:p w:rsidR="003E0952" w:rsidRDefault="00760D6B" w:rsidP="007515D3">
      <w:pPr>
        <w:spacing w:line="360" w:lineRule="auto"/>
        <w:jc w:val="both"/>
        <w:rPr>
          <w:rStyle w:val="Formatvorlage4"/>
        </w:rPr>
      </w:pPr>
      <w:r>
        <w:rPr>
          <w:rStyle w:val="Formatvorlage4"/>
        </w:rPr>
        <w:t xml:space="preserve">Für den Datendienst </w:t>
      </w:r>
      <w:r w:rsidR="00D426C4">
        <w:rPr>
          <w:rStyle w:val="Formatvorlage4"/>
        </w:rPr>
        <w:t xml:space="preserve">hätten </w:t>
      </w:r>
      <w:r>
        <w:rPr>
          <w:rStyle w:val="Formatvorlage4"/>
        </w:rPr>
        <w:t xml:space="preserve">die Qualität </w:t>
      </w:r>
      <w:r w:rsidR="00D426C4">
        <w:rPr>
          <w:rStyle w:val="Formatvorlage4"/>
        </w:rPr>
        <w:t xml:space="preserve">seiner </w:t>
      </w:r>
      <w:r>
        <w:rPr>
          <w:rStyle w:val="Formatvorlage4"/>
        </w:rPr>
        <w:t xml:space="preserve">Produkte und </w:t>
      </w:r>
      <w:r w:rsidR="00D426C4">
        <w:rPr>
          <w:rStyle w:val="Formatvorlage4"/>
        </w:rPr>
        <w:t xml:space="preserve">die </w:t>
      </w:r>
      <w:r>
        <w:rPr>
          <w:rStyle w:val="Formatvorlage4"/>
        </w:rPr>
        <w:t xml:space="preserve">Dienstleistungen oberste </w:t>
      </w:r>
      <w:r w:rsidR="008D168E">
        <w:rPr>
          <w:rStyle w:val="Formatvorlage4"/>
        </w:rPr>
        <w:t>Priorität</w:t>
      </w:r>
      <w:r>
        <w:rPr>
          <w:rStyle w:val="Formatvorlage4"/>
        </w:rPr>
        <w:t xml:space="preserve">, </w:t>
      </w:r>
      <w:r w:rsidR="003E0952">
        <w:rPr>
          <w:rStyle w:val="Formatvorlage4"/>
        </w:rPr>
        <w:t xml:space="preserve">erläuterte </w:t>
      </w:r>
      <w:r>
        <w:rPr>
          <w:rStyle w:val="Formatvorlage4"/>
        </w:rPr>
        <w:t>Dietrich</w:t>
      </w:r>
      <w:r w:rsidR="003E0952">
        <w:rPr>
          <w:rStyle w:val="Formatvorlage4"/>
        </w:rPr>
        <w:t xml:space="preserve"> und verwies </w:t>
      </w:r>
      <w:r w:rsidR="00D426C4">
        <w:rPr>
          <w:rStyle w:val="Formatvorlage4"/>
        </w:rPr>
        <w:t xml:space="preserve">die Zuhörer </w:t>
      </w:r>
      <w:r w:rsidR="003E0952">
        <w:rPr>
          <w:rStyle w:val="Formatvorlage4"/>
        </w:rPr>
        <w:t>auf die entsprechenden Fachvorträge und Workshops zu diesen Themen</w:t>
      </w:r>
      <w:r>
        <w:rPr>
          <w:rStyle w:val="Formatvorlage4"/>
        </w:rPr>
        <w:t xml:space="preserve">. </w:t>
      </w:r>
      <w:r w:rsidR="003E0952">
        <w:rPr>
          <w:rStyle w:val="Formatvorlage4"/>
        </w:rPr>
        <w:t xml:space="preserve">Für deren Weiterentwicklung sei es von großer Bedeutung, in einem regelmäßigen Austausch und kritischen Dialog mit den Anwendern zu stehen. Die IT-Conference sei dafür die ideale Plattform. </w:t>
      </w:r>
    </w:p>
    <w:p w:rsidR="00D426C4" w:rsidRDefault="00D426C4" w:rsidP="007515D3">
      <w:pPr>
        <w:spacing w:line="360" w:lineRule="auto"/>
        <w:jc w:val="both"/>
        <w:rPr>
          <w:rStyle w:val="Formatvorlage4"/>
        </w:rPr>
      </w:pPr>
    </w:p>
    <w:p w:rsidR="00D426C4" w:rsidRDefault="00D426C4" w:rsidP="00D426C4">
      <w:pPr>
        <w:spacing w:line="360" w:lineRule="auto"/>
        <w:jc w:val="both"/>
        <w:rPr>
          <w:rStyle w:val="Formatvorlage4"/>
        </w:rPr>
      </w:pPr>
      <w:r>
        <w:rPr>
          <w:rStyle w:val="Formatvorlage4"/>
        </w:rPr>
        <w:t>Mit rund 30 Fachvorträgen und Workshops war das Angebot zum Dialog der diesjährigen IT-Conference so umfangreich wie nie zuvor. Im Mittelpunkt standen unter anderem Themen zu IT-Lösungen für das Rechenzentrum (u.</w:t>
      </w:r>
      <w:r w:rsidR="00442828">
        <w:rPr>
          <w:rStyle w:val="Formatvorlage4"/>
        </w:rPr>
        <w:t xml:space="preserve"> </w:t>
      </w:r>
      <w:r>
        <w:rPr>
          <w:rStyle w:val="Formatvorlage4"/>
        </w:rPr>
        <w:t xml:space="preserve">a. Praxisberichte, Standard- und Individuallösungen), Foren rund um </w:t>
      </w:r>
      <w:proofErr w:type="spellStart"/>
      <w:r>
        <w:rPr>
          <w:rStyle w:val="Formatvorlage4"/>
        </w:rPr>
        <w:t>prohibis</w:t>
      </w:r>
      <w:proofErr w:type="spellEnd"/>
      <w:r>
        <w:rPr>
          <w:rStyle w:val="Formatvorlage4"/>
        </w:rPr>
        <w:t xml:space="preserve"> (z.</w:t>
      </w:r>
      <w:r w:rsidR="00442828">
        <w:rPr>
          <w:rStyle w:val="Formatvorlage4"/>
        </w:rPr>
        <w:t xml:space="preserve"> </w:t>
      </w:r>
      <w:r>
        <w:rPr>
          <w:rStyle w:val="Formatvorlage4"/>
        </w:rPr>
        <w:t xml:space="preserve">B. </w:t>
      </w:r>
      <w:proofErr w:type="spellStart"/>
      <w:r>
        <w:rPr>
          <w:rStyle w:val="Formatvorlage4"/>
        </w:rPr>
        <w:t>prohibis</w:t>
      </w:r>
      <w:proofErr w:type="spellEnd"/>
      <w:r>
        <w:rPr>
          <w:rStyle w:val="Formatvorlage4"/>
        </w:rPr>
        <w:t xml:space="preserve"> Führerschein, Ausblick auf </w:t>
      </w:r>
      <w:r w:rsidR="009D5236">
        <w:rPr>
          <w:rStyle w:val="Formatvorlage4"/>
        </w:rPr>
        <w:t xml:space="preserve">die </w:t>
      </w:r>
      <w:r>
        <w:rPr>
          <w:rStyle w:val="Formatvorlage4"/>
        </w:rPr>
        <w:t xml:space="preserve">neue Programm-Version) </w:t>
      </w:r>
      <w:r w:rsidR="00341FCA">
        <w:rPr>
          <w:rStyle w:val="Formatvorlage4"/>
        </w:rPr>
        <w:t xml:space="preserve">und </w:t>
      </w:r>
      <w:r>
        <w:rPr>
          <w:rStyle w:val="Formatvorlage4"/>
        </w:rPr>
        <w:t>Vorträge zum Thema Qualitätsmanagement.</w:t>
      </w:r>
    </w:p>
    <w:p w:rsidR="003E0952" w:rsidRDefault="003E0952" w:rsidP="007515D3">
      <w:pPr>
        <w:spacing w:line="360" w:lineRule="auto"/>
        <w:jc w:val="both"/>
        <w:rPr>
          <w:rStyle w:val="Formatvorlage4"/>
        </w:rPr>
      </w:pPr>
    </w:p>
    <w:p w:rsidR="00E826FD" w:rsidRDefault="00A11D00" w:rsidP="00B33D81">
      <w:pPr>
        <w:spacing w:line="360" w:lineRule="auto"/>
        <w:jc w:val="both"/>
        <w:rPr>
          <w:rStyle w:val="Formatvorlage4"/>
          <w:b/>
        </w:rPr>
      </w:pPr>
      <w:r w:rsidRPr="00A11D00">
        <w:rPr>
          <w:rStyle w:val="Formatvorlage4"/>
          <w:b/>
        </w:rPr>
        <w:t xml:space="preserve">„Standards im Fokus – Individuelles im Blick“ </w:t>
      </w:r>
    </w:p>
    <w:p w:rsidR="00B16300" w:rsidRDefault="003E0952" w:rsidP="00B33D81">
      <w:pPr>
        <w:spacing w:line="360" w:lineRule="auto"/>
        <w:jc w:val="both"/>
        <w:rPr>
          <w:rStyle w:val="Formatvorlage4"/>
        </w:rPr>
      </w:pPr>
      <w:r w:rsidRPr="00D426C4">
        <w:rPr>
          <w:rStyle w:val="Formatvorlage4"/>
        </w:rPr>
        <w:t>Ein Schwerpunkt der Konferenz lag darauf, wachsende</w:t>
      </w:r>
      <w:r w:rsidR="00B16300" w:rsidRPr="00D426C4">
        <w:rPr>
          <w:rStyle w:val="Formatvorlage4"/>
        </w:rPr>
        <w:t>n</w:t>
      </w:r>
      <w:r w:rsidRPr="00D426C4">
        <w:rPr>
          <w:rStyle w:val="Formatvorlage4"/>
        </w:rPr>
        <w:t xml:space="preserve"> Qualitätsansprüche</w:t>
      </w:r>
      <w:r w:rsidR="00B16300" w:rsidRPr="00D426C4">
        <w:rPr>
          <w:rStyle w:val="Formatvorlage4"/>
        </w:rPr>
        <w:t>n</w:t>
      </w:r>
      <w:r w:rsidRPr="00D426C4">
        <w:rPr>
          <w:rStyle w:val="Formatvorlage4"/>
        </w:rPr>
        <w:t xml:space="preserve"> </w:t>
      </w:r>
      <w:r w:rsidR="00B16300" w:rsidRPr="00D426C4">
        <w:rPr>
          <w:rStyle w:val="Formatvorlage4"/>
        </w:rPr>
        <w:t>gerecht zu werden</w:t>
      </w:r>
      <w:r w:rsidR="00D426C4" w:rsidRPr="00D426C4">
        <w:rPr>
          <w:rStyle w:val="Formatvorlage4"/>
        </w:rPr>
        <w:t>,</w:t>
      </w:r>
      <w:r w:rsidR="00B16300" w:rsidRPr="00D426C4">
        <w:rPr>
          <w:rStyle w:val="Formatvorlage4"/>
        </w:rPr>
        <w:t xml:space="preserve"> ohne individuelle Kundenwünsche und -bedürfnisse außer Acht zu lassen.</w:t>
      </w:r>
      <w:r w:rsidRPr="00D426C4">
        <w:rPr>
          <w:rStyle w:val="Formatvorlage4"/>
        </w:rPr>
        <w:t xml:space="preserve"> </w:t>
      </w:r>
      <w:r w:rsidR="00B16300" w:rsidRPr="00D426C4">
        <w:rPr>
          <w:rStyle w:val="Formatvorlage4"/>
        </w:rPr>
        <w:t xml:space="preserve">Wie der hagebau </w:t>
      </w:r>
      <w:r w:rsidR="00FE4898" w:rsidRPr="00D426C4">
        <w:rPr>
          <w:rStyle w:val="Formatvorlage4"/>
        </w:rPr>
        <w:t xml:space="preserve">Datendienst </w:t>
      </w:r>
      <w:r w:rsidR="00B16300" w:rsidRPr="00D426C4">
        <w:rPr>
          <w:rStyle w:val="Formatvorlage4"/>
        </w:rPr>
        <w:t xml:space="preserve">diese </w:t>
      </w:r>
      <w:r w:rsidR="00D426C4">
        <w:rPr>
          <w:rStyle w:val="Formatvorlage4"/>
        </w:rPr>
        <w:t>Herausforderung</w:t>
      </w:r>
      <w:r w:rsidR="00B16300" w:rsidRPr="00D426C4">
        <w:rPr>
          <w:rStyle w:val="Formatvorlage4"/>
        </w:rPr>
        <w:t xml:space="preserve"> löst, wurde am Beispiel des </w:t>
      </w:r>
      <w:r w:rsidR="00FE4898">
        <w:rPr>
          <w:rStyle w:val="Formatvorlage4"/>
        </w:rPr>
        <w:t>eigenentwickelte</w:t>
      </w:r>
      <w:r w:rsidR="00B16300">
        <w:rPr>
          <w:rStyle w:val="Formatvorlage4"/>
        </w:rPr>
        <w:t>n</w:t>
      </w:r>
      <w:r w:rsidR="00FE4898">
        <w:rPr>
          <w:rStyle w:val="Formatvorlage4"/>
        </w:rPr>
        <w:t xml:space="preserve"> </w:t>
      </w:r>
      <w:r w:rsidR="00B16300">
        <w:rPr>
          <w:rStyle w:val="Formatvorlage4"/>
        </w:rPr>
        <w:t xml:space="preserve">hagebau </w:t>
      </w:r>
      <w:r w:rsidR="00FE4898">
        <w:rPr>
          <w:rStyle w:val="Formatvorlage4"/>
        </w:rPr>
        <w:t xml:space="preserve">Warenwirtschaftssystem </w:t>
      </w:r>
      <w:proofErr w:type="spellStart"/>
      <w:r w:rsidR="00FE4898">
        <w:rPr>
          <w:rStyle w:val="Formatvorlage4"/>
        </w:rPr>
        <w:t>prohibis</w:t>
      </w:r>
      <w:proofErr w:type="spellEnd"/>
      <w:r w:rsidR="00FE4898">
        <w:rPr>
          <w:rStyle w:val="Formatvorlage4"/>
        </w:rPr>
        <w:t xml:space="preserve"> </w:t>
      </w:r>
      <w:r w:rsidR="00B16300">
        <w:rPr>
          <w:rStyle w:val="Formatvorlage4"/>
        </w:rPr>
        <w:t xml:space="preserve">gezeigt. </w:t>
      </w:r>
      <w:r w:rsidR="00B16300">
        <w:rPr>
          <w:rStyle w:val="Formatvorlage4"/>
        </w:rPr>
        <w:lastRenderedPageBreak/>
        <w:t xml:space="preserve">Es </w:t>
      </w:r>
      <w:r w:rsidR="00763635">
        <w:rPr>
          <w:rStyle w:val="Formatvorlage4"/>
        </w:rPr>
        <w:t xml:space="preserve">wird </w:t>
      </w:r>
      <w:r w:rsidR="00B27F69">
        <w:rPr>
          <w:rStyle w:val="Formatvorlage4"/>
        </w:rPr>
        <w:t>auf der Basis einheitlicher Prozesse</w:t>
      </w:r>
      <w:r w:rsidR="00763635">
        <w:rPr>
          <w:rStyle w:val="Formatvorlage4"/>
        </w:rPr>
        <w:t xml:space="preserve"> in den </w:t>
      </w:r>
      <w:r w:rsidR="00FE4898">
        <w:rPr>
          <w:rStyle w:val="Formatvorlage4"/>
        </w:rPr>
        <w:t xml:space="preserve">Gesellschafterhäusern </w:t>
      </w:r>
      <w:r w:rsidR="00763635">
        <w:rPr>
          <w:rStyle w:val="Formatvorlage4"/>
        </w:rPr>
        <w:t>eingeführt</w:t>
      </w:r>
      <w:r w:rsidR="00B16300">
        <w:rPr>
          <w:rStyle w:val="Formatvorlage4"/>
        </w:rPr>
        <w:t xml:space="preserve">, wodurch </w:t>
      </w:r>
      <w:r w:rsidR="00763635">
        <w:rPr>
          <w:rStyle w:val="Formatvorlage4"/>
        </w:rPr>
        <w:t xml:space="preserve">ein </w:t>
      </w:r>
      <w:r w:rsidR="00B16300">
        <w:rPr>
          <w:rStyle w:val="Formatvorlage4"/>
        </w:rPr>
        <w:t xml:space="preserve">einheitlich hohes Qualitätsniveau des Produktes </w:t>
      </w:r>
      <w:r w:rsidR="00763635">
        <w:rPr>
          <w:rStyle w:val="Formatvorlage4"/>
        </w:rPr>
        <w:t>erreicht</w:t>
      </w:r>
      <w:r w:rsidR="00B16300">
        <w:rPr>
          <w:rStyle w:val="Formatvorlage4"/>
        </w:rPr>
        <w:t xml:space="preserve"> wird</w:t>
      </w:r>
      <w:r w:rsidR="00763635">
        <w:rPr>
          <w:rStyle w:val="Formatvorlage4"/>
        </w:rPr>
        <w:t>.</w:t>
      </w:r>
      <w:r w:rsidR="008D168E">
        <w:rPr>
          <w:rStyle w:val="Formatvorlage4"/>
        </w:rPr>
        <w:t xml:space="preserve"> </w:t>
      </w:r>
      <w:r w:rsidR="00B27F69">
        <w:rPr>
          <w:rStyle w:val="Formatvorlage4"/>
        </w:rPr>
        <w:t>Individuelle</w:t>
      </w:r>
      <w:r w:rsidR="008D168E">
        <w:rPr>
          <w:rStyle w:val="Formatvorlage4"/>
        </w:rPr>
        <w:t>, über definierte Standards hinausgehende</w:t>
      </w:r>
      <w:r w:rsidR="00B27F69">
        <w:rPr>
          <w:rStyle w:val="Formatvorlage4"/>
        </w:rPr>
        <w:t xml:space="preserve"> </w:t>
      </w:r>
      <w:r w:rsidR="00341FCA">
        <w:rPr>
          <w:rStyle w:val="Formatvorlage4"/>
        </w:rPr>
        <w:t xml:space="preserve">Anforderungen </w:t>
      </w:r>
      <w:r w:rsidR="00763635">
        <w:rPr>
          <w:rStyle w:val="Formatvorlage4"/>
        </w:rPr>
        <w:t xml:space="preserve">der Gesellschafter </w:t>
      </w:r>
      <w:r w:rsidR="00341FCA">
        <w:rPr>
          <w:rStyle w:val="Formatvorlage4"/>
        </w:rPr>
        <w:t xml:space="preserve">werden </w:t>
      </w:r>
      <w:r w:rsidR="00B16300">
        <w:rPr>
          <w:rStyle w:val="Formatvorlage4"/>
        </w:rPr>
        <w:t xml:space="preserve">dann </w:t>
      </w:r>
      <w:r w:rsidR="00763635">
        <w:rPr>
          <w:rStyle w:val="Formatvorlage4"/>
        </w:rPr>
        <w:t xml:space="preserve">im Nachgang berücksichtigt </w:t>
      </w:r>
      <w:r w:rsidR="00D426C4">
        <w:rPr>
          <w:rStyle w:val="Formatvorlage4"/>
        </w:rPr>
        <w:t>und implementiert</w:t>
      </w:r>
      <w:r w:rsidR="00763635">
        <w:rPr>
          <w:rStyle w:val="Formatvorlage4"/>
        </w:rPr>
        <w:t>.</w:t>
      </w:r>
    </w:p>
    <w:p w:rsidR="00B16300" w:rsidRDefault="00B16300" w:rsidP="00B33D81">
      <w:pPr>
        <w:spacing w:line="360" w:lineRule="auto"/>
        <w:jc w:val="both"/>
        <w:rPr>
          <w:rStyle w:val="Formatvorlage4"/>
        </w:rPr>
      </w:pPr>
    </w:p>
    <w:p w:rsidR="00DE3B42" w:rsidRDefault="00763635" w:rsidP="00B33D81">
      <w:pPr>
        <w:spacing w:line="360" w:lineRule="auto"/>
        <w:jc w:val="both"/>
        <w:rPr>
          <w:rStyle w:val="Formatvorlage4"/>
        </w:rPr>
      </w:pPr>
      <w:r>
        <w:rPr>
          <w:rStyle w:val="Formatvorlage4"/>
        </w:rPr>
        <w:t>D</w:t>
      </w:r>
      <w:r w:rsidR="00B16300">
        <w:rPr>
          <w:rStyle w:val="Formatvorlage4"/>
        </w:rPr>
        <w:t xml:space="preserve">ieses </w:t>
      </w:r>
      <w:r w:rsidR="00D426C4">
        <w:rPr>
          <w:rStyle w:val="Formatvorlage4"/>
        </w:rPr>
        <w:t xml:space="preserve">besondere </w:t>
      </w:r>
      <w:r w:rsidR="00B16300">
        <w:rPr>
          <w:rStyle w:val="Formatvorlage4"/>
        </w:rPr>
        <w:t xml:space="preserve">Produkt und diese Vorgehensweise </w:t>
      </w:r>
      <w:r>
        <w:rPr>
          <w:rStyle w:val="Formatvorlage4"/>
        </w:rPr>
        <w:t>unterscheide den hagebau Datendienst von IT-Abteilungen großer Konzerne, so Carsten Zoll, Bereichsleiter Externe IT/</w:t>
      </w:r>
      <w:proofErr w:type="spellStart"/>
      <w:r>
        <w:rPr>
          <w:rStyle w:val="Formatvorlage4"/>
        </w:rPr>
        <w:t>prohibis</w:t>
      </w:r>
      <w:proofErr w:type="spellEnd"/>
      <w:r w:rsidR="00B16300">
        <w:rPr>
          <w:rStyle w:val="Formatvorlage4"/>
        </w:rPr>
        <w:t xml:space="preserve"> und verantwortlich für das hagebau Warenwir</w:t>
      </w:r>
      <w:r w:rsidR="00203E22">
        <w:rPr>
          <w:rStyle w:val="Formatvorlage4"/>
        </w:rPr>
        <w:t>t</w:t>
      </w:r>
      <w:r w:rsidR="00B16300">
        <w:rPr>
          <w:rStyle w:val="Formatvorlage4"/>
        </w:rPr>
        <w:t>schaftssystem</w:t>
      </w:r>
      <w:r>
        <w:rPr>
          <w:rStyle w:val="Formatvorlage4"/>
        </w:rPr>
        <w:t xml:space="preserve">: „In Konzernen gibt es nur die Standard-Lösung. Der hagebau Datendienst kann </w:t>
      </w:r>
      <w:r w:rsidR="0053127A">
        <w:rPr>
          <w:rStyle w:val="Formatvorlage4"/>
        </w:rPr>
        <w:t xml:space="preserve">darüber hinaus </w:t>
      </w:r>
      <w:r w:rsidR="00B27F69">
        <w:rPr>
          <w:rStyle w:val="Formatvorlage4"/>
        </w:rPr>
        <w:t xml:space="preserve">besondere Anforderungen </w:t>
      </w:r>
      <w:r>
        <w:rPr>
          <w:rStyle w:val="Formatvorlage4"/>
        </w:rPr>
        <w:t>seiner Kunden</w:t>
      </w:r>
      <w:r w:rsidR="00DE3B42">
        <w:rPr>
          <w:rStyle w:val="Formatvorlage4"/>
        </w:rPr>
        <w:t xml:space="preserve"> </w:t>
      </w:r>
      <w:r w:rsidR="00B16300">
        <w:rPr>
          <w:rStyle w:val="Formatvorlage4"/>
        </w:rPr>
        <w:t xml:space="preserve">individuell </w:t>
      </w:r>
      <w:r w:rsidR="0053127A">
        <w:rPr>
          <w:rStyle w:val="Formatvorlage4"/>
        </w:rPr>
        <w:t>umsetzen</w:t>
      </w:r>
      <w:r>
        <w:rPr>
          <w:rStyle w:val="Formatvorlage4"/>
        </w:rPr>
        <w:t>.</w:t>
      </w:r>
      <w:r w:rsidR="00DE3B42">
        <w:rPr>
          <w:rStyle w:val="Formatvorlage4"/>
        </w:rPr>
        <w:t>“</w:t>
      </w:r>
      <w:r w:rsidR="00B27F69">
        <w:rPr>
          <w:rStyle w:val="Formatvorlage4"/>
        </w:rPr>
        <w:t xml:space="preserve"> </w:t>
      </w:r>
    </w:p>
    <w:p w:rsidR="00DE3B42" w:rsidRDefault="00DE3B42" w:rsidP="00B33D81">
      <w:pPr>
        <w:spacing w:line="360" w:lineRule="auto"/>
        <w:jc w:val="both"/>
        <w:rPr>
          <w:rStyle w:val="Formatvorlage4"/>
        </w:rPr>
      </w:pPr>
    </w:p>
    <w:p w:rsidR="00DE3B42" w:rsidRPr="001B1096" w:rsidRDefault="00853C5C" w:rsidP="00B33D81">
      <w:pPr>
        <w:spacing w:line="360" w:lineRule="auto"/>
        <w:jc w:val="both"/>
        <w:rPr>
          <w:rStyle w:val="Formatvorlage4"/>
          <w:b/>
        </w:rPr>
      </w:pPr>
      <w:proofErr w:type="spellStart"/>
      <w:r>
        <w:rPr>
          <w:rStyle w:val="Formatvorlage4"/>
          <w:b/>
        </w:rPr>
        <w:t>prohibis</w:t>
      </w:r>
      <w:proofErr w:type="spellEnd"/>
      <w:r>
        <w:rPr>
          <w:rStyle w:val="Formatvorlage4"/>
          <w:b/>
        </w:rPr>
        <w:t xml:space="preserve"> </w:t>
      </w:r>
      <w:proofErr w:type="spellStart"/>
      <w:r>
        <w:rPr>
          <w:rStyle w:val="Formatvorlage4"/>
          <w:b/>
        </w:rPr>
        <w:t>goes</w:t>
      </w:r>
      <w:proofErr w:type="spellEnd"/>
      <w:r>
        <w:rPr>
          <w:rStyle w:val="Formatvorlage4"/>
          <w:b/>
        </w:rPr>
        <w:t xml:space="preserve"> </w:t>
      </w:r>
      <w:r w:rsidR="00203E22">
        <w:rPr>
          <w:rStyle w:val="Formatvorlage4"/>
          <w:b/>
        </w:rPr>
        <w:t>mobile</w:t>
      </w:r>
      <w:r>
        <w:rPr>
          <w:rStyle w:val="Formatvorlage4"/>
          <w:b/>
        </w:rPr>
        <w:t xml:space="preserve">: </w:t>
      </w:r>
      <w:proofErr w:type="spellStart"/>
      <w:r w:rsidR="00DE3B42" w:rsidRPr="001B1096">
        <w:rPr>
          <w:rStyle w:val="Formatvorlage4"/>
          <w:b/>
        </w:rPr>
        <w:t>AppOne</w:t>
      </w:r>
      <w:proofErr w:type="spellEnd"/>
      <w:r w:rsidR="00DE3B42" w:rsidRPr="001B1096">
        <w:rPr>
          <w:rStyle w:val="Formatvorlage4"/>
          <w:b/>
        </w:rPr>
        <w:t xml:space="preserve"> mit weiteren Funktionen</w:t>
      </w:r>
    </w:p>
    <w:p w:rsidR="00763635" w:rsidRDefault="00DE3B42" w:rsidP="00B33D81">
      <w:pPr>
        <w:spacing w:line="360" w:lineRule="auto"/>
        <w:jc w:val="both"/>
        <w:rPr>
          <w:rStyle w:val="Formatvorlage4"/>
        </w:rPr>
      </w:pPr>
      <w:r>
        <w:rPr>
          <w:rStyle w:val="Formatvorlage4"/>
        </w:rPr>
        <w:t xml:space="preserve">Zwei Jahre nachdem die mobile Erweiterung von </w:t>
      </w:r>
      <w:proofErr w:type="spellStart"/>
      <w:r>
        <w:rPr>
          <w:rStyle w:val="Formatvorlage4"/>
        </w:rPr>
        <w:t>prohibis</w:t>
      </w:r>
      <w:proofErr w:type="spellEnd"/>
      <w:r w:rsidR="000D0060">
        <w:rPr>
          <w:rStyle w:val="Formatvorlage4"/>
        </w:rPr>
        <w:t xml:space="preserve">, </w:t>
      </w:r>
      <w:r>
        <w:rPr>
          <w:rStyle w:val="Formatvorlage4"/>
        </w:rPr>
        <w:t xml:space="preserve">die </w:t>
      </w:r>
      <w:proofErr w:type="spellStart"/>
      <w:r>
        <w:rPr>
          <w:rStyle w:val="Formatvorlage4"/>
        </w:rPr>
        <w:t>AppOne</w:t>
      </w:r>
      <w:proofErr w:type="spellEnd"/>
      <w:r w:rsidR="000D0060">
        <w:rPr>
          <w:rStyle w:val="Formatvorlage4"/>
        </w:rPr>
        <w:t xml:space="preserve">, </w:t>
      </w:r>
      <w:r>
        <w:rPr>
          <w:rStyle w:val="Formatvorlage4"/>
        </w:rPr>
        <w:t>auf der</w:t>
      </w:r>
      <w:r w:rsidR="000D0060">
        <w:rPr>
          <w:rStyle w:val="Formatvorlage4"/>
        </w:rPr>
        <w:br/>
      </w:r>
      <w:r>
        <w:rPr>
          <w:rStyle w:val="Formatvorlage4"/>
        </w:rPr>
        <w:t>IT-Conference vorgestellt wurde, ist die</w:t>
      </w:r>
      <w:r w:rsidR="00853C5C">
        <w:rPr>
          <w:rStyle w:val="Formatvorlage4"/>
        </w:rPr>
        <w:t>se</w:t>
      </w:r>
      <w:r>
        <w:rPr>
          <w:rStyle w:val="Formatvorlage4"/>
        </w:rPr>
        <w:t xml:space="preserve"> </w:t>
      </w:r>
      <w:r w:rsidR="00203E22">
        <w:rPr>
          <w:rStyle w:val="Formatvorlage4"/>
        </w:rPr>
        <w:t>Mobile</w:t>
      </w:r>
      <w:r w:rsidR="00853C5C">
        <w:rPr>
          <w:rStyle w:val="Formatvorlage4"/>
        </w:rPr>
        <w:t>-</w:t>
      </w:r>
      <w:r>
        <w:rPr>
          <w:rStyle w:val="Formatvorlage4"/>
        </w:rPr>
        <w:t xml:space="preserve">Anwendung um zusätzliche Features ergänzt worden. </w:t>
      </w:r>
      <w:r w:rsidR="00A51AD4">
        <w:rPr>
          <w:rStyle w:val="Formatvorlage4"/>
        </w:rPr>
        <w:t xml:space="preserve">Händler können nun </w:t>
      </w:r>
      <w:r w:rsidR="00872D35">
        <w:rPr>
          <w:rStyle w:val="Formatvorlage4"/>
        </w:rPr>
        <w:t xml:space="preserve">beispielsweise auch von unterwegs ihre Kundenbesuche </w:t>
      </w:r>
      <w:r w:rsidR="00853C5C">
        <w:rPr>
          <w:rStyle w:val="Formatvorlage4"/>
        </w:rPr>
        <w:t xml:space="preserve">noch besser </w:t>
      </w:r>
      <w:r w:rsidR="00872D35">
        <w:rPr>
          <w:rStyle w:val="Formatvorlage4"/>
        </w:rPr>
        <w:t>vor- und nachbereiten.</w:t>
      </w:r>
      <w:r w:rsidR="000B570E">
        <w:rPr>
          <w:rStyle w:val="Formatvorlage4"/>
        </w:rPr>
        <w:t xml:space="preserve"> Dazu wurde die App unter anderem um ein Modul zur Kunden</w:t>
      </w:r>
      <w:r w:rsidR="0053127A">
        <w:rPr>
          <w:rStyle w:val="Formatvorlage4"/>
        </w:rPr>
        <w:t>kontakt</w:t>
      </w:r>
      <w:r w:rsidR="000B570E">
        <w:rPr>
          <w:rStyle w:val="Formatvorlage4"/>
        </w:rPr>
        <w:t xml:space="preserve">pflege ergänzt. </w:t>
      </w:r>
      <w:r w:rsidR="00872D35">
        <w:rPr>
          <w:rStyle w:val="Formatvorlage4"/>
        </w:rPr>
        <w:t>Bis heute haben etwa 1</w:t>
      </w:r>
      <w:r w:rsidR="00853C5C">
        <w:rPr>
          <w:rStyle w:val="Formatvorlage4"/>
        </w:rPr>
        <w:t xml:space="preserve">.000 Nutzer die </w:t>
      </w:r>
      <w:proofErr w:type="spellStart"/>
      <w:r w:rsidR="00853C5C">
        <w:rPr>
          <w:rStyle w:val="Formatvorlage4"/>
        </w:rPr>
        <w:t>AppOne</w:t>
      </w:r>
      <w:proofErr w:type="spellEnd"/>
      <w:r w:rsidR="00853C5C">
        <w:rPr>
          <w:rStyle w:val="Formatvorlage4"/>
        </w:rPr>
        <w:t xml:space="preserve"> auf ihren</w:t>
      </w:r>
      <w:r w:rsidR="00872D35">
        <w:rPr>
          <w:rStyle w:val="Formatvorlage4"/>
        </w:rPr>
        <w:t xml:space="preserve"> Smartphone</w:t>
      </w:r>
      <w:r w:rsidR="00853C5C">
        <w:rPr>
          <w:rStyle w:val="Formatvorlage4"/>
        </w:rPr>
        <w:t>s</w:t>
      </w:r>
      <w:r w:rsidR="00872D35">
        <w:rPr>
          <w:rStyle w:val="Formatvorlage4"/>
        </w:rPr>
        <w:t xml:space="preserve"> oder Tablet</w:t>
      </w:r>
      <w:r w:rsidR="00853C5C">
        <w:rPr>
          <w:rStyle w:val="Formatvorlage4"/>
        </w:rPr>
        <w:t>s</w:t>
      </w:r>
      <w:r w:rsidR="00872D35">
        <w:rPr>
          <w:rStyle w:val="Formatvorlage4"/>
        </w:rPr>
        <w:t xml:space="preserve"> installiert. </w:t>
      </w:r>
    </w:p>
    <w:p w:rsidR="00D37EC8" w:rsidRDefault="00D37EC8" w:rsidP="00B33D81">
      <w:pPr>
        <w:spacing w:line="360" w:lineRule="auto"/>
        <w:jc w:val="both"/>
        <w:rPr>
          <w:rStyle w:val="Formatvorlage4"/>
        </w:rPr>
      </w:pPr>
    </w:p>
    <w:p w:rsidR="001A2066" w:rsidRPr="001A2066" w:rsidRDefault="001A2066" w:rsidP="00B33D81">
      <w:pPr>
        <w:spacing w:line="360" w:lineRule="auto"/>
        <w:jc w:val="both"/>
        <w:rPr>
          <w:rStyle w:val="Formatvorlage4"/>
          <w:b/>
        </w:rPr>
      </w:pPr>
      <w:r w:rsidRPr="001A2066">
        <w:rPr>
          <w:rStyle w:val="Formatvorlage4"/>
          <w:b/>
        </w:rPr>
        <w:t>Neuer Veranstaltungsort für die IT-Conference 2016</w:t>
      </w:r>
    </w:p>
    <w:p w:rsidR="008A5A9F" w:rsidRDefault="00D37EC8" w:rsidP="00B33D81">
      <w:pPr>
        <w:spacing w:line="360" w:lineRule="auto"/>
        <w:jc w:val="both"/>
        <w:rPr>
          <w:rStyle w:val="Formatvorlage4"/>
        </w:rPr>
      </w:pPr>
      <w:r>
        <w:rPr>
          <w:rStyle w:val="Formatvorlage4"/>
        </w:rPr>
        <w:t xml:space="preserve">Aufgrund der </w:t>
      </w:r>
      <w:r w:rsidR="009512F3">
        <w:rPr>
          <w:rStyle w:val="Formatvorlage4"/>
        </w:rPr>
        <w:t xml:space="preserve">großen </w:t>
      </w:r>
      <w:r>
        <w:rPr>
          <w:rStyle w:val="Formatvorlage4"/>
        </w:rPr>
        <w:t xml:space="preserve">Resonanz </w:t>
      </w:r>
      <w:r w:rsidR="009512F3">
        <w:rPr>
          <w:rStyle w:val="Formatvorlage4"/>
        </w:rPr>
        <w:t xml:space="preserve">und </w:t>
      </w:r>
      <w:r w:rsidR="001A2066">
        <w:rPr>
          <w:rStyle w:val="Formatvorlage4"/>
        </w:rPr>
        <w:t>d</w:t>
      </w:r>
      <w:r w:rsidR="000B793A">
        <w:rPr>
          <w:rStyle w:val="Formatvorlage4"/>
        </w:rPr>
        <w:t xml:space="preserve">er </w:t>
      </w:r>
      <w:r w:rsidR="001A2066">
        <w:rPr>
          <w:rStyle w:val="Formatvorlage4"/>
        </w:rPr>
        <w:t xml:space="preserve">zu erwartenden weiter stark steigenden </w:t>
      </w:r>
      <w:r w:rsidR="009512F3">
        <w:rPr>
          <w:rStyle w:val="Formatvorlage4"/>
        </w:rPr>
        <w:t xml:space="preserve">Teilnehmerzahlen </w:t>
      </w:r>
      <w:r>
        <w:rPr>
          <w:rStyle w:val="Formatvorlage4"/>
        </w:rPr>
        <w:t>wir</w:t>
      </w:r>
      <w:r w:rsidR="009512F3">
        <w:rPr>
          <w:rStyle w:val="Formatvorlage4"/>
        </w:rPr>
        <w:t>d</w:t>
      </w:r>
      <w:r>
        <w:rPr>
          <w:rStyle w:val="Formatvorlage4"/>
        </w:rPr>
        <w:t xml:space="preserve"> die IT-Conference </w:t>
      </w:r>
      <w:r w:rsidR="00DC2087">
        <w:rPr>
          <w:rStyle w:val="Formatvorlage4"/>
        </w:rPr>
        <w:t xml:space="preserve">in </w:t>
      </w:r>
      <w:r>
        <w:rPr>
          <w:rStyle w:val="Formatvorlage4"/>
        </w:rPr>
        <w:t xml:space="preserve">2016 nicht </w:t>
      </w:r>
      <w:r w:rsidR="000B793A">
        <w:rPr>
          <w:rStyle w:val="Formatvorlage4"/>
        </w:rPr>
        <w:t xml:space="preserve">mehr </w:t>
      </w:r>
      <w:r>
        <w:rPr>
          <w:rStyle w:val="Formatvorlage4"/>
        </w:rPr>
        <w:t xml:space="preserve">in Marburg </w:t>
      </w:r>
      <w:r w:rsidR="000B793A">
        <w:rPr>
          <w:rStyle w:val="Formatvorlage4"/>
        </w:rPr>
        <w:t xml:space="preserve">stattfinden können. Die Kapazitätsgrenze </w:t>
      </w:r>
      <w:r w:rsidR="00DC2087">
        <w:rPr>
          <w:rStyle w:val="Formatvorlage4"/>
        </w:rPr>
        <w:t xml:space="preserve">des </w:t>
      </w:r>
      <w:proofErr w:type="spellStart"/>
      <w:r w:rsidR="00DC2087">
        <w:rPr>
          <w:rStyle w:val="Formatvorlage4"/>
        </w:rPr>
        <w:t>Congresszentrums</w:t>
      </w:r>
      <w:proofErr w:type="spellEnd"/>
      <w:r w:rsidR="00DC2087">
        <w:rPr>
          <w:rStyle w:val="Formatvorlage4"/>
        </w:rPr>
        <w:t xml:space="preserve"> Marburg </w:t>
      </w:r>
      <w:r w:rsidR="000B793A">
        <w:rPr>
          <w:rStyle w:val="Formatvorlage4"/>
        </w:rPr>
        <w:t xml:space="preserve">wurde erreicht und ein neuer Veranstaltungsort wird </w:t>
      </w:r>
      <w:r w:rsidR="00DC2087">
        <w:rPr>
          <w:rStyle w:val="Formatvorlage4"/>
        </w:rPr>
        <w:t xml:space="preserve">für die Zukunft </w:t>
      </w:r>
      <w:r w:rsidR="000B793A">
        <w:rPr>
          <w:rStyle w:val="Formatvorlage4"/>
        </w:rPr>
        <w:t xml:space="preserve">benötigt. </w:t>
      </w:r>
      <w:r w:rsidR="001A2066">
        <w:rPr>
          <w:rStyle w:val="Formatvorlage4"/>
        </w:rPr>
        <w:t xml:space="preserve">Die </w:t>
      </w:r>
      <w:r w:rsidR="000B793A">
        <w:rPr>
          <w:rStyle w:val="Formatvorlage4"/>
        </w:rPr>
        <w:t xml:space="preserve">Entscheidung für einen neuen Ort der </w:t>
      </w:r>
      <w:r w:rsidR="001A2066">
        <w:rPr>
          <w:rStyle w:val="Formatvorlage4"/>
        </w:rPr>
        <w:t xml:space="preserve">nächsten </w:t>
      </w:r>
      <w:r w:rsidR="000B793A">
        <w:rPr>
          <w:rStyle w:val="Formatvorlage4"/>
        </w:rPr>
        <w:t xml:space="preserve">hagebau IT-Conference wird im Frühjahr 2016 fallen. </w:t>
      </w:r>
    </w:p>
    <w:p w:rsidR="00A6439F" w:rsidRDefault="00A6439F" w:rsidP="0066223B">
      <w:pPr>
        <w:spacing w:line="360" w:lineRule="auto"/>
        <w:jc w:val="both"/>
        <w:rPr>
          <w:rStyle w:val="Formatvorlage4"/>
        </w:rPr>
      </w:pPr>
    </w:p>
    <w:p w:rsidR="00B96199" w:rsidRPr="00D47A89" w:rsidRDefault="00203E22" w:rsidP="00B33D81">
      <w:pPr>
        <w:spacing w:line="360" w:lineRule="auto"/>
        <w:jc w:val="both"/>
        <w:rPr>
          <w:rStyle w:val="Formatvorlage4"/>
        </w:rPr>
      </w:pPr>
      <w:r>
        <w:rPr>
          <w:rStyle w:val="Formatvorlage4"/>
        </w:rPr>
        <w:t>5.3</w:t>
      </w:r>
      <w:r w:rsidR="00C36A7D">
        <w:rPr>
          <w:rStyle w:val="Formatvorlage4"/>
        </w:rPr>
        <w:t>95</w:t>
      </w:r>
      <w:r w:rsidR="00E02E9D" w:rsidRPr="00D47A89">
        <w:rPr>
          <w:rStyle w:val="Formatvorlage4"/>
        </w:rPr>
        <w:t xml:space="preserve"> Zeichen</w:t>
      </w:r>
    </w:p>
    <w:p w:rsidR="00E91B46" w:rsidRPr="00D47A89" w:rsidRDefault="00E91B46" w:rsidP="00B33D81">
      <w:pPr>
        <w:rPr>
          <w:rStyle w:val="Formatvorlage4"/>
        </w:rPr>
      </w:pPr>
    </w:p>
    <w:p w:rsidR="00537AA8" w:rsidRPr="00537AA8" w:rsidRDefault="00537AA8"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u w:val="single"/>
        </w:rPr>
      </w:pPr>
      <w:r w:rsidRPr="00537AA8">
        <w:rPr>
          <w:rFonts w:cs="Arial"/>
          <w:b/>
          <w:bCs/>
          <w:color w:val="000000"/>
          <w:sz w:val="24"/>
          <w:szCs w:val="24"/>
          <w:u w:val="single"/>
        </w:rPr>
        <w:t>Bildunterschriften</w:t>
      </w:r>
    </w:p>
    <w:p w:rsidR="00537AA8" w:rsidRPr="00537AA8" w:rsidRDefault="00537AA8"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u w:val="single"/>
        </w:rPr>
      </w:pPr>
    </w:p>
    <w:p w:rsidR="00537AA8" w:rsidRPr="00537AA8" w:rsidRDefault="00537AA8"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rPr>
      </w:pPr>
      <w:r w:rsidRPr="00537AA8">
        <w:rPr>
          <w:rFonts w:cs="Arial"/>
          <w:b/>
          <w:bCs/>
          <w:color w:val="000000"/>
          <w:sz w:val="24"/>
          <w:szCs w:val="24"/>
        </w:rPr>
        <w:t>ITC_Marburg_1.jpg</w:t>
      </w: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sidRPr="00974DF7">
        <w:rPr>
          <w:rFonts w:cs="Arial"/>
          <w:color w:val="000000"/>
          <w:sz w:val="24"/>
          <w:szCs w:val="24"/>
        </w:rPr>
        <w:t>Erfahrungs- und Meinungsaustausch standen in den Pausen zwischen den Vorträgen und Workshops im Mittelpunkt bei den 320 Teilnehmern der IT-Conference 2015</w:t>
      </w:r>
    </w:p>
    <w:p w:rsidR="00537AA8" w:rsidRPr="00537AA8" w:rsidRDefault="00537AA8"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rPr>
      </w:pPr>
      <w:r>
        <w:rPr>
          <w:rFonts w:cs="Arial"/>
          <w:b/>
          <w:bCs/>
          <w:color w:val="000000"/>
          <w:sz w:val="24"/>
          <w:szCs w:val="24"/>
        </w:rPr>
        <w:lastRenderedPageBreak/>
        <w:t>ITC_Marburg_2</w:t>
      </w:r>
      <w:r w:rsidRPr="00537AA8">
        <w:rPr>
          <w:rFonts w:cs="Arial"/>
          <w:b/>
          <w:bCs/>
          <w:color w:val="000000"/>
          <w:sz w:val="24"/>
          <w:szCs w:val="24"/>
        </w:rPr>
        <w:t>.jpg</w:t>
      </w:r>
    </w:p>
    <w:p w:rsidR="00537AA8"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sidRPr="00974DF7">
        <w:rPr>
          <w:rFonts w:cs="Arial"/>
          <w:color w:val="000000"/>
          <w:sz w:val="24"/>
          <w:szCs w:val="24"/>
        </w:rPr>
        <w:t xml:space="preserve">hagebau Geschäftsführer Kai </w:t>
      </w:r>
      <w:proofErr w:type="spellStart"/>
      <w:r w:rsidRPr="00974DF7">
        <w:rPr>
          <w:rFonts w:cs="Arial"/>
          <w:color w:val="000000"/>
          <w:sz w:val="24"/>
          <w:szCs w:val="24"/>
        </w:rPr>
        <w:t>Kächelein</w:t>
      </w:r>
      <w:proofErr w:type="spellEnd"/>
      <w:r w:rsidRPr="00974DF7">
        <w:rPr>
          <w:rFonts w:cs="Arial"/>
          <w:color w:val="000000"/>
          <w:sz w:val="24"/>
          <w:szCs w:val="24"/>
        </w:rPr>
        <w:t xml:space="preserve"> eröffnete die IT-Conference.</w:t>
      </w: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Pr>
          <w:rFonts w:cs="Arial"/>
          <w:b/>
          <w:bCs/>
          <w:color w:val="000000"/>
          <w:sz w:val="24"/>
          <w:szCs w:val="24"/>
        </w:rPr>
        <w:t>ITC_Marburg_</w:t>
      </w:r>
      <w:r>
        <w:rPr>
          <w:rFonts w:cs="Arial"/>
          <w:b/>
          <w:bCs/>
          <w:color w:val="000000"/>
          <w:sz w:val="24"/>
          <w:szCs w:val="24"/>
        </w:rPr>
        <w:t>3</w:t>
      </w:r>
      <w:r w:rsidRPr="00537AA8">
        <w:rPr>
          <w:rFonts w:cs="Arial"/>
          <w:b/>
          <w:bCs/>
          <w:color w:val="000000"/>
          <w:sz w:val="24"/>
          <w:szCs w:val="24"/>
        </w:rPr>
        <w:t>.jpg</w:t>
      </w: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sidRPr="00974DF7">
        <w:rPr>
          <w:rFonts w:cs="Arial"/>
          <w:color w:val="000000"/>
          <w:sz w:val="24"/>
          <w:szCs w:val="24"/>
        </w:rPr>
        <w:t xml:space="preserve">"Wir wissen um die Bedürfnisse der Gesellschafter und um die Stärken des hagebau Datendienstes", so </w:t>
      </w:r>
      <w:bookmarkStart w:id="0" w:name="_GoBack"/>
      <w:bookmarkEnd w:id="0"/>
      <w:r w:rsidRPr="00974DF7">
        <w:rPr>
          <w:rFonts w:cs="Arial"/>
          <w:color w:val="000000"/>
          <w:sz w:val="24"/>
          <w:szCs w:val="24"/>
        </w:rPr>
        <w:t>Andreas Dietrich, Geschäftsführer hagebau Datendienst in seiner Eröffnungsrede.</w:t>
      </w: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p>
    <w:p w:rsidR="00974DF7"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Pr>
          <w:rFonts w:cs="Arial"/>
          <w:b/>
          <w:bCs/>
          <w:color w:val="000000"/>
          <w:sz w:val="24"/>
          <w:szCs w:val="24"/>
        </w:rPr>
        <w:t>ITC_Marburg_4</w:t>
      </w:r>
      <w:r w:rsidRPr="00537AA8">
        <w:rPr>
          <w:rFonts w:cs="Arial"/>
          <w:b/>
          <w:bCs/>
          <w:color w:val="000000"/>
          <w:sz w:val="24"/>
          <w:szCs w:val="24"/>
        </w:rPr>
        <w:t>.jpg</w:t>
      </w:r>
    </w:p>
    <w:p w:rsidR="00537AA8"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r w:rsidRPr="00974DF7">
        <w:rPr>
          <w:rFonts w:cs="Arial"/>
          <w:color w:val="000000"/>
          <w:sz w:val="24"/>
          <w:szCs w:val="24"/>
        </w:rPr>
        <w:t>Gespanntes Auditorium: Die 320 Teilnehmer der IT-Conference verfolgten die Eröffnungsveranstaltung.</w:t>
      </w:r>
    </w:p>
    <w:p w:rsidR="00974DF7" w:rsidRPr="00537AA8" w:rsidRDefault="00974DF7" w:rsidP="00537AA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000000"/>
          <w:sz w:val="24"/>
          <w:szCs w:val="24"/>
        </w:rPr>
      </w:pPr>
    </w:p>
    <w:p w:rsidR="0067060B" w:rsidRPr="00537AA8" w:rsidRDefault="00134E14" w:rsidP="00B33D81">
      <w:pPr>
        <w:rPr>
          <w:rStyle w:val="Formatvorlage4"/>
          <w:szCs w:val="24"/>
        </w:rPr>
      </w:pPr>
      <w:r w:rsidRPr="00537AA8">
        <w:rPr>
          <w:rStyle w:val="Formatvorlage4"/>
          <w:szCs w:val="24"/>
        </w:rPr>
        <w:t xml:space="preserve">Foto: </w:t>
      </w:r>
      <w:r w:rsidR="00E826FD" w:rsidRPr="00537AA8">
        <w:rPr>
          <w:rStyle w:val="Formatvorlage4"/>
          <w:szCs w:val="24"/>
        </w:rPr>
        <w:t xml:space="preserve">Kirsten </w:t>
      </w:r>
      <w:proofErr w:type="spellStart"/>
      <w:r w:rsidR="00E826FD" w:rsidRPr="00537AA8">
        <w:rPr>
          <w:rStyle w:val="Formatvorlage4"/>
          <w:szCs w:val="24"/>
        </w:rPr>
        <w:t>Nijhof</w:t>
      </w:r>
      <w:proofErr w:type="spellEnd"/>
      <w:r w:rsidRPr="00537AA8">
        <w:rPr>
          <w:rStyle w:val="Formatvorlage4"/>
          <w:szCs w:val="24"/>
        </w:rPr>
        <w:t xml:space="preserve"> (Abdruck honorarfrei)</w:t>
      </w:r>
    </w:p>
    <w:p w:rsidR="00134E14" w:rsidRDefault="00134E14" w:rsidP="00B33D81">
      <w:pPr>
        <w:rPr>
          <w:rStyle w:val="Formatvorlage4"/>
        </w:rPr>
      </w:pPr>
    </w:p>
    <w:p w:rsidR="00537AA8" w:rsidRPr="00D47A89" w:rsidRDefault="00537AA8" w:rsidP="00B33D81">
      <w:pPr>
        <w:rPr>
          <w:rStyle w:val="Formatvorlage4"/>
        </w:rPr>
      </w:pPr>
    </w:p>
    <w:p w:rsidR="00134E14" w:rsidRPr="00D47A89" w:rsidRDefault="00134E14" w:rsidP="00B33D81">
      <w:pPr>
        <w:spacing w:line="360" w:lineRule="auto"/>
        <w:rPr>
          <w:rFonts w:cs="Arial"/>
          <w:szCs w:val="24"/>
        </w:rPr>
      </w:pPr>
      <w:r w:rsidRPr="00D47A89">
        <w:rPr>
          <w:rFonts w:cs="Arial"/>
          <w:b/>
          <w:szCs w:val="24"/>
        </w:rPr>
        <w:t>hagebau Gruppe</w:t>
      </w:r>
    </w:p>
    <w:p w:rsidR="00263A91" w:rsidRPr="00D47A89" w:rsidRDefault="00263A91" w:rsidP="00B33D81">
      <w:pPr>
        <w:spacing w:line="360" w:lineRule="auto"/>
        <w:jc w:val="both"/>
        <w:rPr>
          <w:rFonts w:cs="Arial"/>
        </w:rPr>
      </w:pPr>
      <w:r w:rsidRPr="00D47A89">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D47A89" w:rsidRDefault="00A3690A" w:rsidP="00B33D81">
      <w:pPr>
        <w:spacing w:line="360" w:lineRule="auto"/>
        <w:jc w:val="both"/>
        <w:rPr>
          <w:rFonts w:cs="Arial"/>
        </w:rPr>
      </w:pPr>
      <w:r w:rsidRPr="00D47A89">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D47A89">
        <w:rPr>
          <w:rFonts w:cs="Arial"/>
        </w:rPr>
        <w:t xml:space="preserve"> </w:t>
      </w:r>
    </w:p>
    <w:p w:rsidR="00263A91" w:rsidRPr="00D47A89" w:rsidRDefault="00263A91" w:rsidP="00B33D81">
      <w:pPr>
        <w:spacing w:line="360" w:lineRule="auto"/>
        <w:jc w:val="both"/>
        <w:rPr>
          <w:rFonts w:cs="Arial"/>
        </w:rPr>
      </w:pPr>
      <w:r w:rsidRPr="00D47A89">
        <w:rPr>
          <w:rFonts w:cs="Arial"/>
        </w:rPr>
        <w:t xml:space="preserve">Die hagebaumärkte in Deutschland und Österreich erzielten im Geschäftsjahr 2014 einen kumulierten Netto-Verkaufsumsatz von 2,04 Milliarden Euro. </w:t>
      </w:r>
    </w:p>
    <w:p w:rsidR="00263A91" w:rsidRPr="00D47A89" w:rsidRDefault="00263A91" w:rsidP="00B33D81">
      <w:pPr>
        <w:spacing w:line="360" w:lineRule="auto"/>
      </w:pPr>
      <w:r w:rsidRPr="00D47A89">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D47A89">
        <w:rPr>
          <w:rFonts w:cs="Arial"/>
        </w:rPr>
        <w:t>hagebaumarkt</w:t>
      </w:r>
      <w:proofErr w:type="spellEnd"/>
      <w:r w:rsidRPr="00D47A89">
        <w:rPr>
          <w:rFonts w:cs="Arial"/>
        </w:rPr>
        <w:t xml:space="preserve">, Floraland und Werkers Welt im standortgebundenen B2C-Markt aktiv. Mit dem Joint Venture </w:t>
      </w:r>
      <w:proofErr w:type="spellStart"/>
      <w:r w:rsidRPr="00D47A89">
        <w:rPr>
          <w:rFonts w:cs="Arial"/>
        </w:rPr>
        <w:t>baumarkt</w:t>
      </w:r>
      <w:proofErr w:type="spellEnd"/>
      <w:r w:rsidRPr="00D47A89">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w:t>
      </w:r>
      <w:r w:rsidRPr="00D47A89">
        <w:rPr>
          <w:rFonts w:cs="Arial"/>
        </w:rPr>
        <w:lastRenderedPageBreak/>
        <w:t>selbstständigen mittelständischen Handelshäuser umfassend und kostenoptimiert unterstützt.</w:t>
      </w:r>
    </w:p>
    <w:p w:rsidR="00422A61" w:rsidRPr="00D47A89" w:rsidRDefault="00422A61" w:rsidP="00B33D81">
      <w:pPr>
        <w:rPr>
          <w:rStyle w:val="Formatvorlage4"/>
        </w:rPr>
      </w:pPr>
    </w:p>
    <w:p w:rsidR="00134E14" w:rsidRPr="00D47A89" w:rsidRDefault="00134E14" w:rsidP="00B33D81">
      <w:pPr>
        <w:rPr>
          <w:rStyle w:val="Formatvorlage7"/>
          <w:sz w:val="20"/>
          <w:szCs w:val="20"/>
          <w:u w:val="single"/>
        </w:rPr>
      </w:pPr>
      <w:r w:rsidRPr="00D47A89">
        <w:rPr>
          <w:rStyle w:val="Formatvorlage7"/>
          <w:sz w:val="20"/>
          <w:szCs w:val="20"/>
          <w:u w:val="single"/>
        </w:rPr>
        <w:t>Pressekontakt:</w:t>
      </w:r>
    </w:p>
    <w:p w:rsidR="00134E14" w:rsidRPr="00D47A89" w:rsidRDefault="00134E14" w:rsidP="00B33D81">
      <w:pPr>
        <w:rPr>
          <w:rStyle w:val="Formatvorlage7"/>
          <w:sz w:val="20"/>
          <w:szCs w:val="20"/>
        </w:rPr>
      </w:pPr>
    </w:p>
    <w:p w:rsidR="00134E14" w:rsidRPr="00D47A89" w:rsidRDefault="00134E14" w:rsidP="00B33D81">
      <w:pPr>
        <w:spacing w:line="276" w:lineRule="auto"/>
        <w:rPr>
          <w:rStyle w:val="Formatvorlage4"/>
          <w:sz w:val="20"/>
          <w:szCs w:val="20"/>
        </w:rPr>
      </w:pPr>
      <w:r w:rsidRPr="00D47A89">
        <w:rPr>
          <w:rStyle w:val="Formatvorlage4"/>
          <w:sz w:val="20"/>
          <w:szCs w:val="20"/>
        </w:rPr>
        <w:t xml:space="preserve">Dr. Ralph </w:t>
      </w:r>
      <w:proofErr w:type="spellStart"/>
      <w:r w:rsidRPr="00D47A89">
        <w:rPr>
          <w:rStyle w:val="Formatvorlage4"/>
          <w:sz w:val="20"/>
          <w:szCs w:val="20"/>
        </w:rPr>
        <w:t>Esper</w:t>
      </w:r>
      <w:proofErr w:type="spellEnd"/>
      <w:r w:rsidRPr="00D47A89">
        <w:rPr>
          <w:rStyle w:val="Formatvorlage4"/>
          <w:sz w:val="20"/>
          <w:szCs w:val="20"/>
        </w:rPr>
        <w:t xml:space="preserve"> </w:t>
      </w:r>
    </w:p>
    <w:p w:rsidR="00134E14" w:rsidRPr="00D47A89" w:rsidRDefault="00134E14" w:rsidP="00B33D81">
      <w:pPr>
        <w:spacing w:line="276" w:lineRule="auto"/>
        <w:rPr>
          <w:rStyle w:val="Formatvorlage4"/>
          <w:sz w:val="20"/>
          <w:szCs w:val="20"/>
        </w:rPr>
      </w:pPr>
      <w:r w:rsidRPr="00D47A89">
        <w:rPr>
          <w:rStyle w:val="Formatvorlage4"/>
          <w:sz w:val="20"/>
          <w:szCs w:val="20"/>
        </w:rPr>
        <w:t>Bereichsleitung Unternehmenskommunikation</w:t>
      </w:r>
    </w:p>
    <w:p w:rsidR="00134E14" w:rsidRPr="00D47A89" w:rsidRDefault="00134E14" w:rsidP="00B33D81">
      <w:pPr>
        <w:spacing w:line="276" w:lineRule="auto"/>
        <w:rPr>
          <w:rStyle w:val="Formatvorlage4"/>
          <w:sz w:val="20"/>
          <w:szCs w:val="20"/>
        </w:rPr>
      </w:pPr>
      <w:r w:rsidRPr="00D47A89">
        <w:rPr>
          <w:rStyle w:val="Formatvorlage4"/>
          <w:sz w:val="20"/>
          <w:szCs w:val="20"/>
        </w:rPr>
        <w:t>Pressesprecher</w:t>
      </w:r>
    </w:p>
    <w:p w:rsidR="00134E14" w:rsidRPr="00D47A89" w:rsidRDefault="00134E14" w:rsidP="00B33D81">
      <w:pPr>
        <w:spacing w:line="276" w:lineRule="auto"/>
        <w:rPr>
          <w:rStyle w:val="Formatvorlage4"/>
          <w:sz w:val="20"/>
          <w:szCs w:val="20"/>
        </w:rPr>
      </w:pPr>
    </w:p>
    <w:p w:rsidR="00134E14" w:rsidRPr="00D47A89" w:rsidRDefault="00134E14" w:rsidP="00B33D81">
      <w:pPr>
        <w:spacing w:line="276" w:lineRule="auto"/>
        <w:rPr>
          <w:rStyle w:val="Formatvorlage4"/>
          <w:sz w:val="20"/>
          <w:szCs w:val="20"/>
        </w:rPr>
      </w:pPr>
      <w:r w:rsidRPr="00D47A89">
        <w:rPr>
          <w:rStyle w:val="Formatvorlage4"/>
          <w:sz w:val="20"/>
          <w:szCs w:val="20"/>
        </w:rPr>
        <w:t xml:space="preserve">hagebau </w:t>
      </w:r>
    </w:p>
    <w:p w:rsidR="00134E14" w:rsidRPr="00D47A89" w:rsidRDefault="00134E14" w:rsidP="00B33D81">
      <w:pPr>
        <w:spacing w:line="276" w:lineRule="auto"/>
        <w:rPr>
          <w:rStyle w:val="Formatvorlage4"/>
          <w:sz w:val="20"/>
          <w:szCs w:val="20"/>
        </w:rPr>
      </w:pPr>
      <w:r w:rsidRPr="00D47A89">
        <w:rPr>
          <w:rStyle w:val="Formatvorlage4"/>
          <w:sz w:val="20"/>
          <w:szCs w:val="20"/>
        </w:rPr>
        <w:t>Handelsgesellschaft für Baustoffe mbH &amp; Co. KG</w:t>
      </w:r>
    </w:p>
    <w:p w:rsidR="00134E14" w:rsidRPr="00D47A89" w:rsidRDefault="00134E14" w:rsidP="00B33D81">
      <w:pPr>
        <w:spacing w:line="276" w:lineRule="auto"/>
        <w:rPr>
          <w:rStyle w:val="Formatvorlage4"/>
          <w:sz w:val="20"/>
          <w:szCs w:val="20"/>
        </w:rPr>
      </w:pPr>
    </w:p>
    <w:p w:rsidR="00134E14" w:rsidRPr="00D47A89" w:rsidRDefault="00134E14" w:rsidP="00B33D81">
      <w:pPr>
        <w:spacing w:line="276" w:lineRule="auto"/>
        <w:rPr>
          <w:rStyle w:val="Formatvorlage4"/>
          <w:sz w:val="20"/>
          <w:szCs w:val="20"/>
        </w:rPr>
      </w:pPr>
      <w:r w:rsidRPr="00D47A89">
        <w:rPr>
          <w:rStyle w:val="Formatvorlage4"/>
          <w:sz w:val="20"/>
          <w:szCs w:val="20"/>
        </w:rPr>
        <w:t>Celler Str. 47</w:t>
      </w:r>
    </w:p>
    <w:p w:rsidR="00134E14" w:rsidRPr="00D47A89" w:rsidRDefault="00134E14" w:rsidP="00B33D81">
      <w:pPr>
        <w:spacing w:line="276" w:lineRule="auto"/>
        <w:rPr>
          <w:rStyle w:val="Formatvorlage4"/>
          <w:sz w:val="20"/>
          <w:szCs w:val="20"/>
        </w:rPr>
      </w:pPr>
      <w:r w:rsidRPr="00D47A89">
        <w:rPr>
          <w:rStyle w:val="Formatvorlage4"/>
          <w:sz w:val="20"/>
          <w:szCs w:val="20"/>
        </w:rPr>
        <w:t>29614 Soltau</w:t>
      </w:r>
    </w:p>
    <w:p w:rsidR="00134E14" w:rsidRPr="00D47A89" w:rsidRDefault="00134E14" w:rsidP="00B33D81">
      <w:pPr>
        <w:spacing w:line="276" w:lineRule="auto"/>
        <w:rPr>
          <w:rStyle w:val="Formatvorlage4"/>
          <w:sz w:val="20"/>
          <w:szCs w:val="20"/>
        </w:rPr>
      </w:pPr>
      <w:r w:rsidRPr="00D47A89">
        <w:rPr>
          <w:rStyle w:val="Formatvorlage4"/>
          <w:sz w:val="20"/>
          <w:szCs w:val="20"/>
        </w:rPr>
        <w:t>Telefon: +49 5191 802-766</w:t>
      </w:r>
    </w:p>
    <w:p w:rsidR="00134E14" w:rsidRPr="00D47A89" w:rsidRDefault="00134E14" w:rsidP="00B33D81">
      <w:pPr>
        <w:spacing w:line="276" w:lineRule="auto"/>
        <w:rPr>
          <w:rStyle w:val="Formatvorlage4"/>
          <w:sz w:val="20"/>
          <w:szCs w:val="20"/>
        </w:rPr>
      </w:pPr>
      <w:r w:rsidRPr="00D47A89">
        <w:rPr>
          <w:rStyle w:val="Formatvorlage4"/>
          <w:sz w:val="20"/>
          <w:szCs w:val="20"/>
        </w:rPr>
        <w:t>Telefax: +49 5191 98664-766</w:t>
      </w:r>
    </w:p>
    <w:p w:rsidR="00134E14" w:rsidRPr="00D47A89" w:rsidRDefault="00134E14" w:rsidP="00B33D81">
      <w:pPr>
        <w:spacing w:line="276" w:lineRule="auto"/>
        <w:rPr>
          <w:rStyle w:val="Formatvorlage4"/>
          <w:sz w:val="20"/>
          <w:szCs w:val="20"/>
        </w:rPr>
      </w:pPr>
      <w:r w:rsidRPr="00D47A89">
        <w:rPr>
          <w:rStyle w:val="Formatvorlage4"/>
          <w:sz w:val="20"/>
          <w:szCs w:val="20"/>
        </w:rPr>
        <w:t>Mobil: +49 172 4538678</w:t>
      </w:r>
    </w:p>
    <w:p w:rsidR="00134E14" w:rsidRPr="00D47A89" w:rsidRDefault="00134E14" w:rsidP="00B33D81">
      <w:pPr>
        <w:spacing w:line="276" w:lineRule="auto"/>
        <w:rPr>
          <w:rStyle w:val="Formatvorlage4"/>
          <w:sz w:val="20"/>
          <w:szCs w:val="20"/>
        </w:rPr>
      </w:pPr>
      <w:r w:rsidRPr="00D47A89">
        <w:rPr>
          <w:rStyle w:val="Formatvorlage4"/>
          <w:sz w:val="20"/>
          <w:szCs w:val="20"/>
        </w:rPr>
        <w:t>E-Mail: ralph.esper@hagebau.com</w:t>
      </w:r>
    </w:p>
    <w:p w:rsidR="00422A61" w:rsidRPr="00D47A89" w:rsidRDefault="00134E14" w:rsidP="00B33D81">
      <w:pPr>
        <w:spacing w:line="276" w:lineRule="auto"/>
        <w:rPr>
          <w:rStyle w:val="Formatvorlage4"/>
        </w:rPr>
      </w:pPr>
      <w:r w:rsidRPr="00D47A89">
        <w:rPr>
          <w:rStyle w:val="Formatvorlage4"/>
          <w:sz w:val="20"/>
          <w:szCs w:val="20"/>
        </w:rPr>
        <w:t>Internet: www.hagebau.com</w:t>
      </w:r>
    </w:p>
    <w:sectPr w:rsidR="00422A61" w:rsidRPr="00D47A89" w:rsidSect="00D45808">
      <w:headerReference w:type="default" r:id="rId9"/>
      <w:pgSz w:w="11906" w:h="16838"/>
      <w:pgMar w:top="2552" w:right="1416"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B5A" w:rsidRDefault="00807B5A" w:rsidP="008F126E">
      <w:r>
        <w:separator/>
      </w:r>
    </w:p>
  </w:endnote>
  <w:endnote w:type="continuationSeparator" w:id="0">
    <w:p w:rsidR="00807B5A" w:rsidRDefault="00807B5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B5A" w:rsidRDefault="00807B5A" w:rsidP="008F126E">
      <w:r>
        <w:separator/>
      </w:r>
    </w:p>
  </w:footnote>
  <w:footnote w:type="continuationSeparator" w:id="0">
    <w:p w:rsidR="00807B5A" w:rsidRDefault="00807B5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13812444" wp14:editId="5C590A03">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E1BC0"/>
    <w:multiLevelType w:val="hybridMultilevel"/>
    <w:tmpl w:val="B4C460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A89"/>
    <w:rsid w:val="00000F0F"/>
    <w:rsid w:val="00016813"/>
    <w:rsid w:val="00051A5A"/>
    <w:rsid w:val="00075905"/>
    <w:rsid w:val="000A7739"/>
    <w:rsid w:val="000B1CCA"/>
    <w:rsid w:val="000B570E"/>
    <w:rsid w:val="000B793A"/>
    <w:rsid w:val="000D0060"/>
    <w:rsid w:val="000D49CE"/>
    <w:rsid w:val="000F1EA2"/>
    <w:rsid w:val="00134E14"/>
    <w:rsid w:val="0015368D"/>
    <w:rsid w:val="001636CF"/>
    <w:rsid w:val="00191F25"/>
    <w:rsid w:val="001A2066"/>
    <w:rsid w:val="001B1096"/>
    <w:rsid w:val="001B399E"/>
    <w:rsid w:val="001E68A6"/>
    <w:rsid w:val="001F5555"/>
    <w:rsid w:val="00203E22"/>
    <w:rsid w:val="002248A7"/>
    <w:rsid w:val="0023201D"/>
    <w:rsid w:val="00263A91"/>
    <w:rsid w:val="00282659"/>
    <w:rsid w:val="00290F81"/>
    <w:rsid w:val="002923E8"/>
    <w:rsid w:val="00323F05"/>
    <w:rsid w:val="00340FA5"/>
    <w:rsid w:val="00341FCA"/>
    <w:rsid w:val="003648C1"/>
    <w:rsid w:val="003948AC"/>
    <w:rsid w:val="003B698C"/>
    <w:rsid w:val="003B7F35"/>
    <w:rsid w:val="003E0952"/>
    <w:rsid w:val="003E1BD1"/>
    <w:rsid w:val="00422A61"/>
    <w:rsid w:val="0044065F"/>
    <w:rsid w:val="00442828"/>
    <w:rsid w:val="00487F33"/>
    <w:rsid w:val="004D5423"/>
    <w:rsid w:val="004E4E84"/>
    <w:rsid w:val="0053127A"/>
    <w:rsid w:val="0053788B"/>
    <w:rsid w:val="00537AA8"/>
    <w:rsid w:val="005633D7"/>
    <w:rsid w:val="005657EB"/>
    <w:rsid w:val="0059181F"/>
    <w:rsid w:val="00617638"/>
    <w:rsid w:val="00637193"/>
    <w:rsid w:val="00657CC4"/>
    <w:rsid w:val="0066223B"/>
    <w:rsid w:val="0067060B"/>
    <w:rsid w:val="006960CA"/>
    <w:rsid w:val="006B0666"/>
    <w:rsid w:val="00717934"/>
    <w:rsid w:val="00720F51"/>
    <w:rsid w:val="007515D3"/>
    <w:rsid w:val="00757616"/>
    <w:rsid w:val="00760D6B"/>
    <w:rsid w:val="00763635"/>
    <w:rsid w:val="007B1579"/>
    <w:rsid w:val="007F4975"/>
    <w:rsid w:val="00807B5A"/>
    <w:rsid w:val="00820FCD"/>
    <w:rsid w:val="00853C5C"/>
    <w:rsid w:val="00872D35"/>
    <w:rsid w:val="00891A17"/>
    <w:rsid w:val="008A5A9F"/>
    <w:rsid w:val="008D168E"/>
    <w:rsid w:val="008D2980"/>
    <w:rsid w:val="008F126E"/>
    <w:rsid w:val="008F5884"/>
    <w:rsid w:val="00915DB6"/>
    <w:rsid w:val="0093002E"/>
    <w:rsid w:val="009512F3"/>
    <w:rsid w:val="00974DF7"/>
    <w:rsid w:val="009762E6"/>
    <w:rsid w:val="009D5236"/>
    <w:rsid w:val="00A11D00"/>
    <w:rsid w:val="00A22802"/>
    <w:rsid w:val="00A322F7"/>
    <w:rsid w:val="00A3437B"/>
    <w:rsid w:val="00A35814"/>
    <w:rsid w:val="00A3690A"/>
    <w:rsid w:val="00A37949"/>
    <w:rsid w:val="00A40813"/>
    <w:rsid w:val="00A51AD4"/>
    <w:rsid w:val="00A60D22"/>
    <w:rsid w:val="00A6439F"/>
    <w:rsid w:val="00A81DDD"/>
    <w:rsid w:val="00B16300"/>
    <w:rsid w:val="00B27F69"/>
    <w:rsid w:val="00B33D81"/>
    <w:rsid w:val="00B96199"/>
    <w:rsid w:val="00BE04DC"/>
    <w:rsid w:val="00BF42BD"/>
    <w:rsid w:val="00BF7FB3"/>
    <w:rsid w:val="00C06BE7"/>
    <w:rsid w:val="00C32CA6"/>
    <w:rsid w:val="00C36A7D"/>
    <w:rsid w:val="00C72061"/>
    <w:rsid w:val="00C76D1A"/>
    <w:rsid w:val="00C93304"/>
    <w:rsid w:val="00CA0C4C"/>
    <w:rsid w:val="00CD1564"/>
    <w:rsid w:val="00D135B9"/>
    <w:rsid w:val="00D32B1F"/>
    <w:rsid w:val="00D37EC8"/>
    <w:rsid w:val="00D426C4"/>
    <w:rsid w:val="00D45808"/>
    <w:rsid w:val="00D47A89"/>
    <w:rsid w:val="00D83E88"/>
    <w:rsid w:val="00DB5815"/>
    <w:rsid w:val="00DC2087"/>
    <w:rsid w:val="00DE3B42"/>
    <w:rsid w:val="00E02E9D"/>
    <w:rsid w:val="00E03183"/>
    <w:rsid w:val="00E207A8"/>
    <w:rsid w:val="00E508D4"/>
    <w:rsid w:val="00E52CCF"/>
    <w:rsid w:val="00E6670B"/>
    <w:rsid w:val="00E826FD"/>
    <w:rsid w:val="00E85D62"/>
    <w:rsid w:val="00E869A4"/>
    <w:rsid w:val="00E91B46"/>
    <w:rsid w:val="00E97979"/>
    <w:rsid w:val="00ED15F0"/>
    <w:rsid w:val="00F1023F"/>
    <w:rsid w:val="00F1138B"/>
    <w:rsid w:val="00F150D2"/>
    <w:rsid w:val="00F56EA5"/>
    <w:rsid w:val="00F833C4"/>
    <w:rsid w:val="00FB4CAD"/>
    <w:rsid w:val="00FE2296"/>
    <w:rsid w:val="00FE318E"/>
    <w:rsid w:val="00FE4898"/>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826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82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FFCD2-DBE5-4E4B-9CCE-16C5AA6A3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5</Pages>
  <Words>1026</Words>
  <Characters>7201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Sascha Buhr</cp:lastModifiedBy>
  <cp:revision>5</cp:revision>
  <cp:lastPrinted>2015-11-23T13:27:00Z</cp:lastPrinted>
  <dcterms:created xsi:type="dcterms:W3CDTF">2015-11-24T07:58:00Z</dcterms:created>
  <dcterms:modified xsi:type="dcterms:W3CDTF">2015-11-26T10:47:00Z</dcterms:modified>
</cp:coreProperties>
</file>