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393345" w:rsidRDefault="00A322F7" w:rsidP="00B33D81">
      <w:pPr>
        <w:spacing w:before="100" w:beforeAutospacing="1" w:after="100" w:afterAutospacing="1" w:line="360" w:lineRule="auto"/>
        <w:rPr>
          <w:rFonts w:cs="Arial"/>
          <w:sz w:val="26"/>
          <w:szCs w:val="26"/>
        </w:rPr>
      </w:pPr>
      <w:r w:rsidRPr="00393345">
        <w:rPr>
          <w:rFonts w:cs="Arial"/>
          <w:sz w:val="26"/>
          <w:szCs w:val="26"/>
        </w:rPr>
        <w:t>Presse-Information</w:t>
      </w:r>
    </w:p>
    <w:p w:rsidR="008F740D" w:rsidRDefault="00393345" w:rsidP="00B33D81">
      <w:pPr>
        <w:spacing w:line="360" w:lineRule="auto"/>
        <w:rPr>
          <w:rStyle w:val="Formatvorlage1"/>
        </w:rPr>
      </w:pPr>
      <w:r w:rsidRPr="00393345">
        <w:rPr>
          <w:rStyle w:val="Formatvorlage1"/>
        </w:rPr>
        <w:t xml:space="preserve">hagebau </w:t>
      </w:r>
      <w:r w:rsidR="00B91809">
        <w:rPr>
          <w:rStyle w:val="Formatvorlage1"/>
        </w:rPr>
        <w:t>HOLZBAU FACHHANDEL</w:t>
      </w:r>
    </w:p>
    <w:p w:rsidR="003948AC" w:rsidRPr="00393345" w:rsidRDefault="00440118" w:rsidP="00B33D81">
      <w:pPr>
        <w:spacing w:line="360" w:lineRule="auto"/>
        <w:rPr>
          <w:rStyle w:val="Formatvorlage1"/>
        </w:rPr>
      </w:pPr>
      <w:r>
        <w:rPr>
          <w:rStyle w:val="Formatvorlage1"/>
        </w:rPr>
        <w:t xml:space="preserve">baut </w:t>
      </w:r>
      <w:r w:rsidR="006E4FDE">
        <w:rPr>
          <w:rStyle w:val="Formatvorlage1"/>
        </w:rPr>
        <w:t>Schulungsangebot</w:t>
      </w:r>
      <w:r>
        <w:rPr>
          <w:rStyle w:val="Formatvorlage1"/>
        </w:rPr>
        <w:t xml:space="preserve"> aus </w:t>
      </w:r>
    </w:p>
    <w:p w:rsidR="00440118" w:rsidRDefault="00440118" w:rsidP="0027163C">
      <w:pPr>
        <w:pStyle w:val="Listenabsatz"/>
        <w:numPr>
          <w:ilvl w:val="0"/>
          <w:numId w:val="1"/>
        </w:numPr>
        <w:spacing w:line="360" w:lineRule="auto"/>
        <w:rPr>
          <w:rStyle w:val="Formatvorlage2"/>
        </w:rPr>
      </w:pPr>
      <w:r>
        <w:rPr>
          <w:rStyle w:val="Formatvorlage2"/>
        </w:rPr>
        <w:t>Bestehendes Weiterbildungsangebot komplett überarbeitet</w:t>
      </w:r>
    </w:p>
    <w:p w:rsidR="008F740D" w:rsidRDefault="00E33832" w:rsidP="0027163C">
      <w:pPr>
        <w:pStyle w:val="Listenabsatz"/>
        <w:numPr>
          <w:ilvl w:val="0"/>
          <w:numId w:val="1"/>
        </w:numPr>
        <w:spacing w:line="360" w:lineRule="auto"/>
        <w:rPr>
          <w:rStyle w:val="Formatvorlage2"/>
        </w:rPr>
      </w:pPr>
      <w:r>
        <w:rPr>
          <w:rStyle w:val="Formatvorlage2"/>
        </w:rPr>
        <w:t xml:space="preserve">Fortbildungen sind einzigartig in der Branche </w:t>
      </w:r>
    </w:p>
    <w:p w:rsidR="000F31BE" w:rsidRDefault="00440118" w:rsidP="0027163C">
      <w:pPr>
        <w:pStyle w:val="Listenabsatz"/>
        <w:numPr>
          <w:ilvl w:val="0"/>
          <w:numId w:val="1"/>
        </w:numPr>
        <w:spacing w:line="360" w:lineRule="auto"/>
        <w:rPr>
          <w:rStyle w:val="Formatvorlage2"/>
        </w:rPr>
      </w:pPr>
      <w:r>
        <w:rPr>
          <w:rStyle w:val="Formatvorlage2"/>
        </w:rPr>
        <w:t xml:space="preserve">Neu: </w:t>
      </w:r>
      <w:r w:rsidR="00DA72C9">
        <w:rPr>
          <w:rStyle w:val="Formatvorlage2"/>
        </w:rPr>
        <w:t>Handwerker</w:t>
      </w:r>
      <w:r>
        <w:rPr>
          <w:rStyle w:val="Formatvorlage2"/>
        </w:rPr>
        <w:t>-Azubis</w:t>
      </w:r>
      <w:r w:rsidR="000F31BE">
        <w:rPr>
          <w:rStyle w:val="Formatvorlage2"/>
        </w:rPr>
        <w:t xml:space="preserve"> können an Basisseminaren teilnehmen</w:t>
      </w:r>
    </w:p>
    <w:p w:rsidR="003948AC" w:rsidRPr="00E66376" w:rsidRDefault="003948AC" w:rsidP="00B33D81">
      <w:pPr>
        <w:spacing w:line="360" w:lineRule="auto"/>
        <w:rPr>
          <w:rStyle w:val="Formatvorlage2"/>
        </w:rPr>
      </w:pPr>
    </w:p>
    <w:p w:rsidR="006568F8" w:rsidRDefault="008D2980" w:rsidP="00EF3581">
      <w:pPr>
        <w:spacing w:line="360" w:lineRule="auto"/>
        <w:jc w:val="both"/>
        <w:rPr>
          <w:rStyle w:val="Formatvorlage5"/>
        </w:rPr>
      </w:pPr>
      <w:r>
        <w:rPr>
          <w:rStyle w:val="Formatvorlage5"/>
        </w:rPr>
        <w:t>Soltau</w:t>
      </w:r>
      <w:r w:rsidR="00134E14">
        <w:rPr>
          <w:rStyle w:val="Formatvorlage5"/>
        </w:rPr>
        <w:t xml:space="preserve">, </w:t>
      </w:r>
      <w:r w:rsidR="00E32271">
        <w:rPr>
          <w:rStyle w:val="Formatvorlage5"/>
        </w:rPr>
        <w:t>12. Januar 2016</w:t>
      </w:r>
      <w:r w:rsidR="00134E14">
        <w:rPr>
          <w:rStyle w:val="Formatvorlage5"/>
        </w:rPr>
        <w:t xml:space="preserve">. </w:t>
      </w:r>
      <w:r w:rsidR="0028139B">
        <w:rPr>
          <w:rStyle w:val="Formatvorlage5"/>
        </w:rPr>
        <w:t>Seit Jahren bildet d</w:t>
      </w:r>
      <w:r w:rsidR="00E641DD">
        <w:rPr>
          <w:rStyle w:val="Formatvorlage5"/>
        </w:rPr>
        <w:t>er</w:t>
      </w:r>
      <w:r w:rsidR="004032C1">
        <w:rPr>
          <w:rStyle w:val="Formatvorlage5"/>
        </w:rPr>
        <w:t xml:space="preserve"> hagebau </w:t>
      </w:r>
      <w:r w:rsidR="00E641DD">
        <w:rPr>
          <w:rStyle w:val="Formatvorlage5"/>
        </w:rPr>
        <w:t xml:space="preserve">HOLZBAU FACHHANDEL </w:t>
      </w:r>
      <w:r w:rsidR="00440118">
        <w:rPr>
          <w:rStyle w:val="Formatvorlage5"/>
        </w:rPr>
        <w:t xml:space="preserve">mit eigens konzipierten Seminaren </w:t>
      </w:r>
      <w:r w:rsidR="0028139B">
        <w:rPr>
          <w:rStyle w:val="Formatvorlage5"/>
        </w:rPr>
        <w:t xml:space="preserve">seine Fachverkäufer aus, um den Profikunden eine Beratung auf Augenhöhe bieten zu können. </w:t>
      </w:r>
      <w:r w:rsidR="00701AB2">
        <w:rPr>
          <w:rStyle w:val="Formatvorlage5"/>
        </w:rPr>
        <w:t>D</w:t>
      </w:r>
      <w:r w:rsidR="000D7B57">
        <w:rPr>
          <w:rStyle w:val="Formatvorlage5"/>
        </w:rPr>
        <w:t xml:space="preserve">ie dem Spezialisierungssystem angeschlossenen Händler </w:t>
      </w:r>
      <w:r w:rsidR="00701AB2">
        <w:rPr>
          <w:rStyle w:val="Formatvorlage5"/>
        </w:rPr>
        <w:t xml:space="preserve">haben </w:t>
      </w:r>
      <w:r w:rsidR="00013D55">
        <w:rPr>
          <w:rStyle w:val="Formatvorlage5"/>
        </w:rPr>
        <w:t xml:space="preserve">in der Vergangenheit bereits </w:t>
      </w:r>
      <w:r w:rsidR="00701AB2">
        <w:rPr>
          <w:rStyle w:val="Formatvorlage5"/>
        </w:rPr>
        <w:t xml:space="preserve">rund 250 Mitarbeiter </w:t>
      </w:r>
      <w:r w:rsidR="00804DCA">
        <w:rPr>
          <w:rStyle w:val="Formatvorlage5"/>
        </w:rPr>
        <w:t>qualifiziert</w:t>
      </w:r>
      <w:r w:rsidR="00013D55">
        <w:rPr>
          <w:rStyle w:val="Formatvorlage5"/>
        </w:rPr>
        <w:t xml:space="preserve">. </w:t>
      </w:r>
      <w:r w:rsidR="006C7CE3">
        <w:rPr>
          <w:rStyle w:val="Formatvorlage5"/>
        </w:rPr>
        <w:t xml:space="preserve">Jetzt wurde </w:t>
      </w:r>
      <w:r w:rsidR="00F00511">
        <w:rPr>
          <w:rStyle w:val="Formatvorlage5"/>
        </w:rPr>
        <w:t>das Schulungskonzept</w:t>
      </w:r>
      <w:r w:rsidR="006D3A21">
        <w:rPr>
          <w:rStyle w:val="Formatvorlage5"/>
        </w:rPr>
        <w:t xml:space="preserve"> </w:t>
      </w:r>
      <w:r w:rsidR="002C094E">
        <w:rPr>
          <w:rStyle w:val="Formatvorlage5"/>
        </w:rPr>
        <w:t>marktorientiert</w:t>
      </w:r>
      <w:r w:rsidR="006D3A21">
        <w:rPr>
          <w:rStyle w:val="Formatvorlage5"/>
        </w:rPr>
        <w:t xml:space="preserve"> weiterentwickelt</w:t>
      </w:r>
      <w:r w:rsidR="002C094E">
        <w:rPr>
          <w:rStyle w:val="Formatvorlage5"/>
        </w:rPr>
        <w:t>:</w:t>
      </w:r>
      <w:r w:rsidR="006D3A21" w:rsidRPr="00A828EF">
        <w:rPr>
          <w:rStyle w:val="Formatvorlage5"/>
        </w:rPr>
        <w:t xml:space="preserve"> Statt </w:t>
      </w:r>
      <w:r w:rsidR="001159F6" w:rsidRPr="00A828EF">
        <w:rPr>
          <w:rStyle w:val="Formatvorlage5"/>
        </w:rPr>
        <w:t>des</w:t>
      </w:r>
      <w:r w:rsidR="006D3A21" w:rsidRPr="00A828EF">
        <w:rPr>
          <w:rStyle w:val="Formatvorlage5"/>
        </w:rPr>
        <w:t xml:space="preserve"> neu</w:t>
      </w:r>
      <w:r w:rsidR="004141B4" w:rsidRPr="00A828EF">
        <w:rPr>
          <w:rStyle w:val="Formatvorlage5"/>
        </w:rPr>
        <w:t>ntägige</w:t>
      </w:r>
      <w:r w:rsidR="00F00511" w:rsidRPr="00A828EF">
        <w:rPr>
          <w:rStyle w:val="Formatvorlage5"/>
        </w:rPr>
        <w:t xml:space="preserve">n </w:t>
      </w:r>
      <w:r w:rsidR="00D7687A">
        <w:rPr>
          <w:rStyle w:val="Formatvorlage5"/>
        </w:rPr>
        <w:t>S</w:t>
      </w:r>
      <w:r w:rsidR="00804DCA" w:rsidRPr="00A828EF">
        <w:rPr>
          <w:rStyle w:val="Formatvorlage5"/>
        </w:rPr>
        <w:t>eminar</w:t>
      </w:r>
      <w:r w:rsidR="003A4F37">
        <w:rPr>
          <w:rStyle w:val="Formatvorlage5"/>
        </w:rPr>
        <w:t>s</w:t>
      </w:r>
      <w:r w:rsidR="00D7687A">
        <w:rPr>
          <w:rStyle w:val="Formatvorlage5"/>
        </w:rPr>
        <w:t xml:space="preserve"> „Fachverkäufer Holzbau“</w:t>
      </w:r>
      <w:r w:rsidR="00F00511" w:rsidRPr="00A828EF">
        <w:rPr>
          <w:rStyle w:val="Formatvorlage5"/>
        </w:rPr>
        <w:t xml:space="preserve"> </w:t>
      </w:r>
      <w:r w:rsidR="006D3A21" w:rsidRPr="00A828EF">
        <w:rPr>
          <w:rStyle w:val="Formatvorlage5"/>
        </w:rPr>
        <w:t>und de</w:t>
      </w:r>
      <w:r w:rsidR="00D7687A">
        <w:rPr>
          <w:rStyle w:val="Formatvorlage5"/>
        </w:rPr>
        <w:t>m aufbauenden „Fach</w:t>
      </w:r>
      <w:r w:rsidR="00701AB2" w:rsidRPr="00A828EF">
        <w:rPr>
          <w:rStyle w:val="Formatvorlage5"/>
        </w:rPr>
        <w:t xml:space="preserve">berater Holzbau“ </w:t>
      </w:r>
      <w:r w:rsidR="006D3A21" w:rsidRPr="00A828EF">
        <w:rPr>
          <w:rStyle w:val="Formatvorlage5"/>
        </w:rPr>
        <w:t xml:space="preserve">gibt es </w:t>
      </w:r>
      <w:r w:rsidR="001159F6" w:rsidRPr="00A828EF">
        <w:rPr>
          <w:rStyle w:val="Formatvorlage5"/>
        </w:rPr>
        <w:t>nun</w:t>
      </w:r>
      <w:r w:rsidR="006D3A21" w:rsidRPr="00A828EF">
        <w:rPr>
          <w:rStyle w:val="Formatvorlage5"/>
        </w:rPr>
        <w:t xml:space="preserve"> </w:t>
      </w:r>
      <w:r w:rsidR="00701AB2" w:rsidRPr="00A828EF">
        <w:rPr>
          <w:rStyle w:val="Formatvorlage5"/>
        </w:rPr>
        <w:t>f</w:t>
      </w:r>
      <w:r w:rsidR="00EF3581" w:rsidRPr="00A828EF">
        <w:rPr>
          <w:rStyle w:val="Formatvorlage5"/>
        </w:rPr>
        <w:t xml:space="preserve">ünf </w:t>
      </w:r>
      <w:r w:rsidR="002C094E">
        <w:rPr>
          <w:rStyle w:val="Formatvorlage5"/>
        </w:rPr>
        <w:t>einzeln buchbare</w:t>
      </w:r>
      <w:r w:rsidR="006361D2" w:rsidRPr="00A828EF">
        <w:rPr>
          <w:rStyle w:val="Formatvorlage5"/>
        </w:rPr>
        <w:t xml:space="preserve"> </w:t>
      </w:r>
      <w:r w:rsidR="00892B74" w:rsidRPr="00A828EF">
        <w:rPr>
          <w:rStyle w:val="Formatvorlage5"/>
        </w:rPr>
        <w:t>Trainingsblöcke</w:t>
      </w:r>
      <w:r w:rsidR="00353DD9">
        <w:rPr>
          <w:rStyle w:val="Formatvorlage5"/>
        </w:rPr>
        <w:t xml:space="preserve">. </w:t>
      </w:r>
      <w:r w:rsidR="003D213B">
        <w:rPr>
          <w:rStyle w:val="Formatvorlage5"/>
        </w:rPr>
        <w:t>Neu</w:t>
      </w:r>
      <w:r w:rsidR="0078615E">
        <w:rPr>
          <w:rStyle w:val="Formatvorlage5"/>
        </w:rPr>
        <w:t xml:space="preserve"> </w:t>
      </w:r>
      <w:r w:rsidR="00150239">
        <w:rPr>
          <w:rStyle w:val="Formatvorlage5"/>
        </w:rPr>
        <w:t xml:space="preserve">dabei </w:t>
      </w:r>
      <w:r w:rsidR="00440118">
        <w:rPr>
          <w:rStyle w:val="Formatvorlage5"/>
        </w:rPr>
        <w:t xml:space="preserve">sind die Ausbildung zum „Fachverkäufer Holzbau in der Altbausanierung“ sowie zwei </w:t>
      </w:r>
      <w:r w:rsidR="0078615E">
        <w:rPr>
          <w:rStyle w:val="Formatvorlage5"/>
        </w:rPr>
        <w:t>Basiss</w:t>
      </w:r>
      <w:r w:rsidR="006568F8" w:rsidRPr="00A828EF">
        <w:rPr>
          <w:rStyle w:val="Formatvorlage5"/>
        </w:rPr>
        <w:t>chulungen</w:t>
      </w:r>
      <w:r w:rsidR="003762E6" w:rsidRPr="003762E6">
        <w:rPr>
          <w:rStyle w:val="Formatvorlage5"/>
        </w:rPr>
        <w:t xml:space="preserve"> </w:t>
      </w:r>
      <w:r w:rsidR="003762E6" w:rsidRPr="00A828EF">
        <w:rPr>
          <w:rStyle w:val="Formatvorlage5"/>
        </w:rPr>
        <w:t>zu Holz und Holzbauprodukten</w:t>
      </w:r>
      <w:r w:rsidR="003762E6">
        <w:rPr>
          <w:rStyle w:val="Formatvorlage5"/>
        </w:rPr>
        <w:t>. Der Clou: Die</w:t>
      </w:r>
      <w:r w:rsidR="006568F8" w:rsidRPr="00A828EF">
        <w:rPr>
          <w:rStyle w:val="Formatvorlage5"/>
        </w:rPr>
        <w:t xml:space="preserve"> </w:t>
      </w:r>
      <w:r w:rsidR="0078615E">
        <w:rPr>
          <w:rStyle w:val="Formatvorlage5"/>
        </w:rPr>
        <w:t>Grundlagens</w:t>
      </w:r>
      <w:r w:rsidR="003762E6">
        <w:rPr>
          <w:rStyle w:val="Formatvorlage5"/>
        </w:rPr>
        <w:t>eminare</w:t>
      </w:r>
      <w:r w:rsidR="006568F8" w:rsidRPr="00A828EF">
        <w:rPr>
          <w:rStyle w:val="Formatvorlage5"/>
        </w:rPr>
        <w:t xml:space="preserve"> stehen auch den Auszubildenden </w:t>
      </w:r>
      <w:r w:rsidR="00750632">
        <w:rPr>
          <w:rStyle w:val="Formatvorlage5"/>
        </w:rPr>
        <w:t>von</w:t>
      </w:r>
      <w:r w:rsidR="006568F8" w:rsidRPr="00A828EF">
        <w:rPr>
          <w:rStyle w:val="Formatvorlage5"/>
        </w:rPr>
        <w:t xml:space="preserve"> </w:t>
      </w:r>
      <w:r w:rsidR="00750632">
        <w:rPr>
          <w:rStyle w:val="Formatvorlage5"/>
        </w:rPr>
        <w:t>Zimmerei- und Holzbaubetrieben</w:t>
      </w:r>
      <w:r w:rsidR="006568F8" w:rsidRPr="00A828EF">
        <w:rPr>
          <w:rStyle w:val="Formatvorlage5"/>
        </w:rPr>
        <w:t xml:space="preserve"> offen.</w:t>
      </w:r>
      <w:r w:rsidR="00150239">
        <w:rPr>
          <w:rStyle w:val="Formatvorlage5"/>
        </w:rPr>
        <w:t xml:space="preserve"> </w:t>
      </w:r>
    </w:p>
    <w:p w:rsidR="00440118" w:rsidRPr="00A828EF" w:rsidRDefault="00440118" w:rsidP="00EF3581">
      <w:pPr>
        <w:spacing w:line="360" w:lineRule="auto"/>
        <w:jc w:val="both"/>
        <w:rPr>
          <w:rStyle w:val="Formatvorlage5"/>
          <w:b w:val="0"/>
        </w:rPr>
      </w:pPr>
    </w:p>
    <w:p w:rsidR="003B76B9" w:rsidRDefault="003B76B9" w:rsidP="00B33D81">
      <w:pPr>
        <w:spacing w:line="360" w:lineRule="auto"/>
        <w:jc w:val="both"/>
        <w:rPr>
          <w:rStyle w:val="Formatvorlage5"/>
          <w:b w:val="0"/>
        </w:rPr>
      </w:pPr>
      <w:r w:rsidRPr="003B76B9">
        <w:rPr>
          <w:rStyle w:val="Formatvorlage5"/>
          <w:b w:val="0"/>
        </w:rPr>
        <w:t>„</w:t>
      </w:r>
      <w:r w:rsidR="001B6A6C">
        <w:rPr>
          <w:rStyle w:val="Formatvorlage5"/>
          <w:b w:val="0"/>
        </w:rPr>
        <w:t>Wir haben</w:t>
      </w:r>
      <w:r w:rsidR="00573F02">
        <w:rPr>
          <w:rStyle w:val="Formatvorlage5"/>
          <w:b w:val="0"/>
        </w:rPr>
        <w:t xml:space="preserve"> unser</w:t>
      </w:r>
      <w:r w:rsidR="00A828EF">
        <w:rPr>
          <w:rStyle w:val="Formatvorlage5"/>
          <w:b w:val="0"/>
        </w:rPr>
        <w:t xml:space="preserve"> in der Branche einzigartiges</w:t>
      </w:r>
      <w:r w:rsidR="00573F02">
        <w:rPr>
          <w:rStyle w:val="Formatvorlage5"/>
          <w:b w:val="0"/>
        </w:rPr>
        <w:t xml:space="preserve"> </w:t>
      </w:r>
      <w:r w:rsidR="00A828EF">
        <w:rPr>
          <w:rStyle w:val="Formatvorlage5"/>
          <w:b w:val="0"/>
        </w:rPr>
        <w:t>Schulungs</w:t>
      </w:r>
      <w:r w:rsidR="00353DD9">
        <w:rPr>
          <w:rStyle w:val="Formatvorlage5"/>
          <w:b w:val="0"/>
        </w:rPr>
        <w:t>angebot</w:t>
      </w:r>
      <w:r w:rsidR="00A828EF">
        <w:rPr>
          <w:rStyle w:val="Formatvorlage5"/>
          <w:b w:val="0"/>
        </w:rPr>
        <w:t xml:space="preserve"> </w:t>
      </w:r>
      <w:r w:rsidR="00150239">
        <w:rPr>
          <w:rStyle w:val="Formatvorlage5"/>
          <w:b w:val="0"/>
        </w:rPr>
        <w:t xml:space="preserve">qualitativ und quantitativ weiter </w:t>
      </w:r>
      <w:r w:rsidR="00440118">
        <w:rPr>
          <w:rStyle w:val="Formatvorlage5"/>
          <w:b w:val="0"/>
        </w:rPr>
        <w:t>verbessert</w:t>
      </w:r>
      <w:r w:rsidR="006C7CE3">
        <w:rPr>
          <w:rStyle w:val="Formatvorlage5"/>
          <w:b w:val="0"/>
        </w:rPr>
        <w:t>“</w:t>
      </w:r>
      <w:r w:rsidR="00EE23F1">
        <w:rPr>
          <w:rStyle w:val="Formatvorlage5"/>
          <w:b w:val="0"/>
        </w:rPr>
        <w:t>,</w:t>
      </w:r>
      <w:r>
        <w:rPr>
          <w:rStyle w:val="Formatvorlage5"/>
          <w:b w:val="0"/>
        </w:rPr>
        <w:t xml:space="preserve"> </w:t>
      </w:r>
      <w:r w:rsidR="00D601C4">
        <w:rPr>
          <w:rStyle w:val="Formatvorlage5"/>
          <w:b w:val="0"/>
        </w:rPr>
        <w:t>freut sich</w:t>
      </w:r>
      <w:r>
        <w:rPr>
          <w:rStyle w:val="Formatvorlage5"/>
          <w:b w:val="0"/>
        </w:rPr>
        <w:t xml:space="preserve"> </w:t>
      </w:r>
      <w:r w:rsidR="00625CCB">
        <w:rPr>
          <w:rStyle w:val="Formatvorlage5"/>
          <w:b w:val="0"/>
        </w:rPr>
        <w:t xml:space="preserve">Jörg Knupper, </w:t>
      </w:r>
      <w:r w:rsidR="00625CCB" w:rsidRPr="00625CCB">
        <w:rPr>
          <w:rStyle w:val="Formatvorlage5"/>
          <w:b w:val="0"/>
        </w:rPr>
        <w:t>hagebau Vertriebsmanager HOLZBAU FACHHANDEL</w:t>
      </w:r>
      <w:r w:rsidR="00625CCB">
        <w:rPr>
          <w:rStyle w:val="Formatvorlage5"/>
          <w:b w:val="0"/>
        </w:rPr>
        <w:t xml:space="preserve">. </w:t>
      </w:r>
      <w:r w:rsidR="00E6725F">
        <w:rPr>
          <w:rStyle w:val="Formatvorlage5"/>
          <w:b w:val="0"/>
        </w:rPr>
        <w:t>„</w:t>
      </w:r>
      <w:r w:rsidR="00741B7B">
        <w:rPr>
          <w:rStyle w:val="Formatvorlage5"/>
          <w:b w:val="0"/>
        </w:rPr>
        <w:t>Unsere</w:t>
      </w:r>
      <w:r w:rsidR="00E6725F">
        <w:rPr>
          <w:rStyle w:val="Formatvorlage5"/>
          <w:b w:val="0"/>
        </w:rPr>
        <w:t xml:space="preserve"> Händler </w:t>
      </w:r>
      <w:r w:rsidR="001B6A6C">
        <w:rPr>
          <w:rStyle w:val="Formatvorlage5"/>
          <w:b w:val="0"/>
        </w:rPr>
        <w:t xml:space="preserve">haben jetzt die Möglichkeit, ihre </w:t>
      </w:r>
      <w:r w:rsidR="00DC3A9A">
        <w:rPr>
          <w:rStyle w:val="Formatvorlage5"/>
          <w:b w:val="0"/>
        </w:rPr>
        <w:t>Profi</w:t>
      </w:r>
      <w:r w:rsidR="001B6A6C">
        <w:rPr>
          <w:rStyle w:val="Formatvorlage5"/>
          <w:b w:val="0"/>
        </w:rPr>
        <w:t>kunden bei der Qualifizierung von Auszubildenden zu unterstützen</w:t>
      </w:r>
      <w:r w:rsidR="00E6725F">
        <w:rPr>
          <w:rStyle w:val="Formatvorlage5"/>
          <w:b w:val="0"/>
        </w:rPr>
        <w:t xml:space="preserve">. </w:t>
      </w:r>
      <w:r w:rsidR="00CF2736">
        <w:rPr>
          <w:rStyle w:val="Formatvorlage5"/>
          <w:b w:val="0"/>
        </w:rPr>
        <w:t xml:space="preserve">Außerdem steigern neue </w:t>
      </w:r>
      <w:r w:rsidR="00DC3A9A">
        <w:rPr>
          <w:rStyle w:val="Formatvorlage5"/>
          <w:b w:val="0"/>
        </w:rPr>
        <w:t>Schulungen</w:t>
      </w:r>
      <w:r w:rsidR="00920EDD">
        <w:rPr>
          <w:rStyle w:val="Formatvorlage5"/>
          <w:b w:val="0"/>
        </w:rPr>
        <w:t xml:space="preserve"> </w:t>
      </w:r>
      <w:r w:rsidR="001F795E">
        <w:rPr>
          <w:rStyle w:val="Formatvorlage5"/>
          <w:b w:val="0"/>
        </w:rPr>
        <w:t>das Know-how der Fachverkäufer und damit die Beratungskompetenz an den Standorten</w:t>
      </w:r>
      <w:r w:rsidR="00854726">
        <w:rPr>
          <w:rStyle w:val="Formatvorlage5"/>
          <w:b w:val="0"/>
        </w:rPr>
        <w:t>.</w:t>
      </w:r>
      <w:r w:rsidR="001F795E">
        <w:rPr>
          <w:rStyle w:val="Formatvorlage5"/>
          <w:b w:val="0"/>
        </w:rPr>
        <w:t>“</w:t>
      </w:r>
    </w:p>
    <w:p w:rsidR="00D41511" w:rsidRDefault="00D41511" w:rsidP="00B33D81">
      <w:pPr>
        <w:spacing w:line="360" w:lineRule="auto"/>
        <w:jc w:val="both"/>
        <w:rPr>
          <w:rStyle w:val="Formatvorlage5"/>
          <w:b w:val="0"/>
        </w:rPr>
      </w:pPr>
    </w:p>
    <w:p w:rsidR="0007246D" w:rsidRPr="00D41511" w:rsidRDefault="00D41511" w:rsidP="00B33D81">
      <w:pPr>
        <w:spacing w:line="360" w:lineRule="auto"/>
        <w:jc w:val="both"/>
        <w:rPr>
          <w:rStyle w:val="Formatvorlage5"/>
        </w:rPr>
      </w:pPr>
      <w:r w:rsidRPr="00D41511">
        <w:rPr>
          <w:rStyle w:val="Formatvorlage5"/>
        </w:rPr>
        <w:t>Um</w:t>
      </w:r>
      <w:r w:rsidR="00741B7B">
        <w:rPr>
          <w:rStyle w:val="Formatvorlage5"/>
        </w:rPr>
        <w:t>fassendes Grundlagenwissen</w:t>
      </w:r>
    </w:p>
    <w:p w:rsidR="00770271" w:rsidRDefault="00741B7B" w:rsidP="00770271">
      <w:pPr>
        <w:spacing w:line="360" w:lineRule="auto"/>
        <w:jc w:val="both"/>
        <w:rPr>
          <w:rStyle w:val="Formatvorlage5"/>
          <w:b w:val="0"/>
        </w:rPr>
      </w:pPr>
      <w:r>
        <w:rPr>
          <w:rStyle w:val="Formatvorlage5"/>
          <w:b w:val="0"/>
        </w:rPr>
        <w:t xml:space="preserve">Der Einstieg in die Holzbaubranche ist </w:t>
      </w:r>
      <w:r w:rsidR="00854726">
        <w:rPr>
          <w:rStyle w:val="Formatvorlage5"/>
          <w:b w:val="0"/>
        </w:rPr>
        <w:t>für neue Mitarbeiter von Händlern und Profikunden</w:t>
      </w:r>
      <w:r>
        <w:rPr>
          <w:rStyle w:val="Formatvorlage5"/>
          <w:b w:val="0"/>
        </w:rPr>
        <w:t xml:space="preserve"> </w:t>
      </w:r>
      <w:r w:rsidR="00A6714A">
        <w:rPr>
          <w:rStyle w:val="Formatvorlage5"/>
          <w:b w:val="0"/>
        </w:rPr>
        <w:t xml:space="preserve">gleichermaßen </w:t>
      </w:r>
      <w:r>
        <w:rPr>
          <w:rStyle w:val="Formatvorlage5"/>
          <w:b w:val="0"/>
        </w:rPr>
        <w:t xml:space="preserve">schwierig. Dem tragen die beiden </w:t>
      </w:r>
      <w:r w:rsidR="00D72A16">
        <w:rPr>
          <w:rStyle w:val="Formatvorlage5"/>
          <w:b w:val="0"/>
        </w:rPr>
        <w:t xml:space="preserve">neuen </w:t>
      </w:r>
      <w:r w:rsidR="00D72A16">
        <w:rPr>
          <w:rStyle w:val="Formatvorlage5"/>
          <w:b w:val="0"/>
        </w:rPr>
        <w:lastRenderedPageBreak/>
        <w:t xml:space="preserve">Grundlagenseminare Rechnung. </w:t>
      </w:r>
      <w:r w:rsidR="00761394">
        <w:rPr>
          <w:rStyle w:val="Formatvorlage5"/>
          <w:b w:val="0"/>
        </w:rPr>
        <w:t>Die</w:t>
      </w:r>
      <w:r w:rsidR="00966B61">
        <w:rPr>
          <w:rStyle w:val="Formatvorlage5"/>
          <w:b w:val="0"/>
        </w:rPr>
        <w:t xml:space="preserve"> </w:t>
      </w:r>
      <w:r w:rsidR="00D72A16">
        <w:rPr>
          <w:rStyle w:val="Formatvorlage5"/>
          <w:b w:val="0"/>
        </w:rPr>
        <w:t>Training</w:t>
      </w:r>
      <w:r w:rsidR="00761394">
        <w:rPr>
          <w:rStyle w:val="Formatvorlage5"/>
          <w:b w:val="0"/>
        </w:rPr>
        <w:t>s</w:t>
      </w:r>
      <w:r w:rsidR="00966B61">
        <w:rPr>
          <w:rStyle w:val="Formatvorlage5"/>
          <w:b w:val="0"/>
        </w:rPr>
        <w:t xml:space="preserve"> „Basiswissen Holz“</w:t>
      </w:r>
      <w:r w:rsidR="00D72A16">
        <w:rPr>
          <w:rStyle w:val="Formatvorlage5"/>
          <w:b w:val="0"/>
        </w:rPr>
        <w:t xml:space="preserve"> </w:t>
      </w:r>
      <w:r w:rsidR="00761394">
        <w:rPr>
          <w:rStyle w:val="Formatvorlage5"/>
          <w:b w:val="0"/>
        </w:rPr>
        <w:t xml:space="preserve">und „Grundlagenwissen Holzbauprodukte“ </w:t>
      </w:r>
      <w:r w:rsidR="00450600">
        <w:rPr>
          <w:rStyle w:val="Formatvorlage5"/>
          <w:b w:val="0"/>
        </w:rPr>
        <w:t xml:space="preserve">geben </w:t>
      </w:r>
      <w:r w:rsidR="00450600" w:rsidRPr="00450600">
        <w:rPr>
          <w:sz w:val="24"/>
        </w:rPr>
        <w:t xml:space="preserve">eine Einführung in den Umgang mit dem Werkstoff Holz und das umfangreiche </w:t>
      </w:r>
      <w:r w:rsidR="00450600">
        <w:rPr>
          <w:sz w:val="24"/>
        </w:rPr>
        <w:t>Sortiment</w:t>
      </w:r>
      <w:r w:rsidR="00450600" w:rsidRPr="00450600">
        <w:rPr>
          <w:sz w:val="24"/>
        </w:rPr>
        <w:t xml:space="preserve"> des Holzbaus</w:t>
      </w:r>
      <w:r w:rsidR="00450600">
        <w:rPr>
          <w:sz w:val="24"/>
        </w:rPr>
        <w:t>.</w:t>
      </w:r>
      <w:r w:rsidR="00450600" w:rsidRPr="00450600">
        <w:rPr>
          <w:sz w:val="24"/>
        </w:rPr>
        <w:t xml:space="preserve"> </w:t>
      </w:r>
      <w:r w:rsidR="00450600">
        <w:rPr>
          <w:rStyle w:val="Formatvorlage5"/>
          <w:b w:val="0"/>
        </w:rPr>
        <w:t xml:space="preserve">Angesprochen sind Fachverkäufer aller hagebau Fachhandelsstandorte sowie Auszubildende des zweiten beziehungsweise dritten Lehrjahres aus Handel und Handwerk. </w:t>
      </w:r>
      <w:r w:rsidR="00761394">
        <w:rPr>
          <w:rStyle w:val="Formatvorlage5"/>
          <w:b w:val="0"/>
        </w:rPr>
        <w:t>Verarbeiterbetriebe</w:t>
      </w:r>
      <w:r w:rsidR="00770271">
        <w:rPr>
          <w:rStyle w:val="Formatvorlage5"/>
          <w:b w:val="0"/>
        </w:rPr>
        <w:t xml:space="preserve">, die ihre </w:t>
      </w:r>
      <w:r w:rsidR="00761394">
        <w:rPr>
          <w:rStyle w:val="Formatvorlage5"/>
          <w:b w:val="0"/>
        </w:rPr>
        <w:t>Azubis</w:t>
      </w:r>
      <w:r w:rsidR="00770271">
        <w:rPr>
          <w:rStyle w:val="Formatvorlage5"/>
          <w:b w:val="0"/>
        </w:rPr>
        <w:t xml:space="preserve"> zu den </w:t>
      </w:r>
      <w:r w:rsidR="008040C4">
        <w:rPr>
          <w:rStyle w:val="Formatvorlage5"/>
          <w:b w:val="0"/>
        </w:rPr>
        <w:t>beiden Seminaren</w:t>
      </w:r>
      <w:r w:rsidR="00770271">
        <w:rPr>
          <w:rStyle w:val="Formatvorlage5"/>
          <w:b w:val="0"/>
        </w:rPr>
        <w:t xml:space="preserve"> anmelden möchten, können sich an ihren Fachhändler vor Ort wenden. Weitere Informationen gibt es auch per E-Mail unter info@holzbau-fachhandel.de.</w:t>
      </w:r>
    </w:p>
    <w:p w:rsidR="00770271" w:rsidRDefault="00770271" w:rsidP="00B33D81">
      <w:pPr>
        <w:spacing w:line="360" w:lineRule="auto"/>
        <w:jc w:val="both"/>
        <w:rPr>
          <w:rStyle w:val="Formatvorlage5"/>
          <w:b w:val="0"/>
        </w:rPr>
      </w:pPr>
    </w:p>
    <w:p w:rsidR="009873E7" w:rsidRPr="006C3B1A" w:rsidRDefault="00F75851" w:rsidP="00B33D81">
      <w:pPr>
        <w:spacing w:line="360" w:lineRule="auto"/>
        <w:jc w:val="both"/>
        <w:rPr>
          <w:rStyle w:val="Formatvorlage5"/>
        </w:rPr>
      </w:pPr>
      <w:r>
        <w:rPr>
          <w:rStyle w:val="Formatvorlage5"/>
        </w:rPr>
        <w:t>Seminare für Fachverkäufer: Neu- und Altbau im Fokus</w:t>
      </w:r>
    </w:p>
    <w:p w:rsidR="00DB7ED6" w:rsidRDefault="009519B2" w:rsidP="00B33D81">
      <w:pPr>
        <w:spacing w:line="360" w:lineRule="auto"/>
        <w:jc w:val="both"/>
        <w:rPr>
          <w:rStyle w:val="Formatvorlage5"/>
          <w:b w:val="0"/>
        </w:rPr>
      </w:pPr>
      <w:r>
        <w:rPr>
          <w:rStyle w:val="Formatvorlage5"/>
          <w:b w:val="0"/>
        </w:rPr>
        <w:t xml:space="preserve">Fachverkäufer der angeschlossenen Standorte des Spezialisierungssystems HOLZBAU FACHHANDEL haben nach Absolvierung der </w:t>
      </w:r>
      <w:r w:rsidR="00193870">
        <w:rPr>
          <w:rStyle w:val="Formatvorlage5"/>
          <w:b w:val="0"/>
        </w:rPr>
        <w:t xml:space="preserve">Basisseminare </w:t>
      </w:r>
      <w:r>
        <w:rPr>
          <w:rStyle w:val="Formatvorlage5"/>
          <w:b w:val="0"/>
        </w:rPr>
        <w:t>die Möglichkeit, sich in drei weiteren</w:t>
      </w:r>
      <w:r w:rsidR="00A6714A">
        <w:rPr>
          <w:rStyle w:val="Formatvorlage5"/>
          <w:b w:val="0"/>
        </w:rPr>
        <w:t xml:space="preserve"> hagebau</w:t>
      </w:r>
      <w:r>
        <w:rPr>
          <w:rStyle w:val="Formatvorlage5"/>
          <w:b w:val="0"/>
        </w:rPr>
        <w:t xml:space="preserve"> </w:t>
      </w:r>
      <w:r w:rsidR="00193870">
        <w:rPr>
          <w:rStyle w:val="Formatvorlage5"/>
          <w:b w:val="0"/>
        </w:rPr>
        <w:t>Schulung</w:t>
      </w:r>
      <w:r w:rsidR="008C7E1D">
        <w:rPr>
          <w:rStyle w:val="Formatvorlage5"/>
          <w:b w:val="0"/>
        </w:rPr>
        <w:t>en</w:t>
      </w:r>
      <w:r>
        <w:rPr>
          <w:rStyle w:val="Formatvorlage5"/>
          <w:b w:val="0"/>
        </w:rPr>
        <w:t xml:space="preserve"> fortzubilden. </w:t>
      </w:r>
      <w:r w:rsidR="009873E7">
        <w:rPr>
          <w:rStyle w:val="Formatvorlage5"/>
          <w:b w:val="0"/>
        </w:rPr>
        <w:t>Die Qualifizierung „Fachverkäufer</w:t>
      </w:r>
      <w:r w:rsidR="00FB4330">
        <w:rPr>
          <w:rStyle w:val="Formatvorlage5"/>
          <w:b w:val="0"/>
        </w:rPr>
        <w:t xml:space="preserve"> moderner Holzbau</w:t>
      </w:r>
      <w:r w:rsidR="009873E7">
        <w:rPr>
          <w:rStyle w:val="Formatvorlage5"/>
          <w:b w:val="0"/>
        </w:rPr>
        <w:t xml:space="preserve">“ </w:t>
      </w:r>
      <w:r w:rsidR="00E86E14">
        <w:rPr>
          <w:rStyle w:val="Formatvorlage5"/>
          <w:b w:val="0"/>
        </w:rPr>
        <w:t>ersetzt</w:t>
      </w:r>
      <w:r w:rsidR="00387B7E">
        <w:rPr>
          <w:rStyle w:val="Formatvorlage5"/>
          <w:b w:val="0"/>
        </w:rPr>
        <w:t xml:space="preserve"> </w:t>
      </w:r>
      <w:r w:rsidR="00D11612">
        <w:rPr>
          <w:rStyle w:val="Formatvorlage5"/>
          <w:b w:val="0"/>
        </w:rPr>
        <w:t xml:space="preserve">die </w:t>
      </w:r>
      <w:r w:rsidR="00FB4330">
        <w:rPr>
          <w:rStyle w:val="Formatvorlage5"/>
          <w:b w:val="0"/>
        </w:rPr>
        <w:t xml:space="preserve">bisherige </w:t>
      </w:r>
      <w:r w:rsidR="00D11612">
        <w:rPr>
          <w:rStyle w:val="Formatvorlage5"/>
          <w:b w:val="0"/>
        </w:rPr>
        <w:t xml:space="preserve">Ausbildung zum </w:t>
      </w:r>
      <w:r w:rsidR="00E86E14">
        <w:rPr>
          <w:rStyle w:val="Formatvorlage5"/>
          <w:b w:val="0"/>
        </w:rPr>
        <w:t>„</w:t>
      </w:r>
      <w:r w:rsidR="00D11612">
        <w:rPr>
          <w:rStyle w:val="Formatvorlage5"/>
          <w:b w:val="0"/>
        </w:rPr>
        <w:t xml:space="preserve">Fachverkäufer </w:t>
      </w:r>
      <w:r w:rsidR="00E86E14">
        <w:rPr>
          <w:rStyle w:val="Formatvorlage5"/>
          <w:b w:val="0"/>
        </w:rPr>
        <w:t>Holzbau“</w:t>
      </w:r>
      <w:r w:rsidR="0016149D">
        <w:rPr>
          <w:rStyle w:val="Formatvorlage5"/>
          <w:b w:val="0"/>
        </w:rPr>
        <w:t xml:space="preserve">. </w:t>
      </w:r>
      <w:r w:rsidR="00110DAB">
        <w:rPr>
          <w:rStyle w:val="Formatvorlage5"/>
          <w:b w:val="0"/>
        </w:rPr>
        <w:t xml:space="preserve">In dem </w:t>
      </w:r>
      <w:r w:rsidR="00E86E14">
        <w:rPr>
          <w:rStyle w:val="Formatvorlage5"/>
          <w:b w:val="0"/>
        </w:rPr>
        <w:t xml:space="preserve">komprimierten </w:t>
      </w:r>
      <w:r w:rsidR="00110DAB">
        <w:rPr>
          <w:rStyle w:val="Formatvorlage5"/>
          <w:b w:val="0"/>
        </w:rPr>
        <w:t>fünftägigen Seminar</w:t>
      </w:r>
      <w:r w:rsidR="00A82718" w:rsidRPr="00A82718">
        <w:rPr>
          <w:rStyle w:val="Formatvorlage5"/>
          <w:b w:val="0"/>
        </w:rPr>
        <w:t xml:space="preserve"> </w:t>
      </w:r>
      <w:r w:rsidR="00A82718">
        <w:rPr>
          <w:rStyle w:val="Formatvorlage5"/>
          <w:b w:val="0"/>
        </w:rPr>
        <w:t>inklusive Praxisteil</w:t>
      </w:r>
      <w:r w:rsidR="00A82718" w:rsidRPr="00A82718">
        <w:rPr>
          <w:rStyle w:val="Formatvorlage5"/>
          <w:b w:val="0"/>
        </w:rPr>
        <w:t xml:space="preserve"> </w:t>
      </w:r>
      <w:r w:rsidR="00A82718">
        <w:rPr>
          <w:rStyle w:val="Formatvorlage5"/>
          <w:b w:val="0"/>
        </w:rPr>
        <w:t>in einem Handwerksbetrieb</w:t>
      </w:r>
      <w:r w:rsidR="00110DAB">
        <w:rPr>
          <w:rStyle w:val="Formatvorlage5"/>
          <w:b w:val="0"/>
        </w:rPr>
        <w:t xml:space="preserve"> wird den </w:t>
      </w:r>
      <w:r w:rsidR="0022358D">
        <w:rPr>
          <w:rStyle w:val="Formatvorlage5"/>
          <w:b w:val="0"/>
        </w:rPr>
        <w:t>Verkäufern</w:t>
      </w:r>
      <w:r w:rsidR="00110DAB">
        <w:rPr>
          <w:rStyle w:val="Formatvorlage5"/>
          <w:b w:val="0"/>
        </w:rPr>
        <w:t xml:space="preserve"> </w:t>
      </w:r>
      <w:r w:rsidR="00D666FF">
        <w:rPr>
          <w:rStyle w:val="Formatvorlage5"/>
          <w:b w:val="0"/>
        </w:rPr>
        <w:t>umfangreiches Wissen zum Holzrahmenbau</w:t>
      </w:r>
      <w:r w:rsidR="00110DAB">
        <w:rPr>
          <w:rStyle w:val="Formatvorlage5"/>
          <w:b w:val="0"/>
        </w:rPr>
        <w:t xml:space="preserve"> </w:t>
      </w:r>
      <w:r w:rsidR="00B51F82">
        <w:rPr>
          <w:rStyle w:val="Formatvorlage5"/>
          <w:b w:val="0"/>
        </w:rPr>
        <w:t xml:space="preserve">im Neubau </w:t>
      </w:r>
      <w:r w:rsidR="00110DAB">
        <w:rPr>
          <w:rStyle w:val="Formatvorlage5"/>
          <w:b w:val="0"/>
        </w:rPr>
        <w:t xml:space="preserve">vermittelt. </w:t>
      </w:r>
      <w:r w:rsidR="001F5574">
        <w:rPr>
          <w:rStyle w:val="Formatvorlage5"/>
          <w:b w:val="0"/>
        </w:rPr>
        <w:t>Den Abschluss bildet ein</w:t>
      </w:r>
      <w:r w:rsidR="006010ED">
        <w:rPr>
          <w:rStyle w:val="Formatvorlage5"/>
          <w:b w:val="0"/>
        </w:rPr>
        <w:t>e</w:t>
      </w:r>
      <w:r w:rsidR="001F5574">
        <w:rPr>
          <w:rStyle w:val="Formatvorlage5"/>
          <w:b w:val="0"/>
        </w:rPr>
        <w:t xml:space="preserve"> </w:t>
      </w:r>
      <w:r w:rsidR="00110DAB">
        <w:rPr>
          <w:rStyle w:val="Formatvorlage5"/>
          <w:b w:val="0"/>
        </w:rPr>
        <w:t>schriftliche Prüfung</w:t>
      </w:r>
      <w:r w:rsidR="00F748DD">
        <w:rPr>
          <w:rStyle w:val="Formatvorlage5"/>
          <w:b w:val="0"/>
        </w:rPr>
        <w:t xml:space="preserve">. </w:t>
      </w:r>
    </w:p>
    <w:p w:rsidR="0095346E" w:rsidRDefault="00B51F82" w:rsidP="00B33D81">
      <w:pPr>
        <w:spacing w:line="360" w:lineRule="auto"/>
        <w:jc w:val="both"/>
        <w:rPr>
          <w:rStyle w:val="Formatvorlage5"/>
          <w:b w:val="0"/>
        </w:rPr>
      </w:pPr>
      <w:r>
        <w:rPr>
          <w:rStyle w:val="Formatvorlage5"/>
          <w:b w:val="0"/>
        </w:rPr>
        <w:t xml:space="preserve">Ergänzend wurde die neue </w:t>
      </w:r>
      <w:r w:rsidR="00F75851">
        <w:rPr>
          <w:rStyle w:val="Formatvorlage5"/>
          <w:b w:val="0"/>
        </w:rPr>
        <w:t xml:space="preserve">dreitägige </w:t>
      </w:r>
      <w:r w:rsidR="00593B30">
        <w:rPr>
          <w:rStyle w:val="Formatvorlage5"/>
          <w:b w:val="0"/>
        </w:rPr>
        <w:t>Schulung „Fachverkäufer Holzbausysteme in der Altbausanierung“</w:t>
      </w:r>
      <w:r>
        <w:rPr>
          <w:rStyle w:val="Formatvorlage5"/>
          <w:b w:val="0"/>
        </w:rPr>
        <w:t xml:space="preserve"> aufgelegt</w:t>
      </w:r>
      <w:r w:rsidR="00593B30">
        <w:rPr>
          <w:rStyle w:val="Formatvorlage5"/>
          <w:b w:val="0"/>
        </w:rPr>
        <w:t xml:space="preserve">. </w:t>
      </w:r>
      <w:r w:rsidR="006C3B1A">
        <w:rPr>
          <w:rStyle w:val="Formatvorlage5"/>
          <w:b w:val="0"/>
        </w:rPr>
        <w:t>„</w:t>
      </w:r>
      <w:r>
        <w:rPr>
          <w:rStyle w:val="Formatvorlage5"/>
          <w:b w:val="0"/>
        </w:rPr>
        <w:t xml:space="preserve">Das Thema </w:t>
      </w:r>
      <w:r w:rsidR="006C3B1A">
        <w:rPr>
          <w:rStyle w:val="Formatvorlage5"/>
          <w:b w:val="0"/>
        </w:rPr>
        <w:t>Bauen im Bestand</w:t>
      </w:r>
      <w:r>
        <w:rPr>
          <w:rStyle w:val="Formatvorlage5"/>
          <w:b w:val="0"/>
        </w:rPr>
        <w:t xml:space="preserve"> spielt im Holzbau eine immer wichtigere Rolle. </w:t>
      </w:r>
      <w:r w:rsidR="00145553">
        <w:rPr>
          <w:rStyle w:val="Formatvorlage5"/>
          <w:b w:val="0"/>
        </w:rPr>
        <w:t>In diesem Bereich</w:t>
      </w:r>
      <w:r>
        <w:rPr>
          <w:rStyle w:val="Formatvorlage5"/>
          <w:b w:val="0"/>
        </w:rPr>
        <w:t xml:space="preserve"> sind</w:t>
      </w:r>
      <w:r w:rsidR="006C3B1A">
        <w:rPr>
          <w:rStyle w:val="Formatvorlage5"/>
          <w:b w:val="0"/>
        </w:rPr>
        <w:t xml:space="preserve"> viele Be</w:t>
      </w:r>
      <w:r w:rsidR="001F5574">
        <w:rPr>
          <w:rStyle w:val="Formatvorlage5"/>
          <w:b w:val="0"/>
        </w:rPr>
        <w:t>sonderheiten zu berücksichtigen</w:t>
      </w:r>
      <w:r w:rsidR="00CA0D0B">
        <w:rPr>
          <w:rStyle w:val="Formatvorlage5"/>
          <w:b w:val="0"/>
        </w:rPr>
        <w:t xml:space="preserve">“, </w:t>
      </w:r>
      <w:r w:rsidR="001F5574">
        <w:rPr>
          <w:rStyle w:val="Formatvorlage5"/>
          <w:b w:val="0"/>
        </w:rPr>
        <w:t>nennt</w:t>
      </w:r>
      <w:r w:rsidR="00CA0D0B">
        <w:rPr>
          <w:rStyle w:val="Formatvorlage5"/>
          <w:b w:val="0"/>
        </w:rPr>
        <w:t xml:space="preserve"> </w:t>
      </w:r>
      <w:r w:rsidR="007872F4">
        <w:rPr>
          <w:rStyle w:val="Formatvorlage5"/>
          <w:b w:val="0"/>
        </w:rPr>
        <w:t>der hagebau Vertriebsmanager</w:t>
      </w:r>
      <w:r w:rsidR="007170D2">
        <w:rPr>
          <w:rStyle w:val="Formatvorlage5"/>
          <w:b w:val="0"/>
        </w:rPr>
        <w:t xml:space="preserve"> </w:t>
      </w:r>
      <w:r>
        <w:rPr>
          <w:rStyle w:val="Formatvorlage5"/>
          <w:b w:val="0"/>
        </w:rPr>
        <w:t>die</w:t>
      </w:r>
      <w:r w:rsidR="007170D2">
        <w:rPr>
          <w:rStyle w:val="Formatvorlage5"/>
          <w:b w:val="0"/>
        </w:rPr>
        <w:t xml:space="preserve"> Gr</w:t>
      </w:r>
      <w:r>
        <w:rPr>
          <w:rStyle w:val="Formatvorlage5"/>
          <w:b w:val="0"/>
        </w:rPr>
        <w:t>ü</w:t>
      </w:r>
      <w:r w:rsidR="007170D2">
        <w:rPr>
          <w:rStyle w:val="Formatvorlage5"/>
          <w:b w:val="0"/>
        </w:rPr>
        <w:t>nd</w:t>
      </w:r>
      <w:r>
        <w:rPr>
          <w:rStyle w:val="Formatvorlage5"/>
          <w:b w:val="0"/>
        </w:rPr>
        <w:t>e</w:t>
      </w:r>
      <w:r w:rsidR="007170D2">
        <w:rPr>
          <w:rStyle w:val="Formatvorlage5"/>
          <w:b w:val="0"/>
        </w:rPr>
        <w:t xml:space="preserve"> für </w:t>
      </w:r>
      <w:r w:rsidR="005D6219">
        <w:rPr>
          <w:rStyle w:val="Formatvorlage5"/>
          <w:b w:val="0"/>
        </w:rPr>
        <w:t>das</w:t>
      </w:r>
      <w:r w:rsidR="00CA0D0B">
        <w:rPr>
          <w:rStyle w:val="Formatvorlage5"/>
          <w:b w:val="0"/>
        </w:rPr>
        <w:t xml:space="preserve"> </w:t>
      </w:r>
      <w:r w:rsidR="001F5574">
        <w:rPr>
          <w:rStyle w:val="Formatvorlage5"/>
          <w:b w:val="0"/>
        </w:rPr>
        <w:t>Spezialt</w:t>
      </w:r>
      <w:r w:rsidR="005D6219">
        <w:rPr>
          <w:rStyle w:val="Formatvorlage5"/>
          <w:b w:val="0"/>
        </w:rPr>
        <w:t>raining</w:t>
      </w:r>
      <w:r w:rsidR="00B9354B">
        <w:rPr>
          <w:rStyle w:val="Formatvorlage5"/>
          <w:b w:val="0"/>
        </w:rPr>
        <w:t>.</w:t>
      </w:r>
      <w:r w:rsidR="00BD1784">
        <w:rPr>
          <w:rStyle w:val="Formatvorlage5"/>
          <w:b w:val="0"/>
        </w:rPr>
        <w:t xml:space="preserve"> </w:t>
      </w:r>
      <w:r w:rsidR="00987752">
        <w:rPr>
          <w:rStyle w:val="Formatvorlage5"/>
          <w:b w:val="0"/>
        </w:rPr>
        <w:t>Zu den Kernthemen gehören Feuchte-, Holz- und Wärmeschutz im Altbau sowie die Fachwerksanierung.</w:t>
      </w:r>
    </w:p>
    <w:p w:rsidR="0095346E" w:rsidRDefault="0095346E" w:rsidP="00B33D81">
      <w:pPr>
        <w:spacing w:line="360" w:lineRule="auto"/>
        <w:jc w:val="both"/>
        <w:rPr>
          <w:rStyle w:val="Formatvorlage5"/>
          <w:b w:val="0"/>
        </w:rPr>
      </w:pPr>
    </w:p>
    <w:p w:rsidR="009419A2" w:rsidRPr="009419A2" w:rsidRDefault="009419A2" w:rsidP="00B51F82">
      <w:pPr>
        <w:keepNext/>
        <w:spacing w:line="360" w:lineRule="auto"/>
        <w:jc w:val="both"/>
        <w:rPr>
          <w:rStyle w:val="Formatvorlage5"/>
        </w:rPr>
      </w:pPr>
      <w:r w:rsidRPr="009419A2">
        <w:rPr>
          <w:rStyle w:val="Formatvorlage5"/>
        </w:rPr>
        <w:t>Sicheres Auftreten bei Beanstandungen</w:t>
      </w:r>
    </w:p>
    <w:p w:rsidR="00DB7ED6" w:rsidRDefault="0022358D" w:rsidP="00B33D81">
      <w:pPr>
        <w:spacing w:line="360" w:lineRule="auto"/>
        <w:jc w:val="both"/>
        <w:rPr>
          <w:rStyle w:val="Formatvorlage5"/>
          <w:b w:val="0"/>
        </w:rPr>
      </w:pPr>
      <w:r>
        <w:rPr>
          <w:rStyle w:val="Formatvorlage5"/>
          <w:b w:val="0"/>
        </w:rPr>
        <w:t xml:space="preserve">Neu im Schulungsprogramm des hagebau HOLZBAU FACHHANDELS ist </w:t>
      </w:r>
      <w:r w:rsidR="00410898">
        <w:rPr>
          <w:rStyle w:val="Formatvorlage5"/>
          <w:b w:val="0"/>
        </w:rPr>
        <w:t>auch</w:t>
      </w:r>
      <w:r>
        <w:rPr>
          <w:rStyle w:val="Formatvorlage5"/>
          <w:b w:val="0"/>
        </w:rPr>
        <w:t xml:space="preserve"> das Seminar „</w:t>
      </w:r>
      <w:r w:rsidRPr="0022358D">
        <w:rPr>
          <w:rStyle w:val="Formatvorlage5"/>
          <w:b w:val="0"/>
        </w:rPr>
        <w:t>Expertenwissen Holz-, Dach- und Fassadenbau</w:t>
      </w:r>
      <w:r>
        <w:rPr>
          <w:rStyle w:val="Formatvorlage5"/>
          <w:b w:val="0"/>
        </w:rPr>
        <w:t>“</w:t>
      </w:r>
      <w:r w:rsidR="00410898">
        <w:rPr>
          <w:rStyle w:val="Formatvorlage5"/>
          <w:b w:val="0"/>
        </w:rPr>
        <w:t>.</w:t>
      </w:r>
      <w:r>
        <w:rPr>
          <w:rStyle w:val="Formatvorlage5"/>
          <w:b w:val="0"/>
        </w:rPr>
        <w:t xml:space="preserve"> </w:t>
      </w:r>
      <w:r w:rsidR="00770271">
        <w:rPr>
          <w:rStyle w:val="Formatvorlage5"/>
          <w:b w:val="0"/>
        </w:rPr>
        <w:t>Im Mittelpunkt</w:t>
      </w:r>
      <w:r>
        <w:rPr>
          <w:rStyle w:val="Formatvorlage5"/>
          <w:b w:val="0"/>
        </w:rPr>
        <w:t xml:space="preserve"> </w:t>
      </w:r>
      <w:r w:rsidR="0027163C">
        <w:rPr>
          <w:rStyle w:val="Formatvorlage5"/>
          <w:b w:val="0"/>
        </w:rPr>
        <w:t>der Weiterbildung</w:t>
      </w:r>
      <w:r w:rsidR="00410898" w:rsidRPr="00410898">
        <w:rPr>
          <w:rStyle w:val="Formatvorlage5"/>
          <w:b w:val="0"/>
        </w:rPr>
        <w:t xml:space="preserve"> </w:t>
      </w:r>
      <w:r w:rsidR="00410898">
        <w:rPr>
          <w:rStyle w:val="Formatvorlage5"/>
          <w:b w:val="0"/>
        </w:rPr>
        <w:t>für erfahrene Holzbau Fachverkäufer</w:t>
      </w:r>
      <w:r w:rsidR="0027163C">
        <w:rPr>
          <w:rStyle w:val="Formatvorlage5"/>
          <w:b w:val="0"/>
        </w:rPr>
        <w:t xml:space="preserve"> </w:t>
      </w:r>
      <w:r w:rsidR="00770271">
        <w:rPr>
          <w:rStyle w:val="Formatvorlage5"/>
          <w:b w:val="0"/>
        </w:rPr>
        <w:t>steht</w:t>
      </w:r>
      <w:r>
        <w:rPr>
          <w:rStyle w:val="Formatvorlage5"/>
          <w:b w:val="0"/>
        </w:rPr>
        <w:t xml:space="preserve"> die fachliche Bearbeitung von Beanstandungen</w:t>
      </w:r>
      <w:r w:rsidR="00F86564">
        <w:rPr>
          <w:rStyle w:val="Formatvorlage5"/>
          <w:b w:val="0"/>
        </w:rPr>
        <w:t>.</w:t>
      </w:r>
      <w:r>
        <w:rPr>
          <w:rStyle w:val="Formatvorlage5"/>
          <w:b w:val="0"/>
        </w:rPr>
        <w:t xml:space="preserve"> Die Teilnehmer lernen</w:t>
      </w:r>
      <w:r w:rsidR="00987752">
        <w:rPr>
          <w:rStyle w:val="Formatvorlage5"/>
          <w:b w:val="0"/>
        </w:rPr>
        <w:t xml:space="preserve"> auch</w:t>
      </w:r>
      <w:r>
        <w:rPr>
          <w:rStyle w:val="Formatvorlage5"/>
          <w:b w:val="0"/>
        </w:rPr>
        <w:t xml:space="preserve">, wie </w:t>
      </w:r>
      <w:r w:rsidR="00770271">
        <w:rPr>
          <w:rStyle w:val="Formatvorlage5"/>
          <w:b w:val="0"/>
        </w:rPr>
        <w:t xml:space="preserve">Reklamationen </w:t>
      </w:r>
      <w:r w:rsidR="00142E88" w:rsidRPr="00142E88">
        <w:rPr>
          <w:rStyle w:val="Formatvorlage5"/>
          <w:b w:val="0"/>
        </w:rPr>
        <w:t xml:space="preserve">durch bessere Beratung und </w:t>
      </w:r>
      <w:r w:rsidR="00AE442B">
        <w:rPr>
          <w:rStyle w:val="Formatvorlage5"/>
          <w:b w:val="0"/>
        </w:rPr>
        <w:t>eindeutige</w:t>
      </w:r>
      <w:r w:rsidR="00142E88" w:rsidRPr="00142E88">
        <w:rPr>
          <w:rStyle w:val="Formatvorlage5"/>
          <w:b w:val="0"/>
        </w:rPr>
        <w:t xml:space="preserve"> Angebotstexte</w:t>
      </w:r>
      <w:r>
        <w:rPr>
          <w:rStyle w:val="Formatvorlage5"/>
          <w:b w:val="0"/>
        </w:rPr>
        <w:t xml:space="preserve"> </w:t>
      </w:r>
      <w:r w:rsidR="00142E88">
        <w:rPr>
          <w:rStyle w:val="Formatvorlage5"/>
          <w:b w:val="0"/>
        </w:rPr>
        <w:t xml:space="preserve">vermieden </w:t>
      </w:r>
      <w:r>
        <w:rPr>
          <w:rStyle w:val="Formatvorlage5"/>
          <w:b w:val="0"/>
        </w:rPr>
        <w:t>werden können</w:t>
      </w:r>
      <w:r w:rsidR="00142E88">
        <w:rPr>
          <w:rStyle w:val="Formatvorlage5"/>
          <w:b w:val="0"/>
        </w:rPr>
        <w:t xml:space="preserve">. </w:t>
      </w:r>
    </w:p>
    <w:p w:rsidR="00571399" w:rsidRDefault="00571399" w:rsidP="00B33D81">
      <w:pPr>
        <w:spacing w:line="360" w:lineRule="auto"/>
        <w:jc w:val="both"/>
        <w:rPr>
          <w:rStyle w:val="Formatvorlage5"/>
          <w:b w:val="0"/>
        </w:rPr>
      </w:pPr>
    </w:p>
    <w:p w:rsidR="00571399" w:rsidRPr="00BA35EF" w:rsidRDefault="00571399" w:rsidP="00761394">
      <w:pPr>
        <w:pStyle w:val="Textkrper"/>
        <w:keepNext/>
        <w:rPr>
          <w:rStyle w:val="Formatvorlage4"/>
          <w:b/>
          <w:szCs w:val="24"/>
        </w:rPr>
      </w:pPr>
      <w:r w:rsidRPr="00BA35EF">
        <w:rPr>
          <w:rStyle w:val="Formatvorlage4"/>
          <w:b/>
          <w:szCs w:val="24"/>
        </w:rPr>
        <w:lastRenderedPageBreak/>
        <w:t>Über den hagebau HOLZBAU FACHHANDEL</w:t>
      </w:r>
    </w:p>
    <w:p w:rsidR="00571399" w:rsidRPr="00BA35EF" w:rsidRDefault="00571399" w:rsidP="00571399">
      <w:pPr>
        <w:pStyle w:val="Textkrper"/>
        <w:rPr>
          <w:rStyle w:val="Formatvorlage4"/>
          <w:szCs w:val="24"/>
        </w:rPr>
      </w:pPr>
      <w:r w:rsidRPr="00BA35EF">
        <w:rPr>
          <w:rStyle w:val="Formatvorlage4"/>
          <w:szCs w:val="24"/>
        </w:rPr>
        <w:t xml:space="preserve">Der hagebau HOLZBAU FACHHANDEL ist ein bundesweiter Zusammenschluss von 58 Fachhandelsstandorten, die sich auf die Zielgruppe Zimmerer/Holzbauer spezialisiert haben. Die Händler sind als selbstständige Unternehmen in ganz Deutschland angesiedelt und gehören der hagebau als Gesellschafter an. Neben einem breiten und tiefen Lagersortiment bieten die Standorte ihren Profikunden </w:t>
      </w:r>
      <w:r w:rsidR="00515BB8">
        <w:rPr>
          <w:rStyle w:val="Formatvorlage4"/>
          <w:szCs w:val="24"/>
        </w:rPr>
        <w:t xml:space="preserve">vielfältige </w:t>
      </w:r>
      <w:r w:rsidRPr="00BA35EF">
        <w:rPr>
          <w:rStyle w:val="Formatvorlage4"/>
          <w:szCs w:val="24"/>
        </w:rPr>
        <w:t>Dienst- und Serviceleistungen. Dazu zähl</w:t>
      </w:r>
      <w:r w:rsidR="00E33832">
        <w:rPr>
          <w:rStyle w:val="Formatvorlage4"/>
          <w:szCs w:val="24"/>
        </w:rPr>
        <w:t>t</w:t>
      </w:r>
      <w:r w:rsidRPr="00BA35EF">
        <w:rPr>
          <w:rStyle w:val="Formatvorlage4"/>
          <w:szCs w:val="24"/>
        </w:rPr>
        <w:t xml:space="preserve"> </w:t>
      </w:r>
      <w:r w:rsidR="007F3301">
        <w:rPr>
          <w:rStyle w:val="Formatvorlage4"/>
          <w:szCs w:val="24"/>
        </w:rPr>
        <w:t>neben Schulungsmaßnahmen beispielsweise auch das Praxistool</w:t>
      </w:r>
      <w:r w:rsidRPr="00BA35EF">
        <w:rPr>
          <w:rStyle w:val="Formatvorlage4"/>
          <w:szCs w:val="24"/>
        </w:rPr>
        <w:t xml:space="preserve"> „Konstruktionshilfen Holzbau“.</w:t>
      </w:r>
    </w:p>
    <w:p w:rsidR="00571399" w:rsidRPr="003B76B9" w:rsidRDefault="00571399" w:rsidP="00B33D81">
      <w:pPr>
        <w:spacing w:line="360" w:lineRule="auto"/>
        <w:jc w:val="both"/>
        <w:rPr>
          <w:rStyle w:val="Formatvorlage5"/>
          <w:b w:val="0"/>
        </w:rPr>
      </w:pPr>
    </w:p>
    <w:p w:rsidR="00B96199" w:rsidRDefault="00E32271" w:rsidP="00B33D81">
      <w:pPr>
        <w:spacing w:line="360" w:lineRule="auto"/>
        <w:jc w:val="both"/>
        <w:rPr>
          <w:rStyle w:val="Formatvorlage4"/>
        </w:rPr>
      </w:pPr>
      <w:r>
        <w:rPr>
          <w:rStyle w:val="Formatvorlage4"/>
        </w:rPr>
        <w:t>4.127</w:t>
      </w:r>
      <w:r w:rsidR="00E02E9D">
        <w:rPr>
          <w:rStyle w:val="Formatvorlage4"/>
        </w:rPr>
        <w:t xml:space="preserve"> Zeichen</w:t>
      </w:r>
    </w:p>
    <w:p w:rsidR="00E91B46" w:rsidRDefault="00E91B46" w:rsidP="00B33D81">
      <w:pPr>
        <w:rPr>
          <w:rStyle w:val="Formatvorlage4"/>
        </w:rPr>
      </w:pPr>
    </w:p>
    <w:p w:rsidR="00000F0F" w:rsidRPr="00E32271" w:rsidRDefault="00E02E9D" w:rsidP="00B33D81">
      <w:pPr>
        <w:rPr>
          <w:rStyle w:val="Formatvorlage4"/>
          <w:b/>
        </w:rPr>
      </w:pPr>
      <w:r w:rsidRPr="00E32271">
        <w:rPr>
          <w:rStyle w:val="Formatvorlage4"/>
          <w:b/>
        </w:rPr>
        <w:t>Bildunterschrift</w:t>
      </w:r>
    </w:p>
    <w:p w:rsidR="00515BB8" w:rsidRDefault="00515BB8" w:rsidP="00B33D81">
      <w:pPr>
        <w:rPr>
          <w:rStyle w:val="Formatvorlage4"/>
        </w:rPr>
      </w:pPr>
    </w:p>
    <w:p w:rsidR="00515BB8" w:rsidRPr="00E32271" w:rsidRDefault="00006565" w:rsidP="00B33D81">
      <w:pPr>
        <w:rPr>
          <w:rStyle w:val="Formatvorlage4"/>
          <w:b/>
          <w:sz w:val="22"/>
        </w:rPr>
      </w:pPr>
      <w:r>
        <w:rPr>
          <w:rStyle w:val="Formatvorlage4"/>
          <w:b/>
          <w:sz w:val="22"/>
        </w:rPr>
        <w:t>Joe</w:t>
      </w:r>
      <w:r w:rsidR="00515BB8" w:rsidRPr="00E32271">
        <w:rPr>
          <w:rStyle w:val="Formatvorlage4"/>
          <w:b/>
          <w:sz w:val="22"/>
        </w:rPr>
        <w:t>rg_Knupper.jpg</w:t>
      </w:r>
    </w:p>
    <w:p w:rsidR="00515BB8" w:rsidRPr="00E32271" w:rsidRDefault="00515BB8" w:rsidP="00B33D81">
      <w:pPr>
        <w:rPr>
          <w:rStyle w:val="Formatvorlage4"/>
          <w:sz w:val="22"/>
        </w:rPr>
      </w:pPr>
      <w:r w:rsidRPr="00E32271">
        <w:rPr>
          <w:rStyle w:val="Formatvorlage4"/>
          <w:sz w:val="22"/>
        </w:rPr>
        <w:t>Jörg Knupper, Vertriebsmanager des hagebau Spezialisierungssystems HOLZBAU FACHHANDEL: „</w:t>
      </w:r>
      <w:r w:rsidR="00690A4B" w:rsidRPr="00E32271">
        <w:rPr>
          <w:rStyle w:val="Formatvorlage4"/>
          <w:sz w:val="22"/>
        </w:rPr>
        <w:t>Auszubildende des Handwerks sind herzlich eingeladen, an unseren neuen Basisschulungen teilzunehmen.“</w:t>
      </w:r>
    </w:p>
    <w:p w:rsidR="00515BB8" w:rsidRPr="00E32271" w:rsidRDefault="00515BB8" w:rsidP="00B33D81">
      <w:pPr>
        <w:rPr>
          <w:rStyle w:val="Formatvorlage4"/>
          <w:sz w:val="22"/>
        </w:rPr>
      </w:pPr>
    </w:p>
    <w:p w:rsidR="0067060B" w:rsidRPr="00E32271" w:rsidRDefault="00134E14" w:rsidP="00B33D81">
      <w:pPr>
        <w:rPr>
          <w:rStyle w:val="Formatvorlage4"/>
          <w:sz w:val="22"/>
        </w:rPr>
      </w:pPr>
      <w:r w:rsidRPr="00E32271">
        <w:rPr>
          <w:rStyle w:val="Formatvorlage4"/>
          <w:sz w:val="22"/>
        </w:rPr>
        <w:t>Foto: hagebau (Abdruck honorarfrei)</w:t>
      </w:r>
    </w:p>
    <w:p w:rsidR="00134E14" w:rsidRDefault="00134E14" w:rsidP="00B33D81">
      <w:pPr>
        <w:rPr>
          <w:rStyle w:val="Formatvorlage4"/>
        </w:rPr>
      </w:pPr>
      <w:bookmarkStart w:id="0" w:name="_GoBack"/>
      <w:bookmarkEnd w:id="0"/>
    </w:p>
    <w:p w:rsidR="00E32271" w:rsidRDefault="00E32271" w:rsidP="00B33D81">
      <w:pPr>
        <w:rPr>
          <w:rStyle w:val="Formatvorlage4"/>
        </w:rPr>
      </w:pPr>
    </w:p>
    <w:p w:rsidR="00134E14" w:rsidRPr="00611523" w:rsidRDefault="00134E14" w:rsidP="00B33D81">
      <w:pPr>
        <w:spacing w:line="360" w:lineRule="auto"/>
        <w:rPr>
          <w:rFonts w:cs="Arial"/>
          <w:szCs w:val="24"/>
        </w:rPr>
      </w:pPr>
      <w:r>
        <w:rPr>
          <w:rFonts w:cs="Arial"/>
          <w:b/>
          <w:szCs w:val="24"/>
        </w:rPr>
        <w:t>hagebau Gruppe</w:t>
      </w:r>
    </w:p>
    <w:p w:rsidR="00263A91" w:rsidRPr="000045A2" w:rsidRDefault="00263A91" w:rsidP="00B33D81">
      <w:pPr>
        <w:spacing w:line="360" w:lineRule="auto"/>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B33D81">
      <w:pPr>
        <w:spacing w:line="360" w:lineRule="auto"/>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B33D81">
      <w:pPr>
        <w:spacing w:line="360" w:lineRule="auto"/>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B33D81">
      <w:pPr>
        <w:spacing w:line="360" w:lineRule="auto"/>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w:t>
      </w:r>
      <w:r w:rsidRPr="000045A2">
        <w:rPr>
          <w:rFonts w:cs="Arial"/>
        </w:rPr>
        <w:lastRenderedPageBreak/>
        <w:t>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E32271" w:rsidRDefault="00E3227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37A" w:rsidRDefault="00E7637A" w:rsidP="008F126E">
      <w:r>
        <w:separator/>
      </w:r>
    </w:p>
  </w:endnote>
  <w:endnote w:type="continuationSeparator" w:id="0">
    <w:p w:rsidR="00E7637A" w:rsidRDefault="00E7637A"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37A" w:rsidRDefault="00E7637A" w:rsidP="008F126E">
      <w:r>
        <w:separator/>
      </w:r>
    </w:p>
  </w:footnote>
  <w:footnote w:type="continuationSeparator" w:id="0">
    <w:p w:rsidR="00E7637A" w:rsidRDefault="00E7637A"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AED" w:rsidRDefault="00E37AED"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7AED" w:rsidRPr="008F126E" w:rsidRDefault="00E37AED"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E37AED" w:rsidRPr="00C03AB9" w:rsidRDefault="00E37AED"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B2E4D"/>
    <w:multiLevelType w:val="hybridMultilevel"/>
    <w:tmpl w:val="E42020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5CC"/>
    <w:rsid w:val="00000F0F"/>
    <w:rsid w:val="00006565"/>
    <w:rsid w:val="00013D55"/>
    <w:rsid w:val="00016813"/>
    <w:rsid w:val="000446F6"/>
    <w:rsid w:val="00050AAD"/>
    <w:rsid w:val="00051A5A"/>
    <w:rsid w:val="0007246D"/>
    <w:rsid w:val="000A08E5"/>
    <w:rsid w:val="000A6559"/>
    <w:rsid w:val="000B0DFC"/>
    <w:rsid w:val="000B10E8"/>
    <w:rsid w:val="000B2D30"/>
    <w:rsid w:val="000D18B6"/>
    <w:rsid w:val="000D49CE"/>
    <w:rsid w:val="000D7B57"/>
    <w:rsid w:val="000F1EA2"/>
    <w:rsid w:val="000F31BE"/>
    <w:rsid w:val="00110DAB"/>
    <w:rsid w:val="00110E35"/>
    <w:rsid w:val="001159F6"/>
    <w:rsid w:val="00134E14"/>
    <w:rsid w:val="00142E88"/>
    <w:rsid w:val="00145553"/>
    <w:rsid w:val="00150239"/>
    <w:rsid w:val="0016149D"/>
    <w:rsid w:val="00191F25"/>
    <w:rsid w:val="00193870"/>
    <w:rsid w:val="001B3041"/>
    <w:rsid w:val="001B3521"/>
    <w:rsid w:val="001B399E"/>
    <w:rsid w:val="001B6A6C"/>
    <w:rsid w:val="001E68A6"/>
    <w:rsid w:val="001F0EE7"/>
    <w:rsid w:val="001F5555"/>
    <w:rsid w:val="001F5574"/>
    <w:rsid w:val="001F795E"/>
    <w:rsid w:val="0022358D"/>
    <w:rsid w:val="0023201D"/>
    <w:rsid w:val="00243798"/>
    <w:rsid w:val="00261B17"/>
    <w:rsid w:val="00263A91"/>
    <w:rsid w:val="0027163C"/>
    <w:rsid w:val="0027713B"/>
    <w:rsid w:val="0028139B"/>
    <w:rsid w:val="00281887"/>
    <w:rsid w:val="00290F81"/>
    <w:rsid w:val="0029254A"/>
    <w:rsid w:val="002C0493"/>
    <w:rsid w:val="002C094E"/>
    <w:rsid w:val="002D3AAD"/>
    <w:rsid w:val="002F34C5"/>
    <w:rsid w:val="002F4882"/>
    <w:rsid w:val="00304BF4"/>
    <w:rsid w:val="003059F9"/>
    <w:rsid w:val="00324740"/>
    <w:rsid w:val="00336981"/>
    <w:rsid w:val="003375CC"/>
    <w:rsid w:val="00353DD9"/>
    <w:rsid w:val="003648C1"/>
    <w:rsid w:val="003762E6"/>
    <w:rsid w:val="00377997"/>
    <w:rsid w:val="00387B7E"/>
    <w:rsid w:val="00393345"/>
    <w:rsid w:val="003948AC"/>
    <w:rsid w:val="003A4F37"/>
    <w:rsid w:val="003B55C3"/>
    <w:rsid w:val="003B698C"/>
    <w:rsid w:val="003B76B9"/>
    <w:rsid w:val="003D213B"/>
    <w:rsid w:val="004032C1"/>
    <w:rsid w:val="00410898"/>
    <w:rsid w:val="004141B4"/>
    <w:rsid w:val="00421B02"/>
    <w:rsid w:val="00421DD7"/>
    <w:rsid w:val="00422A61"/>
    <w:rsid w:val="00434059"/>
    <w:rsid w:val="00440118"/>
    <w:rsid w:val="0044065F"/>
    <w:rsid w:val="00450600"/>
    <w:rsid w:val="00467AC7"/>
    <w:rsid w:val="00475A03"/>
    <w:rsid w:val="00487F33"/>
    <w:rsid w:val="004D5423"/>
    <w:rsid w:val="0050431C"/>
    <w:rsid w:val="005068AA"/>
    <w:rsid w:val="00515BB8"/>
    <w:rsid w:val="005411B9"/>
    <w:rsid w:val="0054760D"/>
    <w:rsid w:val="005657EB"/>
    <w:rsid w:val="00571399"/>
    <w:rsid w:val="00573F02"/>
    <w:rsid w:val="0059181F"/>
    <w:rsid w:val="0059328F"/>
    <w:rsid w:val="00593B30"/>
    <w:rsid w:val="005C5CF3"/>
    <w:rsid w:val="005D6219"/>
    <w:rsid w:val="006010ED"/>
    <w:rsid w:val="00617638"/>
    <w:rsid w:val="00625CCB"/>
    <w:rsid w:val="006361D2"/>
    <w:rsid w:val="0064038B"/>
    <w:rsid w:val="006568F8"/>
    <w:rsid w:val="0067060B"/>
    <w:rsid w:val="0067522C"/>
    <w:rsid w:val="006860F1"/>
    <w:rsid w:val="00690A4B"/>
    <w:rsid w:val="006916B8"/>
    <w:rsid w:val="00691C7C"/>
    <w:rsid w:val="00697620"/>
    <w:rsid w:val="006C3B1A"/>
    <w:rsid w:val="006C7CE3"/>
    <w:rsid w:val="006D3A21"/>
    <w:rsid w:val="006E4FDE"/>
    <w:rsid w:val="00701AB2"/>
    <w:rsid w:val="007170D2"/>
    <w:rsid w:val="00741B7B"/>
    <w:rsid w:val="00750632"/>
    <w:rsid w:val="00757616"/>
    <w:rsid w:val="00761394"/>
    <w:rsid w:val="00770271"/>
    <w:rsid w:val="0078615E"/>
    <w:rsid w:val="007872F4"/>
    <w:rsid w:val="00787982"/>
    <w:rsid w:val="007E246F"/>
    <w:rsid w:val="007E3BA6"/>
    <w:rsid w:val="007F3301"/>
    <w:rsid w:val="008040C4"/>
    <w:rsid w:val="00804DCA"/>
    <w:rsid w:val="00820FCD"/>
    <w:rsid w:val="00822EA8"/>
    <w:rsid w:val="00831728"/>
    <w:rsid w:val="00854726"/>
    <w:rsid w:val="00862DB4"/>
    <w:rsid w:val="008924A2"/>
    <w:rsid w:val="00892B74"/>
    <w:rsid w:val="008C31E3"/>
    <w:rsid w:val="008C7E1D"/>
    <w:rsid w:val="008D2980"/>
    <w:rsid w:val="008F126E"/>
    <w:rsid w:val="008F5884"/>
    <w:rsid w:val="008F740D"/>
    <w:rsid w:val="00915DB6"/>
    <w:rsid w:val="00920EDD"/>
    <w:rsid w:val="00924A4B"/>
    <w:rsid w:val="0092542B"/>
    <w:rsid w:val="00927315"/>
    <w:rsid w:val="0093002E"/>
    <w:rsid w:val="00940004"/>
    <w:rsid w:val="009419A2"/>
    <w:rsid w:val="009519B2"/>
    <w:rsid w:val="0095346E"/>
    <w:rsid w:val="00966B61"/>
    <w:rsid w:val="00981F46"/>
    <w:rsid w:val="009829F9"/>
    <w:rsid w:val="009873E7"/>
    <w:rsid w:val="00987752"/>
    <w:rsid w:val="009A04E2"/>
    <w:rsid w:val="009B5272"/>
    <w:rsid w:val="009C06F4"/>
    <w:rsid w:val="009C799F"/>
    <w:rsid w:val="009E32F4"/>
    <w:rsid w:val="009F080C"/>
    <w:rsid w:val="00A10D65"/>
    <w:rsid w:val="00A322F7"/>
    <w:rsid w:val="00A3690A"/>
    <w:rsid w:val="00A37949"/>
    <w:rsid w:val="00A40813"/>
    <w:rsid w:val="00A6714A"/>
    <w:rsid w:val="00A82718"/>
    <w:rsid w:val="00A828EF"/>
    <w:rsid w:val="00A9412D"/>
    <w:rsid w:val="00A96075"/>
    <w:rsid w:val="00AB3CCC"/>
    <w:rsid w:val="00AC42C2"/>
    <w:rsid w:val="00AD3FAC"/>
    <w:rsid w:val="00AE442B"/>
    <w:rsid w:val="00B33D81"/>
    <w:rsid w:val="00B51F82"/>
    <w:rsid w:val="00B91809"/>
    <w:rsid w:val="00B9354B"/>
    <w:rsid w:val="00B96199"/>
    <w:rsid w:val="00BD1784"/>
    <w:rsid w:val="00BE04DC"/>
    <w:rsid w:val="00BE249F"/>
    <w:rsid w:val="00BF545B"/>
    <w:rsid w:val="00BF605B"/>
    <w:rsid w:val="00C22550"/>
    <w:rsid w:val="00C302DC"/>
    <w:rsid w:val="00C655C6"/>
    <w:rsid w:val="00C72061"/>
    <w:rsid w:val="00CA0C4C"/>
    <w:rsid w:val="00CA0D0B"/>
    <w:rsid w:val="00CF2736"/>
    <w:rsid w:val="00D11612"/>
    <w:rsid w:val="00D135B9"/>
    <w:rsid w:val="00D20462"/>
    <w:rsid w:val="00D41511"/>
    <w:rsid w:val="00D540AE"/>
    <w:rsid w:val="00D601C4"/>
    <w:rsid w:val="00D666FF"/>
    <w:rsid w:val="00D72A16"/>
    <w:rsid w:val="00D7687A"/>
    <w:rsid w:val="00D91B98"/>
    <w:rsid w:val="00DA2554"/>
    <w:rsid w:val="00DA2A6B"/>
    <w:rsid w:val="00DA4261"/>
    <w:rsid w:val="00DA556F"/>
    <w:rsid w:val="00DA72C9"/>
    <w:rsid w:val="00DB5815"/>
    <w:rsid w:val="00DB7ED6"/>
    <w:rsid w:val="00DC3A9A"/>
    <w:rsid w:val="00DD1C8F"/>
    <w:rsid w:val="00DE0944"/>
    <w:rsid w:val="00E02E9D"/>
    <w:rsid w:val="00E10E2E"/>
    <w:rsid w:val="00E240EC"/>
    <w:rsid w:val="00E32271"/>
    <w:rsid w:val="00E33832"/>
    <w:rsid w:val="00E37AED"/>
    <w:rsid w:val="00E641DD"/>
    <w:rsid w:val="00E66376"/>
    <w:rsid w:val="00E6725F"/>
    <w:rsid w:val="00E7637A"/>
    <w:rsid w:val="00E869A4"/>
    <w:rsid w:val="00E86E14"/>
    <w:rsid w:val="00E91B46"/>
    <w:rsid w:val="00E9717F"/>
    <w:rsid w:val="00EB357C"/>
    <w:rsid w:val="00EB775C"/>
    <w:rsid w:val="00EC2C4E"/>
    <w:rsid w:val="00ED15F0"/>
    <w:rsid w:val="00ED5D54"/>
    <w:rsid w:val="00EE23F1"/>
    <w:rsid w:val="00EF3581"/>
    <w:rsid w:val="00F00511"/>
    <w:rsid w:val="00F1023F"/>
    <w:rsid w:val="00F1138B"/>
    <w:rsid w:val="00F115DD"/>
    <w:rsid w:val="00F158F9"/>
    <w:rsid w:val="00F23EAF"/>
    <w:rsid w:val="00F32837"/>
    <w:rsid w:val="00F56EA5"/>
    <w:rsid w:val="00F71E98"/>
    <w:rsid w:val="00F74660"/>
    <w:rsid w:val="00F748DD"/>
    <w:rsid w:val="00F75851"/>
    <w:rsid w:val="00F77C89"/>
    <w:rsid w:val="00F833C4"/>
    <w:rsid w:val="00F86564"/>
    <w:rsid w:val="00FB096A"/>
    <w:rsid w:val="00FB4330"/>
    <w:rsid w:val="00FB4CAD"/>
    <w:rsid w:val="00FE2296"/>
    <w:rsid w:val="00FE29B7"/>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Textkrper">
    <w:name w:val="Body Text"/>
    <w:basedOn w:val="Standard"/>
    <w:link w:val="TextkrperZchn"/>
    <w:uiPriority w:val="99"/>
    <w:rsid w:val="00571399"/>
    <w:pPr>
      <w:spacing w:line="360" w:lineRule="auto"/>
      <w:jc w:val="both"/>
    </w:pPr>
    <w:rPr>
      <w:rFonts w:eastAsiaTheme="minorEastAsia" w:cs="Arial"/>
    </w:rPr>
  </w:style>
  <w:style w:type="character" w:customStyle="1" w:styleId="TextkrperZchn">
    <w:name w:val="Textkörper Zchn"/>
    <w:basedOn w:val="Absatz-Standardschriftart"/>
    <w:link w:val="Textkrper"/>
    <w:uiPriority w:val="99"/>
    <w:rsid w:val="00571399"/>
    <w:rPr>
      <w:rFonts w:ascii="Arial" w:eastAsiaTheme="minorEastAsia" w:hAnsi="Arial" w:cs="Arial"/>
    </w:rPr>
  </w:style>
  <w:style w:type="paragraph" w:styleId="Listenabsatz">
    <w:name w:val="List Paragraph"/>
    <w:basedOn w:val="Standard"/>
    <w:uiPriority w:val="34"/>
    <w:qFormat/>
    <w:rsid w:val="002716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Textkrper">
    <w:name w:val="Body Text"/>
    <w:basedOn w:val="Standard"/>
    <w:link w:val="TextkrperZchn"/>
    <w:uiPriority w:val="99"/>
    <w:rsid w:val="00571399"/>
    <w:pPr>
      <w:spacing w:line="360" w:lineRule="auto"/>
      <w:jc w:val="both"/>
    </w:pPr>
    <w:rPr>
      <w:rFonts w:eastAsiaTheme="minorEastAsia" w:cs="Arial"/>
    </w:rPr>
  </w:style>
  <w:style w:type="character" w:customStyle="1" w:styleId="TextkrperZchn">
    <w:name w:val="Textkörper Zchn"/>
    <w:basedOn w:val="Absatz-Standardschriftart"/>
    <w:link w:val="Textkrper"/>
    <w:uiPriority w:val="99"/>
    <w:rsid w:val="00571399"/>
    <w:rPr>
      <w:rFonts w:ascii="Arial" w:eastAsiaTheme="minorEastAsia" w:hAnsi="Arial" w:cs="Arial"/>
    </w:rPr>
  </w:style>
  <w:style w:type="paragraph" w:styleId="Listenabsatz">
    <w:name w:val="List Paragraph"/>
    <w:basedOn w:val="Standard"/>
    <w:uiPriority w:val="34"/>
    <w:qFormat/>
    <w:rsid w:val="00271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Sep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A1E92-6062-48C0-A017-42FABE4C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792</Words>
  <Characters>5777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Vanessa Ebert</cp:lastModifiedBy>
  <cp:revision>3</cp:revision>
  <cp:lastPrinted>2016-01-11T11:14:00Z</cp:lastPrinted>
  <dcterms:created xsi:type="dcterms:W3CDTF">2016-01-11T11:14:00Z</dcterms:created>
  <dcterms:modified xsi:type="dcterms:W3CDTF">2016-01-11T11:16:00Z</dcterms:modified>
</cp:coreProperties>
</file>