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863BAE" w:rsidRDefault="00A322F7" w:rsidP="003948AC">
      <w:pPr>
        <w:spacing w:before="100" w:beforeAutospacing="1" w:after="100" w:afterAutospacing="1" w:line="360" w:lineRule="auto"/>
        <w:ind w:left="1418"/>
        <w:rPr>
          <w:rFonts w:cs="Arial"/>
          <w:sz w:val="26"/>
          <w:szCs w:val="26"/>
        </w:rPr>
      </w:pPr>
      <w:r w:rsidRPr="00863BAE">
        <w:rPr>
          <w:rFonts w:cs="Arial"/>
          <w:sz w:val="26"/>
          <w:szCs w:val="26"/>
        </w:rPr>
        <w:t>Presse-Information</w:t>
      </w:r>
    </w:p>
    <w:p w:rsidR="003948AC" w:rsidRPr="00863BAE" w:rsidRDefault="00A06EA7" w:rsidP="003948AC">
      <w:pPr>
        <w:spacing w:line="360" w:lineRule="auto"/>
        <w:ind w:left="1418"/>
        <w:rPr>
          <w:rStyle w:val="Formatvorlage1"/>
        </w:rPr>
      </w:pPr>
      <w:r>
        <w:rPr>
          <w:rStyle w:val="Formatvorlage1"/>
        </w:rPr>
        <w:t>hagebaumärkte erhalten Gold-Auszeichnung für Familienfreundlichkeit</w:t>
      </w:r>
    </w:p>
    <w:p w:rsidR="00E12780" w:rsidRPr="006F6341" w:rsidRDefault="00D567B6" w:rsidP="003D4D4E">
      <w:pPr>
        <w:pStyle w:val="Listenabsatz"/>
        <w:numPr>
          <w:ilvl w:val="0"/>
          <w:numId w:val="4"/>
        </w:numPr>
        <w:spacing w:line="360" w:lineRule="auto"/>
        <w:rPr>
          <w:rStyle w:val="Formatvorlage2"/>
          <w:szCs w:val="24"/>
        </w:rPr>
      </w:pPr>
      <w:r w:rsidRPr="006F6341">
        <w:rPr>
          <w:rStyle w:val="Formatvorlage2"/>
          <w:szCs w:val="24"/>
        </w:rPr>
        <w:t>h</w:t>
      </w:r>
      <w:r w:rsidR="00AD0EA8" w:rsidRPr="006F6341">
        <w:rPr>
          <w:rStyle w:val="Formatvorlage2"/>
          <w:szCs w:val="24"/>
        </w:rPr>
        <w:t>agebau</w:t>
      </w:r>
      <w:r w:rsidRPr="006F6341">
        <w:rPr>
          <w:rStyle w:val="Formatvorlage2"/>
          <w:szCs w:val="24"/>
        </w:rPr>
        <w:t xml:space="preserve">märkte </w:t>
      </w:r>
      <w:r w:rsidR="00AD0EA8" w:rsidRPr="006F6341">
        <w:rPr>
          <w:rStyle w:val="Formatvorlage2"/>
          <w:szCs w:val="24"/>
        </w:rPr>
        <w:t>ausgezeichnet</w:t>
      </w:r>
      <w:r w:rsidR="00A06EA7" w:rsidRPr="006F6341">
        <w:rPr>
          <w:rStyle w:val="Formatvorlage2"/>
          <w:szCs w:val="24"/>
        </w:rPr>
        <w:t xml:space="preserve"> für familienfreundliche Dienstleistungen</w:t>
      </w:r>
    </w:p>
    <w:p w:rsidR="0040367B" w:rsidRPr="006F6341" w:rsidRDefault="0040367B" w:rsidP="003D4D4E">
      <w:pPr>
        <w:pStyle w:val="Listenabsatz"/>
        <w:numPr>
          <w:ilvl w:val="0"/>
          <w:numId w:val="4"/>
        </w:numPr>
        <w:spacing w:line="360" w:lineRule="auto"/>
        <w:rPr>
          <w:rStyle w:val="Formatvorlage2"/>
          <w:szCs w:val="24"/>
        </w:rPr>
      </w:pPr>
      <w:r w:rsidRPr="006F6341">
        <w:rPr>
          <w:rStyle w:val="Formatvorlage2"/>
          <w:szCs w:val="24"/>
        </w:rPr>
        <w:t xml:space="preserve">Hohes </w:t>
      </w:r>
      <w:r w:rsidR="00442E42" w:rsidRPr="006F6341">
        <w:rPr>
          <w:rStyle w:val="Formatvorlage2"/>
          <w:szCs w:val="24"/>
        </w:rPr>
        <w:t>Bewertungs</w:t>
      </w:r>
      <w:r w:rsidR="008E7C3E" w:rsidRPr="006F6341">
        <w:rPr>
          <w:rStyle w:val="Formatvorlage2"/>
          <w:szCs w:val="24"/>
        </w:rPr>
        <w:t>n</w:t>
      </w:r>
      <w:r w:rsidRPr="006F6341">
        <w:rPr>
          <w:rStyle w:val="Formatvorlage2"/>
          <w:szCs w:val="24"/>
        </w:rPr>
        <w:t>iveau aus 2014 gehalten</w:t>
      </w:r>
    </w:p>
    <w:p w:rsidR="003948AC" w:rsidRPr="006F6341" w:rsidRDefault="00D567B6" w:rsidP="003D4D4E">
      <w:pPr>
        <w:pStyle w:val="Listenabsatz"/>
        <w:numPr>
          <w:ilvl w:val="0"/>
          <w:numId w:val="4"/>
        </w:numPr>
        <w:spacing w:line="360" w:lineRule="auto"/>
        <w:rPr>
          <w:rStyle w:val="Formatvorlage2"/>
          <w:szCs w:val="24"/>
        </w:rPr>
      </w:pPr>
      <w:r w:rsidRPr="006F6341">
        <w:rPr>
          <w:rStyle w:val="Formatvorlage2"/>
          <w:szCs w:val="24"/>
        </w:rPr>
        <w:t>h</w:t>
      </w:r>
      <w:r w:rsidR="0040367B" w:rsidRPr="006F6341">
        <w:rPr>
          <w:rStyle w:val="Formatvorlage2"/>
          <w:szCs w:val="24"/>
        </w:rPr>
        <w:t xml:space="preserve">agebau deutlich vor </w:t>
      </w:r>
      <w:r w:rsidR="00A06EA7" w:rsidRPr="006F6341">
        <w:rPr>
          <w:rStyle w:val="Formatvorlage2"/>
          <w:szCs w:val="24"/>
        </w:rPr>
        <w:t>dem Wettbewerb</w:t>
      </w:r>
    </w:p>
    <w:p w:rsidR="003948AC" w:rsidRPr="006F6341" w:rsidRDefault="003948AC" w:rsidP="003948AC">
      <w:pPr>
        <w:spacing w:line="360" w:lineRule="auto"/>
        <w:ind w:left="1418"/>
        <w:rPr>
          <w:rStyle w:val="Formatvorlage2"/>
          <w:szCs w:val="24"/>
        </w:rPr>
      </w:pPr>
    </w:p>
    <w:p w:rsidR="000F1EA2" w:rsidRPr="006F6341" w:rsidRDefault="00931297" w:rsidP="0067060B">
      <w:pPr>
        <w:spacing w:line="360" w:lineRule="auto"/>
        <w:ind w:left="1418"/>
        <w:jc w:val="both"/>
        <w:rPr>
          <w:b/>
          <w:sz w:val="24"/>
          <w:szCs w:val="24"/>
        </w:rPr>
      </w:pPr>
      <w:r w:rsidRPr="006F6341">
        <w:rPr>
          <w:rStyle w:val="Formatvorlage5"/>
          <w:szCs w:val="24"/>
        </w:rPr>
        <w:t>Soltau</w:t>
      </w:r>
      <w:r w:rsidR="00134E14" w:rsidRPr="006F6341">
        <w:rPr>
          <w:rStyle w:val="Formatvorlage5"/>
          <w:szCs w:val="24"/>
        </w:rPr>
        <w:t xml:space="preserve">, </w:t>
      </w:r>
      <w:r w:rsidR="006F6341">
        <w:rPr>
          <w:rStyle w:val="Formatvorlage5"/>
          <w:szCs w:val="24"/>
        </w:rPr>
        <w:t>17</w:t>
      </w:r>
      <w:r w:rsidR="001C310E" w:rsidRPr="006F6341">
        <w:rPr>
          <w:rStyle w:val="Formatvorlage5"/>
          <w:szCs w:val="24"/>
        </w:rPr>
        <w:t>. September 2015</w:t>
      </w:r>
      <w:r w:rsidR="00134E14" w:rsidRPr="006F6341">
        <w:rPr>
          <w:rStyle w:val="Formatvorlage5"/>
          <w:szCs w:val="24"/>
        </w:rPr>
        <w:t xml:space="preserve">. </w:t>
      </w:r>
      <w:r w:rsidR="00AD0EA8" w:rsidRPr="006F6341">
        <w:rPr>
          <w:rStyle w:val="Formatvorlage5"/>
          <w:szCs w:val="24"/>
        </w:rPr>
        <w:t>Über 40.000 Kundenurteile berücksichtigte die von der ServiceValue GmbH, Köln, in Kooperation mit der Goethe Universität, Frankfurt a</w:t>
      </w:r>
      <w:r w:rsidR="00914A9C" w:rsidRPr="006F6341">
        <w:rPr>
          <w:rStyle w:val="Formatvorlage5"/>
          <w:szCs w:val="24"/>
        </w:rPr>
        <w:t>m Main</w:t>
      </w:r>
      <w:r w:rsidR="00AD0EA8" w:rsidRPr="006F6341">
        <w:rPr>
          <w:rStyle w:val="Formatvorlage5"/>
          <w:szCs w:val="24"/>
        </w:rPr>
        <w:t>, durchgeführte Online</w:t>
      </w:r>
      <w:r w:rsidR="00A06EA7" w:rsidRPr="006F6341">
        <w:rPr>
          <w:rStyle w:val="Formatvorlage5"/>
          <w:szCs w:val="24"/>
        </w:rPr>
        <w:t>-B</w:t>
      </w:r>
      <w:r w:rsidR="00AD0EA8" w:rsidRPr="006F6341">
        <w:rPr>
          <w:rStyle w:val="Formatvorlage5"/>
          <w:szCs w:val="24"/>
        </w:rPr>
        <w:t xml:space="preserve">efragung zum Thema familienfreundliche Unternehmen. Das Ergebnis: </w:t>
      </w:r>
      <w:r w:rsidR="00D567B6" w:rsidRPr="006F6341">
        <w:rPr>
          <w:rStyle w:val="Formatvorlage5"/>
          <w:szCs w:val="24"/>
        </w:rPr>
        <w:t xml:space="preserve">Der </w:t>
      </w:r>
      <w:r w:rsidR="00AD0EA8" w:rsidRPr="006F6341">
        <w:rPr>
          <w:rStyle w:val="Formatvorlage5"/>
          <w:szCs w:val="24"/>
        </w:rPr>
        <w:t xml:space="preserve">hagebau </w:t>
      </w:r>
      <w:r w:rsidR="00D567B6" w:rsidRPr="006F6341">
        <w:rPr>
          <w:rStyle w:val="Formatvorlage5"/>
          <w:szCs w:val="24"/>
        </w:rPr>
        <w:t xml:space="preserve">Einzelhandel </w:t>
      </w:r>
      <w:r w:rsidR="00AD0EA8" w:rsidRPr="006F6341">
        <w:rPr>
          <w:rStyle w:val="Formatvorlage5"/>
          <w:szCs w:val="24"/>
        </w:rPr>
        <w:t>ist unter den Top zwei der Branche und wird mit dem Gold Zertifikat ausgezeichnet.</w:t>
      </w:r>
    </w:p>
    <w:p w:rsidR="00AD0EA8" w:rsidRPr="006F6341" w:rsidRDefault="00AD0EA8" w:rsidP="003948AC">
      <w:pPr>
        <w:spacing w:line="360" w:lineRule="auto"/>
        <w:ind w:left="1418"/>
        <w:rPr>
          <w:rStyle w:val="Formatvorlage4"/>
          <w:szCs w:val="24"/>
        </w:rPr>
      </w:pPr>
    </w:p>
    <w:p w:rsidR="00A06EA7" w:rsidRPr="006F6341" w:rsidRDefault="00524603" w:rsidP="00524603">
      <w:pPr>
        <w:spacing w:line="360" w:lineRule="auto"/>
        <w:ind w:left="1418"/>
        <w:rPr>
          <w:rStyle w:val="Formatvorlage4"/>
          <w:szCs w:val="24"/>
        </w:rPr>
      </w:pPr>
      <w:r w:rsidRPr="006F6341">
        <w:rPr>
          <w:rStyle w:val="Formatvorlage4"/>
          <w:szCs w:val="24"/>
        </w:rPr>
        <w:t xml:space="preserve">„Diese hervorragende Platzierung freut uns umso mehr, weil es sich um eine direkte Bewertung </w:t>
      </w:r>
      <w:r w:rsidR="00A06EA7" w:rsidRPr="006F6341">
        <w:rPr>
          <w:rStyle w:val="Formatvorlage4"/>
          <w:szCs w:val="24"/>
        </w:rPr>
        <w:t xml:space="preserve">von unseren </w:t>
      </w:r>
      <w:r w:rsidRPr="006F6341">
        <w:rPr>
          <w:rStyle w:val="Formatvorlage4"/>
          <w:szCs w:val="24"/>
        </w:rPr>
        <w:t>Kunden handelt“, so Kai Kächelein, Geschäftsführer Vertrieb &amp;</w:t>
      </w:r>
      <w:bookmarkStart w:id="0" w:name="_GoBack"/>
      <w:bookmarkEnd w:id="0"/>
      <w:r w:rsidRPr="006F6341">
        <w:rPr>
          <w:rStyle w:val="Formatvorlage4"/>
          <w:szCs w:val="24"/>
        </w:rPr>
        <w:t xml:space="preserve"> Marketing hagebau Einzelhandel. </w:t>
      </w:r>
      <w:r w:rsidR="00E92B8C" w:rsidRPr="006F6341">
        <w:rPr>
          <w:rStyle w:val="Formatvorlage4"/>
          <w:szCs w:val="24"/>
        </w:rPr>
        <w:t>„Familien sind für den hagebau Einzelhandel eine wichtige Zielgruppe. Deshalb legen unsere Gesellschafter vor Ort höchsten Wert auf familiengerechte Dienstleistungen und Beratung auf allen Kanälen“, so Kächelein weiter. Die Auszeichnung sei daher vor allem ein Verdienst der Gesellschafter</w:t>
      </w:r>
      <w:r w:rsidR="00A06EA7" w:rsidRPr="006F6341">
        <w:rPr>
          <w:rStyle w:val="Formatvorlage4"/>
          <w:szCs w:val="24"/>
        </w:rPr>
        <w:t xml:space="preserve"> vor Ort</w:t>
      </w:r>
      <w:r w:rsidR="00E92B8C" w:rsidRPr="006F6341">
        <w:rPr>
          <w:rStyle w:val="Formatvorlage4"/>
          <w:szCs w:val="24"/>
        </w:rPr>
        <w:t xml:space="preserve">, die ihre Mitarbeiter in den hagebaumärkten, mit Unterstützung der Personalentwicklung von der </w:t>
      </w:r>
      <w:r w:rsidR="00427AA2" w:rsidRPr="006F6341">
        <w:rPr>
          <w:rStyle w:val="Formatvorlage4"/>
          <w:szCs w:val="24"/>
        </w:rPr>
        <w:t>S</w:t>
      </w:r>
      <w:r w:rsidR="00E92B8C" w:rsidRPr="006F6341">
        <w:rPr>
          <w:rStyle w:val="Formatvorlage4"/>
          <w:szCs w:val="24"/>
        </w:rPr>
        <w:t>oltauer Zentrale, entsprechend ausbilden und schulen.</w:t>
      </w:r>
    </w:p>
    <w:p w:rsidR="00A06EA7" w:rsidRPr="006F6341" w:rsidRDefault="00A06EA7" w:rsidP="00524603">
      <w:pPr>
        <w:spacing w:line="360" w:lineRule="auto"/>
        <w:ind w:left="1418"/>
        <w:rPr>
          <w:rStyle w:val="Formatvorlage4"/>
          <w:szCs w:val="24"/>
        </w:rPr>
      </w:pPr>
    </w:p>
    <w:p w:rsidR="00DF5B59" w:rsidRPr="006F6341" w:rsidRDefault="00E92B8C" w:rsidP="00524603">
      <w:pPr>
        <w:spacing w:line="360" w:lineRule="auto"/>
        <w:ind w:left="1418"/>
        <w:rPr>
          <w:rStyle w:val="Formatvorlage4"/>
          <w:szCs w:val="24"/>
        </w:rPr>
      </w:pPr>
      <w:r w:rsidRPr="006F6341">
        <w:rPr>
          <w:rStyle w:val="Formatvorlage4"/>
          <w:szCs w:val="24"/>
        </w:rPr>
        <w:t xml:space="preserve">„Unser Markenkern `Hier hilft man sich´ gilt für Groß und Klein genauso wie für Alt und Jung. Die Gesellschafter der hagebau </w:t>
      </w:r>
      <w:r w:rsidR="006F6341" w:rsidRPr="006F6341">
        <w:rPr>
          <w:rStyle w:val="Formatvorlage4"/>
          <w:szCs w:val="24"/>
        </w:rPr>
        <w:t xml:space="preserve">zeichnen sich durch eine </w:t>
      </w:r>
      <w:r w:rsidR="00400143" w:rsidRPr="006F6341">
        <w:rPr>
          <w:rStyle w:val="Formatvorlage4"/>
          <w:szCs w:val="24"/>
        </w:rPr>
        <w:t xml:space="preserve">hohe regionale Verbundenheit aus und schaffen so eine große Nähe zum Kunden. Das wirkt sich selbstverständlich auch positiv auf die Familienfreundlichkeit des Unternehmens aus“, erklärt Kächelein. Der </w:t>
      </w:r>
      <w:r w:rsidR="00400143" w:rsidRPr="006F6341">
        <w:rPr>
          <w:rStyle w:val="Formatvorlage4"/>
          <w:szCs w:val="24"/>
        </w:rPr>
        <w:lastRenderedPageBreak/>
        <w:t>Markenkern werde in den Gesellschafterhäusern gelebt, wodurch das positive Markenimage des hag</w:t>
      </w:r>
      <w:r w:rsidR="00427AA2" w:rsidRPr="006F6341">
        <w:rPr>
          <w:rStyle w:val="Formatvorlage4"/>
          <w:szCs w:val="24"/>
        </w:rPr>
        <w:t>e</w:t>
      </w:r>
      <w:r w:rsidR="00400143" w:rsidRPr="006F6341">
        <w:rPr>
          <w:rStyle w:val="Formatvorlage4"/>
          <w:szCs w:val="24"/>
        </w:rPr>
        <w:t xml:space="preserve">bau Einzelhandels </w:t>
      </w:r>
      <w:r w:rsidR="00A06EA7" w:rsidRPr="006F6341">
        <w:rPr>
          <w:rStyle w:val="Formatvorlage4"/>
          <w:szCs w:val="24"/>
        </w:rPr>
        <w:t xml:space="preserve">weiter </w:t>
      </w:r>
      <w:r w:rsidR="00400143" w:rsidRPr="006F6341">
        <w:rPr>
          <w:rStyle w:val="Formatvorlage4"/>
          <w:szCs w:val="24"/>
        </w:rPr>
        <w:t xml:space="preserve">gestärkt werde. </w:t>
      </w:r>
      <w:r w:rsidR="00DF5B59" w:rsidRPr="006F6341">
        <w:rPr>
          <w:rStyle w:val="Formatvorlage4"/>
          <w:szCs w:val="24"/>
        </w:rPr>
        <w:t xml:space="preserve">Diesen erfolgreichen Weg </w:t>
      </w:r>
      <w:r w:rsidR="00427AA2" w:rsidRPr="006F6341">
        <w:rPr>
          <w:rStyle w:val="Formatvorlage4"/>
          <w:szCs w:val="24"/>
        </w:rPr>
        <w:t xml:space="preserve">gehe </w:t>
      </w:r>
      <w:r w:rsidR="00DF5B59" w:rsidRPr="006F6341">
        <w:rPr>
          <w:rStyle w:val="Formatvorlage4"/>
          <w:szCs w:val="24"/>
        </w:rPr>
        <w:t xml:space="preserve">man weiter, </w:t>
      </w:r>
      <w:r w:rsidR="00914A9C" w:rsidRPr="006F6341">
        <w:rPr>
          <w:rStyle w:val="Formatvorlage4"/>
          <w:szCs w:val="24"/>
        </w:rPr>
        <w:t xml:space="preserve">so </w:t>
      </w:r>
      <w:r w:rsidR="00DF5B59" w:rsidRPr="006F6341">
        <w:rPr>
          <w:rStyle w:val="Formatvorlage4"/>
          <w:szCs w:val="24"/>
        </w:rPr>
        <w:t>der Geschäftsführer des hagebau Einzelhandels.</w:t>
      </w:r>
      <w:r w:rsidR="00D567B6" w:rsidRPr="006F6341">
        <w:rPr>
          <w:rStyle w:val="Formatvorlage4"/>
          <w:szCs w:val="24"/>
        </w:rPr>
        <w:t xml:space="preserve"> </w:t>
      </w:r>
    </w:p>
    <w:p w:rsidR="00427AA2" w:rsidRPr="006F6341" w:rsidRDefault="00427AA2" w:rsidP="00524603">
      <w:pPr>
        <w:spacing w:line="360" w:lineRule="auto"/>
        <w:ind w:left="1418"/>
        <w:rPr>
          <w:rStyle w:val="Formatvorlage4"/>
          <w:szCs w:val="24"/>
        </w:rPr>
      </w:pPr>
    </w:p>
    <w:p w:rsidR="00C36C27" w:rsidRPr="006F6341" w:rsidRDefault="00DF5B59" w:rsidP="00C36C27">
      <w:pPr>
        <w:spacing w:line="360" w:lineRule="auto"/>
        <w:ind w:left="1418"/>
        <w:rPr>
          <w:rFonts w:eastAsia="Times New Roman" w:cs="Arial"/>
          <w:sz w:val="24"/>
          <w:szCs w:val="24"/>
          <w:lang w:eastAsia="de-DE"/>
        </w:rPr>
      </w:pPr>
      <w:r w:rsidRPr="006F6341">
        <w:rPr>
          <w:rStyle w:val="Formatvorlage4"/>
          <w:szCs w:val="24"/>
        </w:rPr>
        <w:t xml:space="preserve">Im August dieses Jahres hatten Verbraucher die </w:t>
      </w:r>
      <w:r w:rsidR="00427AA2" w:rsidRPr="006F6341">
        <w:rPr>
          <w:rStyle w:val="Formatvorlage4"/>
          <w:szCs w:val="24"/>
        </w:rPr>
        <w:t xml:space="preserve">Marke </w:t>
      </w:r>
      <w:r w:rsidRPr="006F6341">
        <w:rPr>
          <w:rStyle w:val="Formatvorlage4"/>
          <w:szCs w:val="24"/>
        </w:rPr>
        <w:t>hagebaum</w:t>
      </w:r>
      <w:r w:rsidR="00427AA2" w:rsidRPr="006F6341">
        <w:rPr>
          <w:rStyle w:val="Formatvorlage4"/>
          <w:szCs w:val="24"/>
        </w:rPr>
        <w:t xml:space="preserve">arkt bereits zu ihrer Lieblingsmarke der DIY-Branche </w:t>
      </w:r>
      <w:r w:rsidRPr="006F6341">
        <w:rPr>
          <w:rStyle w:val="Formatvorlage4"/>
          <w:szCs w:val="24"/>
        </w:rPr>
        <w:t xml:space="preserve">in Deutschland </w:t>
      </w:r>
      <w:r w:rsidR="00427AA2" w:rsidRPr="006F6341">
        <w:rPr>
          <w:rStyle w:val="Formatvorlage4"/>
          <w:szCs w:val="24"/>
        </w:rPr>
        <w:t xml:space="preserve">gewählt. Dies belegt die </w:t>
      </w:r>
      <w:r w:rsidRPr="006F6341">
        <w:rPr>
          <w:rStyle w:val="Formatvorlage4"/>
          <w:szCs w:val="24"/>
        </w:rPr>
        <w:t xml:space="preserve">Studie „Kundenliebling 2015“ von DEUTSCHLAND TEST, Focus Money und der ServiceValue GmbH, Köln, </w:t>
      </w:r>
      <w:r w:rsidR="00427AA2" w:rsidRPr="006F6341">
        <w:rPr>
          <w:rStyle w:val="Formatvorlage4"/>
          <w:szCs w:val="24"/>
        </w:rPr>
        <w:t xml:space="preserve">über die der Focus in seiner Ausgabe vom 15. August </w:t>
      </w:r>
      <w:r w:rsidR="00A06EA7" w:rsidRPr="006F6341">
        <w:rPr>
          <w:rStyle w:val="Formatvorlage4"/>
          <w:szCs w:val="24"/>
        </w:rPr>
        <w:t xml:space="preserve">2015 </w:t>
      </w:r>
      <w:r w:rsidR="00427AA2" w:rsidRPr="006F6341">
        <w:rPr>
          <w:rStyle w:val="Formatvorlage4"/>
          <w:szCs w:val="24"/>
        </w:rPr>
        <w:t>berichtete</w:t>
      </w:r>
      <w:r w:rsidRPr="006F6341">
        <w:rPr>
          <w:rStyle w:val="Formatvorlage4"/>
          <w:szCs w:val="24"/>
        </w:rPr>
        <w:t xml:space="preserve">. </w:t>
      </w:r>
      <w:r w:rsidR="00390141" w:rsidRPr="006F6341">
        <w:rPr>
          <w:rFonts w:eastAsia="Times New Roman" w:cs="Arial"/>
          <w:sz w:val="24"/>
          <w:szCs w:val="24"/>
          <w:lang w:eastAsia="de-DE"/>
        </w:rPr>
        <w:t>Auch international ist der hagebau Einzelhandel bei seinen Kunden sehr beliebt. Dies zeigt die jüngst erstmals in Österreich durchgeführte Kundenbefragung zur Servicequalität. Auch hier belegte die hagebau mit ihren hagebaumärkten in Österreich den ersten Platz.</w:t>
      </w:r>
      <w:r w:rsidR="00C36C27" w:rsidRPr="006F6341">
        <w:rPr>
          <w:rFonts w:eastAsia="Times New Roman" w:cs="Arial"/>
          <w:sz w:val="24"/>
          <w:szCs w:val="24"/>
          <w:lang w:eastAsia="de-DE"/>
        </w:rPr>
        <w:t xml:space="preserve"> </w:t>
      </w:r>
    </w:p>
    <w:p w:rsidR="00C36C27" w:rsidRPr="006F6341" w:rsidRDefault="00C36C27" w:rsidP="00C36C27">
      <w:pPr>
        <w:spacing w:line="360" w:lineRule="auto"/>
        <w:ind w:left="1418"/>
        <w:rPr>
          <w:rFonts w:eastAsia="Times New Roman" w:cs="Arial"/>
          <w:sz w:val="24"/>
          <w:szCs w:val="24"/>
          <w:lang w:eastAsia="de-DE"/>
        </w:rPr>
      </w:pPr>
    </w:p>
    <w:p w:rsidR="00C36C27" w:rsidRPr="006F6341" w:rsidRDefault="00C36C27" w:rsidP="00C36C27">
      <w:pPr>
        <w:spacing w:line="360" w:lineRule="auto"/>
        <w:ind w:left="1418"/>
        <w:rPr>
          <w:rFonts w:eastAsia="Times New Roman" w:cs="Arial"/>
          <w:sz w:val="24"/>
          <w:szCs w:val="24"/>
          <w:lang w:eastAsia="de-DE"/>
        </w:rPr>
      </w:pPr>
      <w:r w:rsidRPr="006F6341">
        <w:rPr>
          <w:rFonts w:eastAsia="Times New Roman" w:cs="Arial"/>
          <w:sz w:val="24"/>
          <w:szCs w:val="24"/>
          <w:lang w:eastAsia="de-DE"/>
        </w:rPr>
        <w:t xml:space="preserve">368 hagebaumärkte in Deutschland und Österreich erzielten in 2014 einen Netto-Verkaufsumsatz von 2,04 Milliarden Euro (Vorjahr 1,69 Mrd. Euro). </w:t>
      </w:r>
    </w:p>
    <w:p w:rsidR="00390141" w:rsidRPr="006F6341" w:rsidRDefault="00390141" w:rsidP="00524603">
      <w:pPr>
        <w:spacing w:line="360" w:lineRule="auto"/>
        <w:ind w:left="1418"/>
        <w:rPr>
          <w:rStyle w:val="Formatvorlage4"/>
          <w:szCs w:val="24"/>
        </w:rPr>
      </w:pPr>
    </w:p>
    <w:p w:rsidR="00B96199" w:rsidRPr="006F6341" w:rsidRDefault="006F6341" w:rsidP="0067060B">
      <w:pPr>
        <w:spacing w:line="360" w:lineRule="auto"/>
        <w:ind w:left="1418"/>
        <w:jc w:val="both"/>
        <w:rPr>
          <w:rStyle w:val="Formatvorlage4"/>
          <w:szCs w:val="24"/>
        </w:rPr>
      </w:pPr>
      <w:r w:rsidRPr="006F6341">
        <w:rPr>
          <w:rStyle w:val="Formatvorlage4"/>
          <w:szCs w:val="24"/>
        </w:rPr>
        <w:t>2.531</w:t>
      </w:r>
      <w:r w:rsidR="004D130B" w:rsidRPr="006F6341">
        <w:rPr>
          <w:rStyle w:val="Formatvorlage4"/>
          <w:szCs w:val="24"/>
        </w:rPr>
        <w:t xml:space="preserve"> </w:t>
      </w:r>
      <w:r w:rsidR="00C13AD3" w:rsidRPr="006F6341">
        <w:rPr>
          <w:rStyle w:val="Formatvorlage4"/>
          <w:szCs w:val="24"/>
        </w:rPr>
        <w:t>Zeichen</w:t>
      </w:r>
    </w:p>
    <w:p w:rsidR="006F6341" w:rsidRPr="006F6341" w:rsidRDefault="006F6341" w:rsidP="0067060B">
      <w:pPr>
        <w:spacing w:line="360" w:lineRule="auto"/>
        <w:ind w:left="1418"/>
        <w:jc w:val="both"/>
        <w:rPr>
          <w:rStyle w:val="Formatvorlage4"/>
          <w:szCs w:val="24"/>
        </w:rPr>
      </w:pPr>
    </w:p>
    <w:p w:rsidR="006F6341" w:rsidRPr="006F6341" w:rsidRDefault="006F6341" w:rsidP="006F6341">
      <w:pPr>
        <w:ind w:left="1418"/>
        <w:rPr>
          <w:rStyle w:val="Formatvorlage4"/>
          <w:b/>
          <w:szCs w:val="24"/>
        </w:rPr>
      </w:pPr>
      <w:r w:rsidRPr="006F6341">
        <w:rPr>
          <w:rStyle w:val="Formatvorlage4"/>
          <w:b/>
          <w:szCs w:val="24"/>
        </w:rPr>
        <w:t>Bildunterschrift</w:t>
      </w:r>
      <w:r>
        <w:rPr>
          <w:rStyle w:val="Formatvorlage4"/>
          <w:b/>
          <w:szCs w:val="24"/>
        </w:rPr>
        <w:t>en</w:t>
      </w:r>
      <w:r w:rsidRPr="006F6341">
        <w:rPr>
          <w:rStyle w:val="Formatvorlage4"/>
          <w:b/>
          <w:szCs w:val="24"/>
        </w:rPr>
        <w:t xml:space="preserve">: </w:t>
      </w:r>
    </w:p>
    <w:p w:rsidR="006F6341" w:rsidRPr="006F6341" w:rsidRDefault="006F6341" w:rsidP="0067060B">
      <w:pPr>
        <w:spacing w:line="360" w:lineRule="auto"/>
        <w:ind w:left="1418"/>
        <w:jc w:val="both"/>
        <w:rPr>
          <w:rStyle w:val="Formatvorlage4"/>
          <w:szCs w:val="24"/>
        </w:rPr>
      </w:pPr>
    </w:p>
    <w:p w:rsidR="00E91B46" w:rsidRPr="006F6341" w:rsidRDefault="006F6341" w:rsidP="0067060B">
      <w:pPr>
        <w:ind w:left="1418"/>
        <w:rPr>
          <w:rStyle w:val="Formatvorlage4"/>
          <w:szCs w:val="24"/>
        </w:rPr>
      </w:pPr>
      <w:proofErr w:type="spellStart"/>
      <w:r w:rsidRPr="006F6341">
        <w:rPr>
          <w:rStyle w:val="Formatvorlage4"/>
          <w:b/>
          <w:szCs w:val="24"/>
        </w:rPr>
        <w:t>hagebaumärkte_Gold</w:t>
      </w:r>
      <w:proofErr w:type="spellEnd"/>
      <w:r w:rsidRPr="006F6341">
        <w:rPr>
          <w:rStyle w:val="Formatvorlage4"/>
          <w:b/>
          <w:szCs w:val="24"/>
        </w:rPr>
        <w:t>-Auszeichnung für Familienfreundlichkeit.jpg</w:t>
      </w:r>
    </w:p>
    <w:p w:rsidR="00000F0F" w:rsidRPr="006F6341" w:rsidRDefault="0090009B" w:rsidP="0067060B">
      <w:pPr>
        <w:ind w:left="1418"/>
        <w:rPr>
          <w:rStyle w:val="Formatvorlage4"/>
          <w:szCs w:val="24"/>
        </w:rPr>
      </w:pPr>
      <w:r w:rsidRPr="006F6341">
        <w:rPr>
          <w:rStyle w:val="Formatvorlage4"/>
          <w:szCs w:val="24"/>
        </w:rPr>
        <w:t>Die hagebaumärkte erhalten Auszeichnung für Familienfreundlichkeit</w:t>
      </w:r>
    </w:p>
    <w:p w:rsidR="006F6341" w:rsidRPr="006F6341" w:rsidRDefault="006F6341" w:rsidP="0067060B">
      <w:pPr>
        <w:ind w:left="1418"/>
        <w:rPr>
          <w:rStyle w:val="Formatvorlage4"/>
          <w:szCs w:val="24"/>
        </w:rPr>
      </w:pPr>
    </w:p>
    <w:p w:rsidR="006F6341" w:rsidRPr="006F6341" w:rsidRDefault="006F6341" w:rsidP="0067060B">
      <w:pPr>
        <w:ind w:left="1418"/>
        <w:rPr>
          <w:rStyle w:val="Formatvorlage4"/>
          <w:b/>
          <w:szCs w:val="24"/>
        </w:rPr>
      </w:pPr>
      <w:r w:rsidRPr="006F6341">
        <w:rPr>
          <w:rStyle w:val="Formatvorlage4"/>
          <w:b/>
          <w:szCs w:val="24"/>
        </w:rPr>
        <w:t>Beratung im hagebaumarkt.jpg</w:t>
      </w:r>
    </w:p>
    <w:p w:rsidR="006F6341" w:rsidRPr="006F6341" w:rsidRDefault="006F6341" w:rsidP="0067060B">
      <w:pPr>
        <w:ind w:left="1418"/>
        <w:rPr>
          <w:rStyle w:val="Formatvorlage4"/>
          <w:szCs w:val="24"/>
        </w:rPr>
      </w:pPr>
    </w:p>
    <w:p w:rsidR="0067060B" w:rsidRPr="006F6341" w:rsidRDefault="00134E14" w:rsidP="0067060B">
      <w:pPr>
        <w:ind w:left="1418"/>
        <w:rPr>
          <w:rStyle w:val="Formatvorlage4"/>
          <w:sz w:val="22"/>
        </w:rPr>
      </w:pPr>
      <w:r w:rsidRPr="006F6341">
        <w:rPr>
          <w:rStyle w:val="Formatvorlage4"/>
          <w:sz w:val="22"/>
        </w:rPr>
        <w:t>Foto: hagebau (Abdruck honorarfrei)</w:t>
      </w:r>
    </w:p>
    <w:p w:rsidR="00134E14" w:rsidRDefault="00134E14" w:rsidP="0067060B">
      <w:pPr>
        <w:ind w:left="1418"/>
        <w:rPr>
          <w:rStyle w:val="Formatvorlage4"/>
        </w:rPr>
      </w:pPr>
    </w:p>
    <w:p w:rsidR="006F6341" w:rsidRDefault="006F6341"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E27F9E" w:rsidRPr="000045A2" w:rsidRDefault="00E27F9E" w:rsidP="00E27F9E">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w:t>
      </w:r>
      <w:r w:rsidRPr="000045A2">
        <w:rPr>
          <w:rFonts w:cs="Arial"/>
        </w:rPr>
        <w:lastRenderedPageBreak/>
        <w:t xml:space="preserve">mehr als 1.650 Standorte in Europa (Deutschland, Österreich, Schweiz, Luxemburg, Frankreich, Belgien und Spanien) angeschlossen. </w:t>
      </w:r>
    </w:p>
    <w:p w:rsidR="00953F16" w:rsidRPr="00355121" w:rsidRDefault="00953F16" w:rsidP="00953F16">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E27F9E">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E27F9E" w:rsidRDefault="00E27F9E" w:rsidP="00E27F9E">
      <w:pPr>
        <w:spacing w:line="360" w:lineRule="auto"/>
        <w:ind w:left="1418"/>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847F2B" w:rsidRPr="00487F33" w:rsidRDefault="00847F2B" w:rsidP="00847F2B">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47F2B" w:rsidRPr="00487F33" w:rsidRDefault="00847F2B" w:rsidP="00847F2B">
      <w:pPr>
        <w:ind w:left="1418"/>
        <w:rPr>
          <w:rStyle w:val="Formatvorlage7"/>
          <w:sz w:val="20"/>
          <w:szCs w:val="20"/>
        </w:rPr>
      </w:pPr>
    </w:p>
    <w:p w:rsidR="00847F2B" w:rsidRDefault="00847F2B" w:rsidP="00847F2B">
      <w:pPr>
        <w:spacing w:line="276" w:lineRule="auto"/>
        <w:ind w:left="1418"/>
        <w:rPr>
          <w:rStyle w:val="Formatvorlage4"/>
          <w:sz w:val="20"/>
          <w:szCs w:val="20"/>
        </w:rPr>
      </w:pPr>
      <w:r>
        <w:rPr>
          <w:rStyle w:val="Formatvorlage4"/>
          <w:sz w:val="20"/>
          <w:szCs w:val="20"/>
        </w:rPr>
        <w:t>Nina Lemmerz-Sickert</w:t>
      </w:r>
    </w:p>
    <w:p w:rsidR="00847F2B" w:rsidRDefault="00847F2B" w:rsidP="00847F2B">
      <w:pPr>
        <w:spacing w:line="276" w:lineRule="auto"/>
        <w:ind w:left="1418"/>
        <w:rPr>
          <w:rStyle w:val="Formatvorlage4"/>
          <w:sz w:val="20"/>
          <w:szCs w:val="20"/>
        </w:rPr>
      </w:pPr>
      <w:r>
        <w:rPr>
          <w:rStyle w:val="Formatvorlage4"/>
          <w:sz w:val="20"/>
          <w:szCs w:val="20"/>
        </w:rPr>
        <w:t>Abteilungsleitung Unternehmenskommunikation</w:t>
      </w:r>
    </w:p>
    <w:p w:rsidR="00847F2B" w:rsidRDefault="001C310E" w:rsidP="00847F2B">
      <w:pPr>
        <w:spacing w:line="276" w:lineRule="auto"/>
        <w:ind w:left="1418"/>
        <w:rPr>
          <w:rStyle w:val="Formatvorlage4"/>
          <w:sz w:val="20"/>
          <w:szCs w:val="20"/>
        </w:rPr>
      </w:pPr>
      <w:r>
        <w:rPr>
          <w:rStyle w:val="Formatvorlage4"/>
          <w:sz w:val="20"/>
          <w:szCs w:val="20"/>
        </w:rPr>
        <w:t>s</w:t>
      </w:r>
      <w:r w:rsidR="00847F2B">
        <w:rPr>
          <w:rStyle w:val="Formatvorlage4"/>
          <w:sz w:val="20"/>
          <w:szCs w:val="20"/>
        </w:rPr>
        <w:t>tellvertretende Pressesprecherin</w:t>
      </w:r>
    </w:p>
    <w:p w:rsidR="00847F2B" w:rsidRPr="00487F33" w:rsidRDefault="00847F2B" w:rsidP="00847F2B">
      <w:pPr>
        <w:spacing w:line="276" w:lineRule="auto"/>
        <w:ind w:left="1418"/>
        <w:rPr>
          <w:rStyle w:val="Formatvorlage4"/>
          <w:sz w:val="20"/>
          <w:szCs w:val="20"/>
        </w:rPr>
      </w:pPr>
    </w:p>
    <w:p w:rsidR="00847F2B" w:rsidRDefault="00847F2B" w:rsidP="00847F2B">
      <w:pPr>
        <w:spacing w:line="276" w:lineRule="auto"/>
        <w:ind w:left="1418"/>
        <w:rPr>
          <w:rStyle w:val="Formatvorlage4"/>
          <w:sz w:val="20"/>
          <w:szCs w:val="20"/>
        </w:rPr>
      </w:pPr>
      <w:r w:rsidRPr="00487F33">
        <w:rPr>
          <w:rStyle w:val="Formatvorlage4"/>
          <w:sz w:val="20"/>
          <w:szCs w:val="20"/>
        </w:rPr>
        <w:t xml:space="preserve">hagebau </w:t>
      </w:r>
    </w:p>
    <w:p w:rsidR="00847F2B" w:rsidRPr="00487F33" w:rsidRDefault="00847F2B" w:rsidP="00847F2B">
      <w:pPr>
        <w:spacing w:line="276" w:lineRule="auto"/>
        <w:ind w:left="1418"/>
        <w:rPr>
          <w:rStyle w:val="Formatvorlage4"/>
          <w:sz w:val="20"/>
          <w:szCs w:val="20"/>
        </w:rPr>
      </w:pPr>
      <w:r w:rsidRPr="00487F33">
        <w:rPr>
          <w:rStyle w:val="Formatvorlage4"/>
          <w:sz w:val="20"/>
          <w:szCs w:val="20"/>
        </w:rPr>
        <w:t>Handelsgesellschaft für Baustoffe mbH &amp; Co. KG</w:t>
      </w:r>
    </w:p>
    <w:p w:rsidR="00847F2B" w:rsidRDefault="00847F2B" w:rsidP="00847F2B">
      <w:pPr>
        <w:spacing w:line="276" w:lineRule="auto"/>
        <w:ind w:left="1418"/>
        <w:rPr>
          <w:rStyle w:val="Formatvorlage4"/>
          <w:sz w:val="20"/>
          <w:szCs w:val="20"/>
        </w:rPr>
      </w:pPr>
    </w:p>
    <w:p w:rsidR="00847F2B" w:rsidRDefault="00847F2B" w:rsidP="00847F2B">
      <w:pPr>
        <w:spacing w:line="276" w:lineRule="auto"/>
        <w:ind w:left="1418"/>
        <w:rPr>
          <w:rStyle w:val="Formatvorlage4"/>
          <w:sz w:val="20"/>
          <w:szCs w:val="20"/>
        </w:rPr>
      </w:pPr>
      <w:r>
        <w:rPr>
          <w:rStyle w:val="Formatvorlage4"/>
          <w:sz w:val="20"/>
          <w:szCs w:val="20"/>
        </w:rPr>
        <w:t xml:space="preserve">Celler Str. 47 </w:t>
      </w:r>
    </w:p>
    <w:p w:rsidR="00847F2B" w:rsidRPr="00E869A4" w:rsidRDefault="00847F2B" w:rsidP="00847F2B">
      <w:pPr>
        <w:spacing w:line="276" w:lineRule="auto"/>
        <w:ind w:left="1418"/>
        <w:rPr>
          <w:rStyle w:val="Formatvorlage4"/>
          <w:sz w:val="20"/>
          <w:szCs w:val="20"/>
        </w:rPr>
      </w:pPr>
      <w:r>
        <w:rPr>
          <w:rStyle w:val="Formatvorlage4"/>
          <w:sz w:val="20"/>
          <w:szCs w:val="20"/>
        </w:rPr>
        <w:t>29614 Soltau</w:t>
      </w:r>
    </w:p>
    <w:p w:rsidR="00847F2B" w:rsidRPr="00E869A4" w:rsidRDefault="00847F2B" w:rsidP="00847F2B">
      <w:pPr>
        <w:spacing w:line="276" w:lineRule="auto"/>
        <w:ind w:left="1418"/>
        <w:rPr>
          <w:rStyle w:val="Formatvorlage4"/>
          <w:sz w:val="20"/>
          <w:szCs w:val="20"/>
        </w:rPr>
      </w:pPr>
      <w:r>
        <w:rPr>
          <w:rStyle w:val="Formatvorlage4"/>
          <w:sz w:val="20"/>
          <w:szCs w:val="20"/>
        </w:rPr>
        <w:t>Telefon: +49 5191 802-879</w:t>
      </w:r>
    </w:p>
    <w:p w:rsidR="00847F2B" w:rsidRDefault="00847F2B" w:rsidP="00847F2B">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879</w:t>
      </w:r>
    </w:p>
    <w:p w:rsidR="00847F2B" w:rsidRPr="00E869A4" w:rsidRDefault="00847F2B" w:rsidP="00847F2B">
      <w:pPr>
        <w:spacing w:line="276" w:lineRule="auto"/>
        <w:ind w:left="1418"/>
        <w:rPr>
          <w:rStyle w:val="Formatvorlage4"/>
          <w:sz w:val="20"/>
          <w:szCs w:val="20"/>
        </w:rPr>
      </w:pPr>
      <w:r>
        <w:rPr>
          <w:rStyle w:val="Formatvorlage4"/>
          <w:sz w:val="20"/>
          <w:szCs w:val="20"/>
        </w:rPr>
        <w:t>Mobil: +49 160 2239999</w:t>
      </w:r>
    </w:p>
    <w:p w:rsidR="00847F2B" w:rsidRPr="00E869A4" w:rsidRDefault="00847F2B" w:rsidP="00847F2B">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22A61" w:rsidRDefault="00847F2B" w:rsidP="00847F2B">
      <w:pPr>
        <w:spacing w:line="276" w:lineRule="auto"/>
        <w:ind w:left="1418"/>
        <w:rPr>
          <w:rStyle w:val="Formatvorlage4"/>
        </w:rPr>
      </w:pPr>
      <w:r w:rsidRPr="00487F33">
        <w:rPr>
          <w:rStyle w:val="Formatvorlage4"/>
          <w:sz w:val="20"/>
          <w:szCs w:val="20"/>
        </w:rPr>
        <w:t>Internet: www.hagebau.co</w:t>
      </w:r>
      <w:r w:rsidR="00134E14">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5AF" w:rsidRDefault="00BF15AF" w:rsidP="008F126E">
      <w:r>
        <w:separator/>
      </w:r>
    </w:p>
  </w:endnote>
  <w:endnote w:type="continuationSeparator" w:id="0">
    <w:p w:rsidR="00BF15AF" w:rsidRDefault="00BF15AF"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5AF" w:rsidRDefault="00BF15AF" w:rsidP="008F126E">
      <w:r>
        <w:separator/>
      </w:r>
    </w:p>
  </w:footnote>
  <w:footnote w:type="continuationSeparator" w:id="0">
    <w:p w:rsidR="00BF15AF" w:rsidRDefault="00BF15AF"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6F6341">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777A2"/>
    <w:multiLevelType w:val="hybridMultilevel"/>
    <w:tmpl w:val="BC78F46E"/>
    <w:lvl w:ilvl="0" w:tplc="04070001">
      <w:start w:val="1"/>
      <w:numFmt w:val="bullet"/>
      <w:lvlText w:val=""/>
      <w:lvlJc w:val="left"/>
      <w:pPr>
        <w:ind w:left="1778"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1">
      <w:start w:val="1"/>
      <w:numFmt w:val="bullet"/>
      <w:lvlText w:val=""/>
      <w:lvlJc w:val="left"/>
      <w:pPr>
        <w:ind w:left="2160" w:hanging="360"/>
      </w:pPr>
      <w:rPr>
        <w:rFonts w:ascii="Symbol" w:hAnsi="Symbol"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CA22F9C"/>
    <w:multiLevelType w:val="hybridMultilevel"/>
    <w:tmpl w:val="7B96900A"/>
    <w:lvl w:ilvl="0" w:tplc="23224B04">
      <w:start w:val="2015"/>
      <w:numFmt w:val="bullet"/>
      <w:lvlText w:val="-"/>
      <w:lvlJc w:val="left"/>
      <w:pPr>
        <w:ind w:left="1778"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1">
      <w:start w:val="1"/>
      <w:numFmt w:val="bullet"/>
      <w:lvlText w:val=""/>
      <w:lvlJc w:val="left"/>
      <w:pPr>
        <w:ind w:left="2160" w:hanging="360"/>
      </w:pPr>
      <w:rPr>
        <w:rFonts w:ascii="Symbol" w:hAnsi="Symbol"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ABA51A3"/>
    <w:multiLevelType w:val="hybridMultilevel"/>
    <w:tmpl w:val="36805ECE"/>
    <w:lvl w:ilvl="0" w:tplc="23224B04">
      <w:start w:val="2015"/>
      <w:numFmt w:val="bullet"/>
      <w:lvlText w:val="-"/>
      <w:lvlJc w:val="left"/>
      <w:pPr>
        <w:ind w:left="1778" w:hanging="360"/>
      </w:pPr>
      <w:rPr>
        <w:rFonts w:ascii="Arial" w:eastAsiaTheme="minorHAns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nsid w:val="5AFB15A2"/>
    <w:multiLevelType w:val="hybridMultilevel"/>
    <w:tmpl w:val="41C2FEFA"/>
    <w:lvl w:ilvl="0" w:tplc="23224B04">
      <w:start w:val="2015"/>
      <w:numFmt w:val="bullet"/>
      <w:lvlText w:val="-"/>
      <w:lvlJc w:val="left"/>
      <w:pPr>
        <w:ind w:left="3196" w:hanging="360"/>
      </w:pPr>
      <w:rPr>
        <w:rFonts w:ascii="Arial" w:eastAsiaTheme="minorHAnsi" w:hAnsi="Arial" w:cs="Arial" w:hint="default"/>
      </w:rPr>
    </w:lvl>
    <w:lvl w:ilvl="1" w:tplc="04070003" w:tentative="1">
      <w:start w:val="1"/>
      <w:numFmt w:val="bullet"/>
      <w:lvlText w:val="o"/>
      <w:lvlJc w:val="left"/>
      <w:pPr>
        <w:ind w:left="2858" w:hanging="360"/>
      </w:pPr>
      <w:rPr>
        <w:rFonts w:ascii="Courier New" w:hAnsi="Courier New" w:cs="Courier New" w:hint="default"/>
      </w:rPr>
    </w:lvl>
    <w:lvl w:ilvl="2" w:tplc="04070005">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5AF"/>
    <w:rsid w:val="00000F0F"/>
    <w:rsid w:val="00016813"/>
    <w:rsid w:val="00051A5A"/>
    <w:rsid w:val="000D49CE"/>
    <w:rsid w:val="000F1EA2"/>
    <w:rsid w:val="00134E14"/>
    <w:rsid w:val="00191F25"/>
    <w:rsid w:val="001B399E"/>
    <w:rsid w:val="001C310E"/>
    <w:rsid w:val="001E68A6"/>
    <w:rsid w:val="001F5555"/>
    <w:rsid w:val="0023201D"/>
    <w:rsid w:val="002419D6"/>
    <w:rsid w:val="00290F81"/>
    <w:rsid w:val="003648C1"/>
    <w:rsid w:val="00390141"/>
    <w:rsid w:val="003948AC"/>
    <w:rsid w:val="003A7317"/>
    <w:rsid w:val="003B698C"/>
    <w:rsid w:val="003D4D4E"/>
    <w:rsid w:val="00400143"/>
    <w:rsid w:val="0040367B"/>
    <w:rsid w:val="00422A61"/>
    <w:rsid w:val="00427AA2"/>
    <w:rsid w:val="0044065F"/>
    <w:rsid w:val="00442E42"/>
    <w:rsid w:val="00487F33"/>
    <w:rsid w:val="004B7B77"/>
    <w:rsid w:val="004D130B"/>
    <w:rsid w:val="004D5423"/>
    <w:rsid w:val="00524603"/>
    <w:rsid w:val="005657EB"/>
    <w:rsid w:val="0059181F"/>
    <w:rsid w:val="00617638"/>
    <w:rsid w:val="0067060B"/>
    <w:rsid w:val="00675537"/>
    <w:rsid w:val="006F6341"/>
    <w:rsid w:val="00712BAC"/>
    <w:rsid w:val="00715006"/>
    <w:rsid w:val="00757616"/>
    <w:rsid w:val="00820FCD"/>
    <w:rsid w:val="00847F2B"/>
    <w:rsid w:val="00863BAE"/>
    <w:rsid w:val="008E7C3E"/>
    <w:rsid w:val="008F126E"/>
    <w:rsid w:val="008F5884"/>
    <w:rsid w:val="0090009B"/>
    <w:rsid w:val="00914A9C"/>
    <w:rsid w:val="00915DB6"/>
    <w:rsid w:val="0093002E"/>
    <w:rsid w:val="00931297"/>
    <w:rsid w:val="00953F16"/>
    <w:rsid w:val="00A06EA7"/>
    <w:rsid w:val="00A322F7"/>
    <w:rsid w:val="00A37949"/>
    <w:rsid w:val="00A40813"/>
    <w:rsid w:val="00A96D19"/>
    <w:rsid w:val="00AD0EA8"/>
    <w:rsid w:val="00B96199"/>
    <w:rsid w:val="00BB1695"/>
    <w:rsid w:val="00BE04DC"/>
    <w:rsid w:val="00BF15AF"/>
    <w:rsid w:val="00C13AD3"/>
    <w:rsid w:val="00C36C27"/>
    <w:rsid w:val="00C72061"/>
    <w:rsid w:val="00CA0C4C"/>
    <w:rsid w:val="00D135B9"/>
    <w:rsid w:val="00D567B6"/>
    <w:rsid w:val="00DB5815"/>
    <w:rsid w:val="00DF5B59"/>
    <w:rsid w:val="00E12780"/>
    <w:rsid w:val="00E27F9E"/>
    <w:rsid w:val="00E54E9E"/>
    <w:rsid w:val="00E869A4"/>
    <w:rsid w:val="00E91B46"/>
    <w:rsid w:val="00E92B8C"/>
    <w:rsid w:val="00ED15F0"/>
    <w:rsid w:val="00F046EF"/>
    <w:rsid w:val="00F1023F"/>
    <w:rsid w:val="00F1138B"/>
    <w:rsid w:val="00F32C74"/>
    <w:rsid w:val="00F35AE6"/>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1C310E"/>
    <w:pPr>
      <w:ind w:left="720"/>
      <w:contextualSpacing/>
    </w:pPr>
  </w:style>
  <w:style w:type="character" w:styleId="Kommentarzeichen">
    <w:name w:val="annotation reference"/>
    <w:basedOn w:val="Absatz-Standardschriftart"/>
    <w:uiPriority w:val="99"/>
    <w:semiHidden/>
    <w:unhideWhenUsed/>
    <w:rsid w:val="00D567B6"/>
    <w:rPr>
      <w:sz w:val="16"/>
      <w:szCs w:val="16"/>
    </w:rPr>
  </w:style>
  <w:style w:type="paragraph" w:styleId="Kommentartext">
    <w:name w:val="annotation text"/>
    <w:basedOn w:val="Standard"/>
    <w:link w:val="KommentartextZchn"/>
    <w:uiPriority w:val="99"/>
    <w:semiHidden/>
    <w:unhideWhenUsed/>
    <w:rsid w:val="00D567B6"/>
    <w:rPr>
      <w:sz w:val="20"/>
      <w:szCs w:val="20"/>
    </w:rPr>
  </w:style>
  <w:style w:type="character" w:customStyle="1" w:styleId="KommentartextZchn">
    <w:name w:val="Kommentartext Zchn"/>
    <w:basedOn w:val="Absatz-Standardschriftart"/>
    <w:link w:val="Kommentartext"/>
    <w:uiPriority w:val="99"/>
    <w:semiHidden/>
    <w:rsid w:val="00D567B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D567B6"/>
    <w:rPr>
      <w:b/>
      <w:bCs/>
    </w:rPr>
  </w:style>
  <w:style w:type="character" w:customStyle="1" w:styleId="KommentarthemaZchn">
    <w:name w:val="Kommentarthema Zchn"/>
    <w:basedOn w:val="KommentartextZchn"/>
    <w:link w:val="Kommentarthema"/>
    <w:uiPriority w:val="99"/>
    <w:semiHidden/>
    <w:rsid w:val="00D567B6"/>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1C310E"/>
    <w:pPr>
      <w:ind w:left="720"/>
      <w:contextualSpacing/>
    </w:pPr>
  </w:style>
  <w:style w:type="character" w:styleId="Kommentarzeichen">
    <w:name w:val="annotation reference"/>
    <w:basedOn w:val="Absatz-Standardschriftart"/>
    <w:uiPriority w:val="99"/>
    <w:semiHidden/>
    <w:unhideWhenUsed/>
    <w:rsid w:val="00D567B6"/>
    <w:rPr>
      <w:sz w:val="16"/>
      <w:szCs w:val="16"/>
    </w:rPr>
  </w:style>
  <w:style w:type="paragraph" w:styleId="Kommentartext">
    <w:name w:val="annotation text"/>
    <w:basedOn w:val="Standard"/>
    <w:link w:val="KommentartextZchn"/>
    <w:uiPriority w:val="99"/>
    <w:semiHidden/>
    <w:unhideWhenUsed/>
    <w:rsid w:val="00D567B6"/>
    <w:rPr>
      <w:sz w:val="20"/>
      <w:szCs w:val="20"/>
    </w:rPr>
  </w:style>
  <w:style w:type="character" w:customStyle="1" w:styleId="KommentartextZchn">
    <w:name w:val="Kommentartext Zchn"/>
    <w:basedOn w:val="Absatz-Standardschriftart"/>
    <w:link w:val="Kommentartext"/>
    <w:uiPriority w:val="99"/>
    <w:semiHidden/>
    <w:rsid w:val="00D567B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D567B6"/>
    <w:rPr>
      <w:b/>
      <w:bCs/>
    </w:rPr>
  </w:style>
  <w:style w:type="character" w:customStyle="1" w:styleId="KommentarthemaZchn">
    <w:name w:val="Kommentarthema Zchn"/>
    <w:basedOn w:val="KommentartextZchn"/>
    <w:link w:val="Kommentarthema"/>
    <w:uiPriority w:val="99"/>
    <w:semiHidden/>
    <w:rsid w:val="00D567B6"/>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C176E-E147-4E06-9A5E-3DC353109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3</Pages>
  <Words>619</Words>
  <Characters>4336</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Vanessa Ebert</cp:lastModifiedBy>
  <cp:revision>3</cp:revision>
  <cp:lastPrinted>2015-09-17T07:58:00Z</cp:lastPrinted>
  <dcterms:created xsi:type="dcterms:W3CDTF">2015-09-17T07:58:00Z</dcterms:created>
  <dcterms:modified xsi:type="dcterms:W3CDTF">2015-09-17T08:26:00Z</dcterms:modified>
</cp:coreProperties>
</file>