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6C4F20" w:rsidRDefault="00A322F7" w:rsidP="00CB4325">
      <w:pPr>
        <w:spacing w:before="100" w:beforeAutospacing="1" w:after="100" w:afterAutospacing="1" w:line="360" w:lineRule="auto"/>
        <w:ind w:left="1418"/>
        <w:rPr>
          <w:rFonts w:cs="Arial"/>
          <w:sz w:val="26"/>
          <w:szCs w:val="26"/>
        </w:rPr>
      </w:pPr>
      <w:r w:rsidRPr="006C4F20">
        <w:rPr>
          <w:rFonts w:cs="Arial"/>
          <w:sz w:val="26"/>
          <w:szCs w:val="26"/>
        </w:rPr>
        <w:t>Presse-Information</w:t>
      </w:r>
    </w:p>
    <w:p w:rsidR="0087647D" w:rsidRDefault="00C717B7" w:rsidP="0087647D">
      <w:pPr>
        <w:spacing w:line="360" w:lineRule="auto"/>
        <w:ind w:left="1418"/>
        <w:rPr>
          <w:rStyle w:val="Formatvorlage1"/>
        </w:rPr>
      </w:pPr>
      <w:r>
        <w:rPr>
          <w:rStyle w:val="Formatvorlage1"/>
        </w:rPr>
        <w:t>hagebau F</w:t>
      </w:r>
      <w:r w:rsidR="00935D78">
        <w:rPr>
          <w:rStyle w:val="Formatvorlage1"/>
        </w:rPr>
        <w:t>ENSTER</w:t>
      </w:r>
      <w:r>
        <w:rPr>
          <w:rStyle w:val="Formatvorlage1"/>
        </w:rPr>
        <w:t xml:space="preserve"> T</w:t>
      </w:r>
      <w:r w:rsidR="00935D78">
        <w:rPr>
          <w:rStyle w:val="Formatvorlage1"/>
        </w:rPr>
        <w:t xml:space="preserve">ÜREN </w:t>
      </w:r>
      <w:r>
        <w:rPr>
          <w:rStyle w:val="Formatvorlage1"/>
        </w:rPr>
        <w:t>T</w:t>
      </w:r>
      <w:r w:rsidR="00935D78">
        <w:rPr>
          <w:rStyle w:val="Formatvorlage1"/>
        </w:rPr>
        <w:t>ORE</w:t>
      </w:r>
      <w:r w:rsidR="00846CDB">
        <w:rPr>
          <w:rStyle w:val="Formatvorlage1"/>
        </w:rPr>
        <w:t>-</w:t>
      </w:r>
      <w:r w:rsidR="00B74149">
        <w:rPr>
          <w:rStyle w:val="Formatvorlage1"/>
        </w:rPr>
        <w:t>Journal</w:t>
      </w:r>
      <w:r w:rsidR="00242814">
        <w:rPr>
          <w:rStyle w:val="Formatvorlage1"/>
        </w:rPr>
        <w:t>:</w:t>
      </w:r>
    </w:p>
    <w:p w:rsidR="00242814" w:rsidRDefault="00242814" w:rsidP="0087647D">
      <w:pPr>
        <w:spacing w:line="360" w:lineRule="auto"/>
        <w:ind w:left="1418"/>
        <w:rPr>
          <w:rStyle w:val="Formatvorlage1"/>
        </w:rPr>
      </w:pPr>
      <w:r>
        <w:rPr>
          <w:rStyle w:val="Formatvorlage1"/>
        </w:rPr>
        <w:t xml:space="preserve">Jetzt kostenlos an 60 </w:t>
      </w:r>
      <w:r w:rsidR="00CF5BBE">
        <w:rPr>
          <w:rStyle w:val="Formatvorlage1"/>
        </w:rPr>
        <w:t>Fachhandlungen</w:t>
      </w:r>
      <w:r>
        <w:rPr>
          <w:rStyle w:val="Formatvorlage1"/>
        </w:rPr>
        <w:t xml:space="preserve"> </w:t>
      </w:r>
      <w:r w:rsidR="00CF5BBE">
        <w:rPr>
          <w:rStyle w:val="Formatvorlage1"/>
        </w:rPr>
        <w:t>erhältlich</w:t>
      </w:r>
    </w:p>
    <w:p w:rsidR="003948AC" w:rsidRDefault="00242814" w:rsidP="0074430B">
      <w:pPr>
        <w:pStyle w:val="Listenabsatz"/>
        <w:numPr>
          <w:ilvl w:val="0"/>
          <w:numId w:val="1"/>
        </w:numPr>
        <w:spacing w:line="360" w:lineRule="auto"/>
        <w:rPr>
          <w:rStyle w:val="Formatvorlage2"/>
        </w:rPr>
      </w:pPr>
      <w:r>
        <w:rPr>
          <w:rStyle w:val="Formatvorlage2"/>
        </w:rPr>
        <w:t>Lifestyle-Magazin schafft Nachfrage beim Endkunden</w:t>
      </w:r>
    </w:p>
    <w:p w:rsidR="0074430B" w:rsidRDefault="0074430B" w:rsidP="0074430B">
      <w:pPr>
        <w:pStyle w:val="Listenabsatz"/>
        <w:numPr>
          <w:ilvl w:val="0"/>
          <w:numId w:val="1"/>
        </w:numPr>
        <w:spacing w:line="360" w:lineRule="auto"/>
        <w:rPr>
          <w:rStyle w:val="Formatvorlage2"/>
        </w:rPr>
      </w:pPr>
      <w:r>
        <w:rPr>
          <w:rStyle w:val="Formatvorlage2"/>
        </w:rPr>
        <w:t>Thema Sicherheit im Fokus</w:t>
      </w:r>
    </w:p>
    <w:p w:rsidR="0074430B" w:rsidRDefault="00CF5BBE" w:rsidP="0074430B">
      <w:pPr>
        <w:pStyle w:val="Listenabsatz"/>
        <w:numPr>
          <w:ilvl w:val="0"/>
          <w:numId w:val="1"/>
        </w:numPr>
        <w:spacing w:line="360" w:lineRule="auto"/>
        <w:rPr>
          <w:rStyle w:val="Formatvorlage2"/>
        </w:rPr>
      </w:pPr>
      <w:r>
        <w:rPr>
          <w:rStyle w:val="Formatvorlage2"/>
        </w:rPr>
        <w:t>Gesamtauflage von 80.000 Exemplaren</w:t>
      </w:r>
    </w:p>
    <w:p w:rsidR="003730E6" w:rsidRPr="003730E6" w:rsidRDefault="003730E6" w:rsidP="003948AC">
      <w:pPr>
        <w:spacing w:line="360" w:lineRule="auto"/>
        <w:ind w:left="1418"/>
        <w:rPr>
          <w:rStyle w:val="Formatvorlage2"/>
        </w:rPr>
      </w:pPr>
    </w:p>
    <w:p w:rsidR="0087647D" w:rsidRDefault="008D2980" w:rsidP="00447EB3">
      <w:pPr>
        <w:spacing w:line="360" w:lineRule="auto"/>
        <w:ind w:left="1418"/>
        <w:jc w:val="both"/>
        <w:rPr>
          <w:rStyle w:val="Formatvorlage4"/>
          <w:b/>
        </w:rPr>
      </w:pPr>
      <w:r>
        <w:rPr>
          <w:rStyle w:val="Formatvorlage5"/>
        </w:rPr>
        <w:t>Soltau</w:t>
      </w:r>
      <w:r w:rsidR="00134E14">
        <w:rPr>
          <w:rStyle w:val="Formatvorlage5"/>
        </w:rPr>
        <w:t xml:space="preserve">, </w:t>
      </w:r>
      <w:r w:rsidR="00F724AB">
        <w:rPr>
          <w:rStyle w:val="Formatvorlage5"/>
        </w:rPr>
        <w:t>2</w:t>
      </w:r>
      <w:r w:rsidR="00834470">
        <w:rPr>
          <w:rStyle w:val="Formatvorlage5"/>
        </w:rPr>
        <w:t>8</w:t>
      </w:r>
      <w:r w:rsidR="00F724AB">
        <w:rPr>
          <w:rStyle w:val="Formatvorlage5"/>
        </w:rPr>
        <w:t>. August 2015</w:t>
      </w:r>
      <w:r w:rsidR="00134E14">
        <w:rPr>
          <w:rStyle w:val="Formatvorlage5"/>
        </w:rPr>
        <w:t xml:space="preserve">. </w:t>
      </w:r>
      <w:r w:rsidR="00630F11">
        <w:rPr>
          <w:rStyle w:val="Formatvorlage5"/>
        </w:rPr>
        <w:t xml:space="preserve">Druckfrisch liegt jetzt </w:t>
      </w:r>
      <w:r w:rsidR="000B2DCE">
        <w:rPr>
          <w:rStyle w:val="Formatvorlage5"/>
        </w:rPr>
        <w:t>die zweite Ausgabe des</w:t>
      </w:r>
      <w:r w:rsidR="00630F11">
        <w:rPr>
          <w:rStyle w:val="Formatvorlage5"/>
        </w:rPr>
        <w:t xml:space="preserve"> </w:t>
      </w:r>
      <w:r w:rsidR="00935D78">
        <w:rPr>
          <w:rStyle w:val="Formatvorlage5"/>
        </w:rPr>
        <w:t>Lifestyle-Magazin</w:t>
      </w:r>
      <w:r w:rsidR="000B2DCE">
        <w:rPr>
          <w:rStyle w:val="Formatvorlage5"/>
        </w:rPr>
        <w:t>s</w:t>
      </w:r>
      <w:r w:rsidR="00630F11">
        <w:rPr>
          <w:rStyle w:val="Formatvorlage5"/>
        </w:rPr>
        <w:t xml:space="preserve"> </w:t>
      </w:r>
      <w:r w:rsidR="00A83E48">
        <w:rPr>
          <w:rStyle w:val="Formatvorlage4"/>
          <w:b/>
        </w:rPr>
        <w:t xml:space="preserve">FENSTER </w:t>
      </w:r>
      <w:r w:rsidR="00CE4348" w:rsidRPr="0087647D">
        <w:rPr>
          <w:rStyle w:val="Formatvorlage4"/>
          <w:b/>
        </w:rPr>
        <w:t>T</w:t>
      </w:r>
      <w:r w:rsidR="00A83E48">
        <w:rPr>
          <w:rStyle w:val="Formatvorlage4"/>
          <w:b/>
        </w:rPr>
        <w:t xml:space="preserve">ÜREN </w:t>
      </w:r>
      <w:r w:rsidR="00CE4348" w:rsidRPr="0087647D">
        <w:rPr>
          <w:rStyle w:val="Formatvorlage4"/>
          <w:b/>
        </w:rPr>
        <w:t>T</w:t>
      </w:r>
      <w:r w:rsidR="00A83E48">
        <w:rPr>
          <w:rStyle w:val="Formatvorlage4"/>
          <w:b/>
        </w:rPr>
        <w:t>ORE</w:t>
      </w:r>
      <w:r w:rsidR="00B74149">
        <w:rPr>
          <w:rStyle w:val="Formatvorlage4"/>
          <w:b/>
        </w:rPr>
        <w:t>-</w:t>
      </w:r>
      <w:r w:rsidR="00CE4348" w:rsidRPr="0087647D">
        <w:rPr>
          <w:rStyle w:val="Formatvorlage4"/>
          <w:b/>
        </w:rPr>
        <w:t>Journal</w:t>
      </w:r>
      <w:r w:rsidR="00630F11">
        <w:rPr>
          <w:rStyle w:val="Formatvorlage4"/>
          <w:b/>
        </w:rPr>
        <w:t xml:space="preserve"> vor. Herausgeber ist das</w:t>
      </w:r>
      <w:r w:rsidR="00CE4348">
        <w:rPr>
          <w:rStyle w:val="Formatvorlage4"/>
          <w:b/>
        </w:rPr>
        <w:t xml:space="preserve"> </w:t>
      </w:r>
      <w:r w:rsidR="00CE4348">
        <w:rPr>
          <w:rStyle w:val="Formatvorlage5"/>
        </w:rPr>
        <w:t>hagebau Vertriebssystem FENSTER</w:t>
      </w:r>
      <w:r w:rsidR="00A83E48">
        <w:rPr>
          <w:rStyle w:val="Formatvorlage5"/>
        </w:rPr>
        <w:t xml:space="preserve"> TÜREN </w:t>
      </w:r>
      <w:r w:rsidR="00CE4348">
        <w:rPr>
          <w:rStyle w:val="Formatvorlage5"/>
        </w:rPr>
        <w:t xml:space="preserve">TORE-Profi </w:t>
      </w:r>
      <w:r w:rsidR="00A83E48">
        <w:rPr>
          <w:rStyle w:val="Formatvorlage5"/>
        </w:rPr>
        <w:t>(FTT-Profi)</w:t>
      </w:r>
      <w:r w:rsidR="0014308C">
        <w:rPr>
          <w:rStyle w:val="Formatvorlage5"/>
        </w:rPr>
        <w:t xml:space="preserve">. </w:t>
      </w:r>
      <w:r w:rsidR="000B2DCE">
        <w:rPr>
          <w:rStyle w:val="Formatvorlage5"/>
        </w:rPr>
        <w:t xml:space="preserve">Alle </w:t>
      </w:r>
      <w:r w:rsidR="000B2DCE" w:rsidRPr="00447EB3">
        <w:rPr>
          <w:rStyle w:val="Formatvorlage4"/>
          <w:b/>
        </w:rPr>
        <w:t xml:space="preserve">60 </w:t>
      </w:r>
      <w:r w:rsidR="000B2DCE">
        <w:rPr>
          <w:rStyle w:val="Formatvorlage4"/>
          <w:b/>
        </w:rPr>
        <w:t xml:space="preserve">angeschlossenen Fachhandlungen stellen </w:t>
      </w:r>
      <w:r w:rsidR="000C5B3C">
        <w:rPr>
          <w:rStyle w:val="Formatvorlage5"/>
        </w:rPr>
        <w:t xml:space="preserve">ihren Endkunden </w:t>
      </w:r>
      <w:r w:rsidR="000C5B3C">
        <w:rPr>
          <w:rStyle w:val="Formatvorlage4"/>
          <w:b/>
        </w:rPr>
        <w:t>d</w:t>
      </w:r>
      <w:r w:rsidR="000C5B3C">
        <w:rPr>
          <w:rStyle w:val="Formatvorlage5"/>
        </w:rPr>
        <w:t>as hochwertige Medium kostenlos zur Verfügung</w:t>
      </w:r>
      <w:r w:rsidR="003B456E">
        <w:rPr>
          <w:rStyle w:val="Formatvorlage5"/>
        </w:rPr>
        <w:t xml:space="preserve"> und </w:t>
      </w:r>
      <w:r w:rsidR="00CF5BBE">
        <w:rPr>
          <w:rStyle w:val="Formatvorlage5"/>
        </w:rPr>
        <w:t>fördern</w:t>
      </w:r>
      <w:r w:rsidR="003B456E">
        <w:rPr>
          <w:rStyle w:val="Formatvorlage5"/>
        </w:rPr>
        <w:t xml:space="preserve"> damit </w:t>
      </w:r>
      <w:r w:rsidR="00CF5BBE">
        <w:rPr>
          <w:rStyle w:val="Formatvorlage5"/>
        </w:rPr>
        <w:t>die</w:t>
      </w:r>
      <w:r w:rsidR="003B456E">
        <w:rPr>
          <w:rStyle w:val="Formatvorlage5"/>
        </w:rPr>
        <w:t xml:space="preserve"> Nachfrage</w:t>
      </w:r>
      <w:r w:rsidR="00447EB3" w:rsidRPr="00447EB3">
        <w:rPr>
          <w:rStyle w:val="Formatvorlage4"/>
          <w:b/>
        </w:rPr>
        <w:t>.</w:t>
      </w:r>
      <w:r w:rsidR="000C5B3C" w:rsidRPr="000C5B3C">
        <w:rPr>
          <w:rStyle w:val="Formatvorlage4"/>
          <w:b/>
        </w:rPr>
        <w:t xml:space="preserve"> Die </w:t>
      </w:r>
      <w:r w:rsidR="000C5B3C">
        <w:rPr>
          <w:rStyle w:val="Formatvorlage5"/>
        </w:rPr>
        <w:t>Gesamtauflage umfasst 80.000 Exemplare.</w:t>
      </w:r>
    </w:p>
    <w:p w:rsidR="00F00759" w:rsidRPr="00F00759" w:rsidRDefault="00F00759" w:rsidP="00F00759">
      <w:pPr>
        <w:spacing w:line="360" w:lineRule="auto"/>
        <w:ind w:left="1418"/>
        <w:jc w:val="both"/>
        <w:rPr>
          <w:rStyle w:val="Formatvorlage4"/>
        </w:rPr>
      </w:pPr>
    </w:p>
    <w:p w:rsidR="001F1BEF" w:rsidRDefault="00ED19A1" w:rsidP="00F00759">
      <w:pPr>
        <w:spacing w:line="360" w:lineRule="auto"/>
        <w:ind w:left="1418"/>
        <w:jc w:val="both"/>
        <w:rPr>
          <w:rStyle w:val="Formatvorlage4"/>
        </w:rPr>
      </w:pPr>
      <w:r>
        <w:rPr>
          <w:rStyle w:val="Formatvorlage5"/>
          <w:b w:val="0"/>
        </w:rPr>
        <w:t xml:space="preserve">Informativ und abwechslungsreich </w:t>
      </w:r>
      <w:r w:rsidR="003730E6">
        <w:rPr>
          <w:rStyle w:val="Formatvorlage5"/>
          <w:b w:val="0"/>
        </w:rPr>
        <w:t>aufbereitet</w:t>
      </w:r>
      <w:r>
        <w:rPr>
          <w:rStyle w:val="Formatvorlage5"/>
          <w:b w:val="0"/>
        </w:rPr>
        <w:t xml:space="preserve"> </w:t>
      </w:r>
      <w:r w:rsidR="00CE4348">
        <w:rPr>
          <w:rStyle w:val="Formatvorlage5"/>
          <w:b w:val="0"/>
        </w:rPr>
        <w:t xml:space="preserve">setzt </w:t>
      </w:r>
      <w:r>
        <w:rPr>
          <w:rStyle w:val="Formatvorlage5"/>
          <w:b w:val="0"/>
        </w:rPr>
        <w:t>d</w:t>
      </w:r>
      <w:r w:rsidRPr="00ED19A1">
        <w:rPr>
          <w:rStyle w:val="Formatvorlage5"/>
          <w:b w:val="0"/>
        </w:rPr>
        <w:t xml:space="preserve">as </w:t>
      </w:r>
      <w:r w:rsidR="00935D78">
        <w:rPr>
          <w:rStyle w:val="Formatvorlage5"/>
          <w:b w:val="0"/>
        </w:rPr>
        <w:t>FENSTER TÜREN TORE</w:t>
      </w:r>
      <w:r w:rsidR="00B74149">
        <w:rPr>
          <w:rStyle w:val="Formatvorlage5"/>
          <w:b w:val="0"/>
        </w:rPr>
        <w:t>-</w:t>
      </w:r>
      <w:r w:rsidR="00935D78">
        <w:rPr>
          <w:rStyle w:val="Formatvorlage5"/>
          <w:b w:val="0"/>
        </w:rPr>
        <w:t xml:space="preserve">Journal </w:t>
      </w:r>
      <w:r w:rsidR="00CE4348">
        <w:rPr>
          <w:rStyle w:val="Formatvorlage4"/>
        </w:rPr>
        <w:t xml:space="preserve">wirksame Anreize zur Modernisierung und </w:t>
      </w:r>
      <w:r w:rsidR="00CE4348">
        <w:rPr>
          <w:rStyle w:val="Formatvorlage5"/>
          <w:b w:val="0"/>
        </w:rPr>
        <w:t xml:space="preserve">bietet </w:t>
      </w:r>
      <w:r w:rsidR="00F00759" w:rsidRPr="00F00759">
        <w:rPr>
          <w:rStyle w:val="Formatvorlage4"/>
        </w:rPr>
        <w:t>den Fachhändlern die Möglichkeit, eine kaufkräftige Zielgruppe anzusprechen.</w:t>
      </w:r>
      <w:r w:rsidR="00CE4348">
        <w:rPr>
          <w:rStyle w:val="Formatvorlage4"/>
        </w:rPr>
        <w:t xml:space="preserve"> Im Fokus des aktuellen Hefts steht das Thema Sicherheit</w:t>
      </w:r>
      <w:r w:rsidR="001F1BEF">
        <w:rPr>
          <w:rStyle w:val="Formatvorlage4"/>
        </w:rPr>
        <w:t>. Die Leser erhalten zahlreiche Ratschläge, wie sie sich und ihr Eigentum effektiv v</w:t>
      </w:r>
      <w:r w:rsidR="006C4F20">
        <w:rPr>
          <w:rStyle w:val="Formatvorlage4"/>
        </w:rPr>
        <w:t>or Einbrechern schützen können.</w:t>
      </w:r>
    </w:p>
    <w:p w:rsidR="001F1BEF" w:rsidRDefault="001F1BEF" w:rsidP="001F1BEF">
      <w:pPr>
        <w:spacing w:line="360" w:lineRule="auto"/>
        <w:ind w:left="1418"/>
        <w:jc w:val="both"/>
        <w:rPr>
          <w:rStyle w:val="Formatvorlage4"/>
          <w:b/>
        </w:rPr>
      </w:pPr>
      <w:bookmarkStart w:id="0" w:name="_GoBack"/>
      <w:bookmarkEnd w:id="0"/>
    </w:p>
    <w:p w:rsidR="001F1BEF" w:rsidRPr="00F00759" w:rsidRDefault="001F1BEF" w:rsidP="001F1BEF">
      <w:pPr>
        <w:spacing w:line="360" w:lineRule="auto"/>
        <w:ind w:left="1418"/>
        <w:jc w:val="both"/>
        <w:rPr>
          <w:rStyle w:val="Formatvorlage4"/>
          <w:b/>
        </w:rPr>
      </w:pPr>
      <w:r w:rsidRPr="00F00759">
        <w:rPr>
          <w:rStyle w:val="Formatvorlage4"/>
          <w:b/>
        </w:rPr>
        <w:t>Vielfalt weckt Leselust</w:t>
      </w:r>
    </w:p>
    <w:p w:rsidR="005B6ECF" w:rsidRDefault="00F00759" w:rsidP="001F1BEF">
      <w:pPr>
        <w:spacing w:line="360" w:lineRule="auto"/>
        <w:ind w:left="1418"/>
        <w:jc w:val="both"/>
        <w:rPr>
          <w:rStyle w:val="Formatvorlage4"/>
        </w:rPr>
      </w:pPr>
      <w:r w:rsidRPr="00F00759">
        <w:rPr>
          <w:rStyle w:val="Formatvorlage4"/>
        </w:rPr>
        <w:t xml:space="preserve">„Das </w:t>
      </w:r>
      <w:r w:rsidR="00D24285">
        <w:rPr>
          <w:rStyle w:val="Formatvorlage4"/>
        </w:rPr>
        <w:t xml:space="preserve">neue </w:t>
      </w:r>
      <w:r w:rsidRPr="00F00759">
        <w:rPr>
          <w:rStyle w:val="Formatvorlage4"/>
        </w:rPr>
        <w:t xml:space="preserve">Journal </w:t>
      </w:r>
      <w:r w:rsidR="00D24285">
        <w:rPr>
          <w:rStyle w:val="Formatvorlage4"/>
        </w:rPr>
        <w:t>ist eine</w:t>
      </w:r>
      <w:r w:rsidRPr="00F00759">
        <w:rPr>
          <w:rStyle w:val="Formatvorlage4"/>
        </w:rPr>
        <w:t xml:space="preserve"> Inspirationsquelle </w:t>
      </w:r>
      <w:r w:rsidR="00D24285">
        <w:rPr>
          <w:rStyle w:val="Formatvorlage4"/>
        </w:rPr>
        <w:t xml:space="preserve">für den Bauherrn und löst </w:t>
      </w:r>
      <w:r w:rsidRPr="00F00759">
        <w:rPr>
          <w:rStyle w:val="Formatvorlage4"/>
        </w:rPr>
        <w:t xml:space="preserve">dort einen Kaufimpuls aus, wo vorher keiner war“, erläutert </w:t>
      </w:r>
      <w:r w:rsidR="00834470" w:rsidRPr="00834470">
        <w:rPr>
          <w:rStyle w:val="Formatvorlage4"/>
        </w:rPr>
        <w:t xml:space="preserve">Volker </w:t>
      </w:r>
      <w:proofErr w:type="spellStart"/>
      <w:r w:rsidR="00834470" w:rsidRPr="00834470">
        <w:rPr>
          <w:rStyle w:val="Formatvorlage4"/>
        </w:rPr>
        <w:t>Herwing</w:t>
      </w:r>
      <w:proofErr w:type="spellEnd"/>
      <w:r w:rsidR="00834470" w:rsidRPr="00834470">
        <w:rPr>
          <w:rStyle w:val="Formatvorlage4"/>
        </w:rPr>
        <w:t>, hagebau Bereichsleiter Vertrieb Holz</w:t>
      </w:r>
      <w:r w:rsidRPr="00F00759">
        <w:rPr>
          <w:rStyle w:val="Formatvorlage4"/>
        </w:rPr>
        <w:t>, den Unterschied zu k</w:t>
      </w:r>
      <w:r w:rsidR="001F1BEF">
        <w:rPr>
          <w:rStyle w:val="Formatvorlage4"/>
        </w:rPr>
        <w:t xml:space="preserve">lassischen Werbemedien. </w:t>
      </w:r>
      <w:r w:rsidRPr="00F00759">
        <w:rPr>
          <w:rStyle w:val="Formatvorlage4"/>
        </w:rPr>
        <w:t xml:space="preserve">Um diesen Effekt zu erreichen, setzt das </w:t>
      </w:r>
      <w:r w:rsidR="00CE4348">
        <w:rPr>
          <w:rStyle w:val="Formatvorlage4"/>
        </w:rPr>
        <w:t>Marketingtool</w:t>
      </w:r>
      <w:r w:rsidRPr="00F00759">
        <w:rPr>
          <w:rStyle w:val="Formatvorlage4"/>
        </w:rPr>
        <w:t xml:space="preserve"> auf einen Mix aus emotionalen Bildern und inhaltlicher Vielfalt. </w:t>
      </w:r>
      <w:r w:rsidR="001F1BEF">
        <w:rPr>
          <w:rStyle w:val="Formatvorlage4"/>
        </w:rPr>
        <w:t>Interessante</w:t>
      </w:r>
      <w:r w:rsidR="00ED19A1">
        <w:rPr>
          <w:rStyle w:val="Formatvorlage4"/>
        </w:rPr>
        <w:t xml:space="preserve"> </w:t>
      </w:r>
      <w:r w:rsidRPr="00F00759">
        <w:rPr>
          <w:rStyle w:val="Formatvorlage4"/>
        </w:rPr>
        <w:t xml:space="preserve">Reportagen, Interviews, Produktseiten mit Modellbeispielen und Gestaltungstipps wecken die Leselust und liefern Ideen fürs Eigenheim. </w:t>
      </w:r>
      <w:r w:rsidR="005B6ECF">
        <w:rPr>
          <w:rStyle w:val="Formatvorlage4"/>
        </w:rPr>
        <w:lastRenderedPageBreak/>
        <w:t>„Davon profitiert die gesamte Wertschöpfungskette – von der Industrie</w:t>
      </w:r>
      <w:r w:rsidR="00834470">
        <w:rPr>
          <w:rStyle w:val="Formatvorlage4"/>
        </w:rPr>
        <w:t xml:space="preserve"> bis zum Handwerker“, so </w:t>
      </w:r>
      <w:proofErr w:type="spellStart"/>
      <w:r w:rsidR="00834470">
        <w:rPr>
          <w:rStyle w:val="Formatvorlage4"/>
        </w:rPr>
        <w:t>Herwing</w:t>
      </w:r>
      <w:proofErr w:type="spellEnd"/>
      <w:r w:rsidR="005B6ECF">
        <w:rPr>
          <w:rStyle w:val="Formatvorlage4"/>
        </w:rPr>
        <w:t>.</w:t>
      </w:r>
    </w:p>
    <w:p w:rsidR="00F00759" w:rsidRDefault="00F00759" w:rsidP="001F1BEF">
      <w:pPr>
        <w:spacing w:line="360" w:lineRule="auto"/>
        <w:ind w:left="1418"/>
        <w:jc w:val="both"/>
        <w:rPr>
          <w:rStyle w:val="Formatvorlage4"/>
        </w:rPr>
      </w:pPr>
      <w:r>
        <w:rPr>
          <w:rStyle w:val="Formatvorlage4"/>
        </w:rPr>
        <w:t xml:space="preserve">Andreas </w:t>
      </w:r>
      <w:r w:rsidRPr="00F00759">
        <w:rPr>
          <w:rStyle w:val="Formatvorlage4"/>
        </w:rPr>
        <w:t>Frey</w:t>
      </w:r>
      <w:r>
        <w:rPr>
          <w:rStyle w:val="Formatvorlage4"/>
        </w:rPr>
        <w:t>, hagebau Vertriebsmanager FTT-Profi</w:t>
      </w:r>
      <w:r w:rsidR="005B6ECF">
        <w:rPr>
          <w:rStyle w:val="Formatvorlage4"/>
        </w:rPr>
        <w:t>, ergänzt</w:t>
      </w:r>
      <w:r w:rsidRPr="00F00759">
        <w:rPr>
          <w:rStyle w:val="Formatvorlage4"/>
        </w:rPr>
        <w:t>: „Im Gegensatz zum Internet, das zur schnellen Information genutzt wird, hat ein gedrucktes Journal eine wesentlich nachhaltigere Wirkung. Endkunden können in Ruhe in dem Magazin blättern und es immer wieder zur Hand nehmen.“</w:t>
      </w:r>
      <w:r w:rsidR="005B6ECF">
        <w:rPr>
          <w:rStyle w:val="Formatvorlage4"/>
        </w:rPr>
        <w:t xml:space="preserve"> </w:t>
      </w:r>
      <w:r w:rsidR="005B6ECF" w:rsidRPr="00C2306C">
        <w:rPr>
          <w:rStyle w:val="Formatvorlage4"/>
        </w:rPr>
        <w:t xml:space="preserve">Für eine weitere Attraktivitätssteigerung des </w:t>
      </w:r>
      <w:r w:rsidR="00B74149">
        <w:rPr>
          <w:rStyle w:val="Formatvorlage4"/>
        </w:rPr>
        <w:t>FENSTER TÜREN TORE-Journals</w:t>
      </w:r>
      <w:r w:rsidR="005B6ECF" w:rsidRPr="00C2306C">
        <w:rPr>
          <w:rStyle w:val="Formatvorlage4"/>
        </w:rPr>
        <w:t xml:space="preserve"> sorgt ein Gewinnspiel.</w:t>
      </w:r>
    </w:p>
    <w:p w:rsidR="003730E6" w:rsidRDefault="003730E6" w:rsidP="00DF4B96">
      <w:pPr>
        <w:spacing w:line="360" w:lineRule="auto"/>
        <w:ind w:left="1418"/>
        <w:jc w:val="both"/>
        <w:rPr>
          <w:rStyle w:val="Formatvorlage4"/>
        </w:rPr>
      </w:pPr>
    </w:p>
    <w:p w:rsidR="003730E6" w:rsidRDefault="003730E6" w:rsidP="00DF4B96">
      <w:pPr>
        <w:spacing w:line="360" w:lineRule="auto"/>
        <w:ind w:left="1418"/>
        <w:jc w:val="both"/>
        <w:rPr>
          <w:rStyle w:val="Formatvorlage4"/>
        </w:rPr>
      </w:pPr>
      <w:r w:rsidRPr="0087647D">
        <w:rPr>
          <w:rStyle w:val="Formatvorlage4"/>
        </w:rPr>
        <w:t>Die vier Seiten in der Journalmitte sind für den FTT-Profi-Fachhändler reserviert. Diesen Raum kann der hagebau Gesellschafter nutzen, um seine Kompetenz und seine Serviceleistungen vorzustellen. Ein Präsenter ermöglicht es, das Heft am Standort optimal in Szene zu setzen</w:t>
      </w:r>
      <w:r>
        <w:rPr>
          <w:rStyle w:val="Formatvorlage4"/>
        </w:rPr>
        <w:t>.</w:t>
      </w:r>
    </w:p>
    <w:p w:rsidR="00F00759" w:rsidRDefault="00F00759" w:rsidP="00F00759">
      <w:pPr>
        <w:spacing w:line="360" w:lineRule="auto"/>
        <w:ind w:left="1418"/>
        <w:jc w:val="both"/>
        <w:rPr>
          <w:rStyle w:val="Formatvorlage4"/>
        </w:rPr>
      </w:pPr>
    </w:p>
    <w:p w:rsidR="009D1E95" w:rsidRPr="0014308C" w:rsidRDefault="0014308C" w:rsidP="009D1E95">
      <w:pPr>
        <w:spacing w:line="360" w:lineRule="auto"/>
        <w:ind w:left="1418"/>
        <w:jc w:val="both"/>
        <w:rPr>
          <w:rStyle w:val="Formatvorlage4"/>
          <w:b/>
        </w:rPr>
      </w:pPr>
      <w:r w:rsidRPr="0014308C">
        <w:rPr>
          <w:rStyle w:val="Formatvorlage4"/>
          <w:b/>
        </w:rPr>
        <w:t>Über FENSTER</w:t>
      </w:r>
      <w:r w:rsidR="005B6ECF">
        <w:rPr>
          <w:rStyle w:val="Formatvorlage4"/>
          <w:b/>
        </w:rPr>
        <w:t xml:space="preserve"> </w:t>
      </w:r>
      <w:r w:rsidRPr="0014308C">
        <w:rPr>
          <w:rStyle w:val="Formatvorlage4"/>
          <w:b/>
        </w:rPr>
        <w:t>TÜREN</w:t>
      </w:r>
      <w:r w:rsidR="005B6ECF">
        <w:rPr>
          <w:rStyle w:val="Formatvorlage4"/>
          <w:b/>
        </w:rPr>
        <w:t xml:space="preserve"> </w:t>
      </w:r>
      <w:r w:rsidRPr="0014308C">
        <w:rPr>
          <w:rStyle w:val="Formatvorlage4"/>
          <w:b/>
        </w:rPr>
        <w:t>TORE-</w:t>
      </w:r>
      <w:r>
        <w:rPr>
          <w:rStyle w:val="Formatvorlage4"/>
          <w:b/>
        </w:rPr>
        <w:t>Profi</w:t>
      </w:r>
      <w:r w:rsidRPr="0014308C">
        <w:rPr>
          <w:rStyle w:val="Formatvorlage4"/>
          <w:b/>
        </w:rPr>
        <w:t xml:space="preserve"> </w:t>
      </w:r>
    </w:p>
    <w:p w:rsidR="009D1E95" w:rsidRDefault="009D1E95" w:rsidP="0014308C">
      <w:pPr>
        <w:spacing w:line="360" w:lineRule="auto"/>
        <w:ind w:left="1418"/>
        <w:jc w:val="both"/>
        <w:rPr>
          <w:rStyle w:val="Formatvorlage4"/>
        </w:rPr>
      </w:pPr>
      <w:r w:rsidRPr="009D1E95">
        <w:rPr>
          <w:rStyle w:val="Formatvorlage4"/>
        </w:rPr>
        <w:t xml:space="preserve">Im Vertriebssystem </w:t>
      </w:r>
      <w:r w:rsidR="0014308C" w:rsidRPr="0014308C">
        <w:rPr>
          <w:rStyle w:val="Formatvorlage5"/>
          <w:b w:val="0"/>
        </w:rPr>
        <w:t>FENSTER</w:t>
      </w:r>
      <w:r w:rsidR="005B6ECF">
        <w:rPr>
          <w:rStyle w:val="Formatvorlage5"/>
          <w:b w:val="0"/>
        </w:rPr>
        <w:t xml:space="preserve"> </w:t>
      </w:r>
      <w:r w:rsidR="0014308C" w:rsidRPr="0014308C">
        <w:rPr>
          <w:rStyle w:val="Formatvorlage5"/>
          <w:b w:val="0"/>
        </w:rPr>
        <w:t>TÜREN</w:t>
      </w:r>
      <w:r w:rsidR="005B6ECF">
        <w:rPr>
          <w:rStyle w:val="Formatvorlage5"/>
          <w:b w:val="0"/>
        </w:rPr>
        <w:t xml:space="preserve"> </w:t>
      </w:r>
      <w:r w:rsidR="0014308C" w:rsidRPr="0014308C">
        <w:rPr>
          <w:rStyle w:val="Formatvorlage5"/>
          <w:b w:val="0"/>
        </w:rPr>
        <w:t>TORE-Profi</w:t>
      </w:r>
      <w:r w:rsidR="0014308C">
        <w:rPr>
          <w:rStyle w:val="Formatvorlage5"/>
        </w:rPr>
        <w:t xml:space="preserve"> </w:t>
      </w:r>
      <w:r w:rsidR="0014308C">
        <w:rPr>
          <w:rStyle w:val="Formatvorlage4"/>
        </w:rPr>
        <w:t xml:space="preserve">sind </w:t>
      </w:r>
      <w:r w:rsidR="006C4F20">
        <w:rPr>
          <w:rStyle w:val="Formatvorlage4"/>
        </w:rPr>
        <w:t xml:space="preserve">bundesweit </w:t>
      </w:r>
      <w:r w:rsidR="0014308C">
        <w:rPr>
          <w:rStyle w:val="Formatvorlage4"/>
        </w:rPr>
        <w:t xml:space="preserve">60 </w:t>
      </w:r>
      <w:r w:rsidRPr="009D1E95">
        <w:rPr>
          <w:rStyle w:val="Formatvorlage4"/>
        </w:rPr>
        <w:t>Fachhandelsstandort</w:t>
      </w:r>
      <w:r>
        <w:rPr>
          <w:rStyle w:val="Formatvorlage4"/>
        </w:rPr>
        <w:t xml:space="preserve">e </w:t>
      </w:r>
      <w:r w:rsidRPr="009D1E95">
        <w:rPr>
          <w:rStyle w:val="Formatvorlage4"/>
        </w:rPr>
        <w:t>zusammengeschlossen. Die Händler sind</w:t>
      </w:r>
      <w:r w:rsidR="0014308C">
        <w:rPr>
          <w:rStyle w:val="Formatvorlage4"/>
        </w:rPr>
        <w:t xml:space="preserve"> als selbstständige </w:t>
      </w:r>
      <w:r w:rsidR="006C4F20">
        <w:rPr>
          <w:rStyle w:val="Formatvorlage4"/>
        </w:rPr>
        <w:t xml:space="preserve">mittelständische </w:t>
      </w:r>
      <w:r w:rsidR="0014308C">
        <w:rPr>
          <w:rStyle w:val="Formatvorlage4"/>
        </w:rPr>
        <w:t xml:space="preserve">Unternehmen </w:t>
      </w:r>
      <w:r w:rsidR="006C4F20">
        <w:rPr>
          <w:rStyle w:val="Formatvorlage4"/>
        </w:rPr>
        <w:t xml:space="preserve">regional </w:t>
      </w:r>
      <w:r w:rsidRPr="009D1E95">
        <w:rPr>
          <w:rStyle w:val="Formatvorlage4"/>
        </w:rPr>
        <w:t>tätig und gehören der hagebau als Gesellschafter an. Mit ge</w:t>
      </w:r>
      <w:r w:rsidR="0014308C">
        <w:rPr>
          <w:rStyle w:val="Formatvorlage4"/>
        </w:rPr>
        <w:t xml:space="preserve">meinsamen </w:t>
      </w:r>
      <w:r w:rsidRPr="009D1E95">
        <w:rPr>
          <w:rStyle w:val="Formatvorlage4"/>
        </w:rPr>
        <w:t xml:space="preserve">Vertriebsmaßnahmen bearbeitet </w:t>
      </w:r>
      <w:r w:rsidR="0014308C">
        <w:rPr>
          <w:rStyle w:val="Formatvorlage4"/>
        </w:rPr>
        <w:t>FTT-Profi</w:t>
      </w:r>
      <w:r w:rsidRPr="009D1E95">
        <w:rPr>
          <w:rStyle w:val="Formatvorlage4"/>
        </w:rPr>
        <w:t xml:space="preserve"> die Zielgruppe des privaten Modernisierers. </w:t>
      </w:r>
      <w:r w:rsidR="0014308C">
        <w:rPr>
          <w:rStyle w:val="Formatvorlage4"/>
        </w:rPr>
        <w:t xml:space="preserve">Auch </w:t>
      </w:r>
      <w:r w:rsidR="001E6BF2">
        <w:rPr>
          <w:rStyle w:val="Formatvorlage4"/>
        </w:rPr>
        <w:t>gewerbliche Kunden</w:t>
      </w:r>
      <w:r w:rsidRPr="009D1E95">
        <w:rPr>
          <w:rStyle w:val="Formatvorlage4"/>
        </w:rPr>
        <w:t xml:space="preserve"> finden ein br</w:t>
      </w:r>
      <w:r w:rsidR="0014308C">
        <w:rPr>
          <w:rStyle w:val="Formatvorlage4"/>
        </w:rPr>
        <w:t xml:space="preserve">eites und tiefes </w:t>
      </w:r>
      <w:r w:rsidRPr="009D1E95">
        <w:rPr>
          <w:rStyle w:val="Formatvorlage4"/>
        </w:rPr>
        <w:t xml:space="preserve">Lagersortiment </w:t>
      </w:r>
      <w:r w:rsidR="006C4F20">
        <w:rPr>
          <w:rStyle w:val="Formatvorlage4"/>
        </w:rPr>
        <w:t>sowie eine kompetente Beratung.</w:t>
      </w:r>
    </w:p>
    <w:p w:rsidR="00745F05" w:rsidRDefault="00745F05" w:rsidP="0014308C">
      <w:pPr>
        <w:spacing w:line="360" w:lineRule="auto"/>
        <w:ind w:left="1418"/>
        <w:jc w:val="both"/>
        <w:rPr>
          <w:rStyle w:val="Formatvorlage4"/>
        </w:rPr>
      </w:pPr>
    </w:p>
    <w:p w:rsidR="00B96199" w:rsidRDefault="00B73EDB" w:rsidP="0067060B">
      <w:pPr>
        <w:spacing w:line="360" w:lineRule="auto"/>
        <w:ind w:left="1418"/>
        <w:jc w:val="both"/>
        <w:rPr>
          <w:rStyle w:val="Formatvorlage4"/>
        </w:rPr>
      </w:pPr>
      <w:r>
        <w:rPr>
          <w:rStyle w:val="Formatvorlage4"/>
        </w:rPr>
        <w:t>2.</w:t>
      </w:r>
      <w:r w:rsidR="006D5A6B">
        <w:rPr>
          <w:rStyle w:val="Formatvorlage4"/>
        </w:rPr>
        <w:t>7</w:t>
      </w:r>
      <w:r w:rsidR="00834470">
        <w:rPr>
          <w:rStyle w:val="Formatvorlage4"/>
        </w:rPr>
        <w:t>02</w:t>
      </w:r>
      <w:r w:rsidR="00E02E9D">
        <w:rPr>
          <w:rStyle w:val="Formatvorlage4"/>
        </w:rPr>
        <w:t xml:space="preserve"> Zeichen</w:t>
      </w:r>
    </w:p>
    <w:p w:rsidR="001F1BEF" w:rsidRDefault="001F1BEF" w:rsidP="0067060B">
      <w:pPr>
        <w:spacing w:line="360" w:lineRule="auto"/>
        <w:ind w:left="1418"/>
        <w:jc w:val="both"/>
        <w:rPr>
          <w:rStyle w:val="Formatvorlage4"/>
        </w:rPr>
      </w:pPr>
    </w:p>
    <w:p w:rsidR="00E91B46" w:rsidRDefault="00E91B46" w:rsidP="0067060B">
      <w:pPr>
        <w:ind w:left="1418"/>
        <w:rPr>
          <w:rStyle w:val="Formatvorlage4"/>
        </w:rPr>
      </w:pPr>
    </w:p>
    <w:p w:rsidR="00000F0F" w:rsidRPr="0074430B" w:rsidRDefault="00E02E9D" w:rsidP="0067060B">
      <w:pPr>
        <w:ind w:left="1418"/>
        <w:rPr>
          <w:rStyle w:val="Formatvorlage4"/>
          <w:b/>
        </w:rPr>
      </w:pPr>
      <w:r w:rsidRPr="0074430B">
        <w:rPr>
          <w:rStyle w:val="Formatvorlage4"/>
          <w:b/>
        </w:rPr>
        <w:t>Bildunterschrift</w:t>
      </w:r>
    </w:p>
    <w:p w:rsidR="0074430B" w:rsidRDefault="0074430B" w:rsidP="0067060B">
      <w:pPr>
        <w:ind w:left="1418"/>
        <w:rPr>
          <w:rStyle w:val="Formatvorlage4"/>
        </w:rPr>
      </w:pPr>
    </w:p>
    <w:p w:rsidR="0074430B" w:rsidRPr="0074430B" w:rsidRDefault="0074430B" w:rsidP="0067060B">
      <w:pPr>
        <w:ind w:left="1418"/>
        <w:rPr>
          <w:rStyle w:val="Formatvorlage4"/>
          <w:b/>
        </w:rPr>
      </w:pPr>
      <w:r w:rsidRPr="0074430B">
        <w:rPr>
          <w:rStyle w:val="Formatvorlage4"/>
          <w:b/>
        </w:rPr>
        <w:t>FTT-Journal</w:t>
      </w:r>
      <w:r w:rsidR="00B74149">
        <w:rPr>
          <w:rStyle w:val="Formatvorlage4"/>
          <w:b/>
        </w:rPr>
        <w:t>_2015</w:t>
      </w:r>
      <w:r w:rsidR="002A7BF9">
        <w:rPr>
          <w:rStyle w:val="Formatvorlage4"/>
          <w:b/>
        </w:rPr>
        <w:t>.jpg</w:t>
      </w:r>
    </w:p>
    <w:p w:rsidR="001F1BEF" w:rsidRPr="001F1BEF" w:rsidRDefault="001F1BEF" w:rsidP="0067060B">
      <w:pPr>
        <w:ind w:left="1418"/>
        <w:rPr>
          <w:rStyle w:val="Formatvorlage4"/>
          <w:b/>
        </w:rPr>
      </w:pPr>
      <w:r w:rsidRPr="001F1BEF">
        <w:rPr>
          <w:rStyle w:val="Formatvorlage4"/>
        </w:rPr>
        <w:t xml:space="preserve">Das neue </w:t>
      </w:r>
      <w:r w:rsidR="00B74149">
        <w:rPr>
          <w:rStyle w:val="Formatvorlage4"/>
        </w:rPr>
        <w:t xml:space="preserve">FENSTER TÜREN TORE-Journal </w:t>
      </w:r>
      <w:r w:rsidRPr="001F1BEF">
        <w:rPr>
          <w:rStyle w:val="Formatvorlage4"/>
        </w:rPr>
        <w:t>des</w:t>
      </w:r>
      <w:r w:rsidRPr="001F1BEF">
        <w:rPr>
          <w:rStyle w:val="Formatvorlage4"/>
          <w:b/>
        </w:rPr>
        <w:t xml:space="preserve"> </w:t>
      </w:r>
      <w:r w:rsidRPr="001F1BEF">
        <w:rPr>
          <w:rStyle w:val="Formatvorlage5"/>
          <w:b w:val="0"/>
        </w:rPr>
        <w:t xml:space="preserve">hagebau Vertriebssystems </w:t>
      </w:r>
      <w:r w:rsidR="00B74149">
        <w:rPr>
          <w:rStyle w:val="Formatvorlage5"/>
          <w:b w:val="0"/>
        </w:rPr>
        <w:t>FTT</w:t>
      </w:r>
      <w:r w:rsidRPr="001F1BEF">
        <w:rPr>
          <w:rStyle w:val="Formatvorlage5"/>
          <w:b w:val="0"/>
        </w:rPr>
        <w:t>-Profi</w:t>
      </w:r>
      <w:r>
        <w:rPr>
          <w:rStyle w:val="Formatvorlage5"/>
          <w:b w:val="0"/>
        </w:rPr>
        <w:t xml:space="preserve"> weckt Kaufimpulse bei</w:t>
      </w:r>
      <w:r w:rsidR="00B74149">
        <w:rPr>
          <w:rStyle w:val="Formatvorlage5"/>
          <w:b w:val="0"/>
        </w:rPr>
        <w:t>m</w:t>
      </w:r>
      <w:r>
        <w:rPr>
          <w:rStyle w:val="Formatvorlage5"/>
          <w:b w:val="0"/>
        </w:rPr>
        <w:t xml:space="preserve"> Bauherrn. </w:t>
      </w:r>
    </w:p>
    <w:p w:rsidR="0074430B" w:rsidRDefault="0074430B" w:rsidP="0067060B">
      <w:pPr>
        <w:ind w:left="1418"/>
        <w:rPr>
          <w:rStyle w:val="Formatvorlage4"/>
          <w:sz w:val="22"/>
        </w:rPr>
      </w:pPr>
    </w:p>
    <w:p w:rsidR="0067060B" w:rsidRDefault="00134E14" w:rsidP="0067060B">
      <w:pPr>
        <w:ind w:left="1418"/>
        <w:rPr>
          <w:rStyle w:val="Formatvorlage4"/>
          <w:sz w:val="22"/>
        </w:rPr>
      </w:pPr>
      <w:r>
        <w:rPr>
          <w:rStyle w:val="Formatvorlage4"/>
          <w:sz w:val="22"/>
        </w:rPr>
        <w:t>Foto: hagebau (Abdruck honorarfrei)</w:t>
      </w:r>
    </w:p>
    <w:p w:rsidR="0014308C" w:rsidRPr="00134E14" w:rsidRDefault="0014308C" w:rsidP="0067060B">
      <w:pPr>
        <w:ind w:left="1418"/>
        <w:rPr>
          <w:rStyle w:val="Formatvorlage4"/>
          <w:sz w:val="22"/>
        </w:rPr>
      </w:pPr>
    </w:p>
    <w:p w:rsidR="00F724AB" w:rsidRDefault="00F724AB">
      <w:pPr>
        <w:spacing w:after="200" w:line="276" w:lineRule="auto"/>
        <w:rPr>
          <w:rStyle w:val="Formatvorlage4"/>
        </w:rPr>
      </w:pPr>
      <w:r>
        <w:rPr>
          <w:rStyle w:val="Formatvorlage4"/>
        </w:rPr>
        <w:br w:type="page"/>
      </w:r>
    </w:p>
    <w:p w:rsidR="00134E14" w:rsidRPr="00611523" w:rsidRDefault="00134E14" w:rsidP="00134E14">
      <w:pPr>
        <w:spacing w:line="360" w:lineRule="auto"/>
        <w:ind w:left="1418"/>
        <w:rPr>
          <w:rFonts w:cs="Arial"/>
          <w:szCs w:val="24"/>
        </w:rPr>
      </w:pPr>
      <w:r>
        <w:rPr>
          <w:rFonts w:cs="Arial"/>
          <w:b/>
          <w:szCs w:val="24"/>
        </w:rPr>
        <w:lastRenderedPageBreak/>
        <w:t>hagebau Gruppe</w:t>
      </w:r>
    </w:p>
    <w:p w:rsidR="00263A91" w:rsidRPr="000045A2" w:rsidRDefault="00263A91" w:rsidP="00263A91">
      <w:pPr>
        <w:spacing w:line="360" w:lineRule="auto"/>
        <w:ind w:left="1418"/>
        <w:jc w:val="both"/>
        <w:rPr>
          <w:rFonts w:cs="Arial"/>
        </w:rPr>
      </w:pPr>
      <w:r w:rsidRPr="000045A2">
        <w:rPr>
          <w:rFonts w:cs="Arial"/>
        </w:rPr>
        <w:t xml:space="preserve">1964 gegründet ist die hagebau Handelsgesellschaft für Baustoffe mbH &amp; Co. KG eine durch heute über 360 rechtlich selbstständige, mittelständische Unternehmen im Fach- und Einzelhandel getragene Kooperation. Der hagebau Gruppe sind mehr als 1.650 Standorte in Europa (Deutschland, Österreich, Schweiz, Luxemburg, Frankreich, Belgien und Spanien) angeschlossen. </w:t>
      </w:r>
    </w:p>
    <w:p w:rsidR="00A3690A" w:rsidRPr="00355121" w:rsidRDefault="00A3690A" w:rsidP="00A3690A">
      <w:pPr>
        <w:spacing w:line="360" w:lineRule="auto"/>
        <w:ind w:left="1418"/>
        <w:jc w:val="both"/>
        <w:rPr>
          <w:rFonts w:cs="Arial"/>
        </w:rPr>
      </w:pPr>
      <w:r w:rsidRPr="00355121">
        <w:rPr>
          <w:rFonts w:cs="Arial"/>
          <w:color w:val="000000"/>
        </w:rPr>
        <w:t>Mit einem zentralfakturierten Nettoumsatz (alle über die hagebau Zentrale bezogenen Waren und Dienstleistungen) von 6,1 Milliarden Euro (2014) nimmt die hagebau Gruppe einen Spitzenplatz in der Branche ein. Alle Gesellschafter des Fach- und Einzelhandels der hagebau Gruppe erwirtschafteten ein Jahr zuvor (2013) einen Netto-Außenumsatz von 13,8 Milliarden Euro.</w:t>
      </w:r>
      <w:r w:rsidRPr="00355121">
        <w:rPr>
          <w:rFonts w:cs="Arial"/>
        </w:rPr>
        <w:t xml:space="preserve"> </w:t>
      </w:r>
    </w:p>
    <w:p w:rsidR="00263A91" w:rsidRPr="000045A2" w:rsidRDefault="00263A91" w:rsidP="00AC4CE3">
      <w:pPr>
        <w:spacing w:line="360" w:lineRule="auto"/>
        <w:ind w:left="1418"/>
        <w:jc w:val="both"/>
        <w:rPr>
          <w:rFonts w:cs="Arial"/>
        </w:rPr>
      </w:pPr>
      <w:r w:rsidRPr="000045A2">
        <w:rPr>
          <w:rFonts w:cs="Arial"/>
        </w:rPr>
        <w:t xml:space="preserve">Die hagebaumärkte in Deutschland und Österreich erzielten im Geschäftsjahr 2014 einen kumulierten Netto-Verkaufsumsatz von 2,04 Milliarden Euro. </w:t>
      </w:r>
    </w:p>
    <w:p w:rsidR="00263A91" w:rsidRDefault="00263A91" w:rsidP="00AC4CE3">
      <w:pPr>
        <w:spacing w:line="360" w:lineRule="auto"/>
        <w:ind w:left="1418"/>
        <w:jc w:val="both"/>
      </w:pPr>
      <w:r w:rsidRPr="000045A2">
        <w:rPr>
          <w:rFonts w:cs="Arial"/>
        </w:rPr>
        <w:t>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hagebaumarkt, Floraland und Werkers Welt im standortgebundenen B2C-Markt aktiv. Mit dem Joint Venture baumarkt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w:t>
      </w:r>
    </w:p>
    <w:p w:rsidR="00F724AB" w:rsidRDefault="00F724AB">
      <w:pPr>
        <w:spacing w:after="200" w:line="276" w:lineRule="auto"/>
        <w:rPr>
          <w:rStyle w:val="Formatvorlage4"/>
        </w:rPr>
      </w:pPr>
      <w:r>
        <w:rPr>
          <w:rStyle w:val="Formatvorlage4"/>
        </w:rPr>
        <w:br w:type="page"/>
      </w:r>
    </w:p>
    <w:p w:rsidR="00422A61" w:rsidRDefault="00422A61" w:rsidP="00AC4CE3">
      <w:pPr>
        <w:ind w:left="1418"/>
        <w:jc w:val="both"/>
        <w:rPr>
          <w:rStyle w:val="Formatvorlage4"/>
        </w:rPr>
      </w:pPr>
    </w:p>
    <w:p w:rsidR="00134E14" w:rsidRPr="00487F33" w:rsidRDefault="00134E14" w:rsidP="00134E14">
      <w:pPr>
        <w:ind w:left="1418"/>
        <w:rPr>
          <w:rStyle w:val="Formatvorlage7"/>
          <w:sz w:val="20"/>
          <w:szCs w:val="20"/>
          <w:u w:val="single"/>
        </w:rPr>
      </w:pPr>
      <w:r>
        <w:rPr>
          <w:rStyle w:val="Formatvorlage7"/>
          <w:sz w:val="20"/>
          <w:szCs w:val="20"/>
          <w:u w:val="single"/>
        </w:rPr>
        <w:t>Pressekontakt</w:t>
      </w:r>
      <w:r w:rsidRPr="00487F33">
        <w:rPr>
          <w:rStyle w:val="Formatvorlage7"/>
          <w:sz w:val="20"/>
          <w:szCs w:val="20"/>
          <w:u w:val="single"/>
        </w:rPr>
        <w:t>:</w:t>
      </w:r>
    </w:p>
    <w:p w:rsidR="00134E14" w:rsidRPr="00487F33" w:rsidRDefault="00134E14" w:rsidP="00134E14">
      <w:pPr>
        <w:ind w:left="1418"/>
        <w:rPr>
          <w:rStyle w:val="Formatvorlage7"/>
          <w:sz w:val="20"/>
          <w:szCs w:val="20"/>
        </w:rPr>
      </w:pPr>
    </w:p>
    <w:p w:rsidR="00134E14" w:rsidRDefault="00134E14" w:rsidP="00134E14">
      <w:pPr>
        <w:spacing w:line="276" w:lineRule="auto"/>
        <w:ind w:left="1418"/>
        <w:rPr>
          <w:rStyle w:val="Formatvorlage4"/>
          <w:sz w:val="20"/>
          <w:szCs w:val="20"/>
        </w:rPr>
      </w:pPr>
      <w:r>
        <w:rPr>
          <w:rStyle w:val="Formatvorlage4"/>
          <w:sz w:val="20"/>
          <w:szCs w:val="20"/>
        </w:rPr>
        <w:t>Dr. Ralph Esper</w:t>
      </w:r>
      <w:r w:rsidRPr="00487F33">
        <w:rPr>
          <w:rStyle w:val="Formatvorlage4"/>
          <w:sz w:val="20"/>
          <w:szCs w:val="20"/>
        </w:rPr>
        <w:t xml:space="preserve"> </w:t>
      </w:r>
    </w:p>
    <w:p w:rsidR="00134E14" w:rsidRDefault="00134E14" w:rsidP="00134E14">
      <w:pPr>
        <w:spacing w:line="276" w:lineRule="auto"/>
        <w:ind w:left="1418"/>
        <w:rPr>
          <w:rStyle w:val="Formatvorlage4"/>
          <w:sz w:val="20"/>
          <w:szCs w:val="20"/>
        </w:rPr>
      </w:pPr>
      <w:r>
        <w:rPr>
          <w:rStyle w:val="Formatvorlage4"/>
          <w:sz w:val="20"/>
          <w:szCs w:val="20"/>
        </w:rPr>
        <w:t>Bereichsleitung Unternehmenskommunikation</w:t>
      </w:r>
    </w:p>
    <w:p w:rsidR="00134E14" w:rsidRPr="00487F33" w:rsidRDefault="00134E14" w:rsidP="00134E14">
      <w:pPr>
        <w:spacing w:line="276" w:lineRule="auto"/>
        <w:ind w:left="1418"/>
        <w:rPr>
          <w:rStyle w:val="Formatvorlage4"/>
          <w:sz w:val="20"/>
          <w:szCs w:val="20"/>
        </w:rPr>
      </w:pPr>
      <w:r>
        <w:rPr>
          <w:rStyle w:val="Formatvorlage4"/>
          <w:sz w:val="20"/>
          <w:szCs w:val="20"/>
        </w:rPr>
        <w:t>Pressesprecher</w:t>
      </w:r>
    </w:p>
    <w:p w:rsidR="00134E14" w:rsidRDefault="00134E14" w:rsidP="00134E14">
      <w:pPr>
        <w:spacing w:line="276" w:lineRule="auto"/>
        <w:ind w:left="1418"/>
        <w:rPr>
          <w:rStyle w:val="Formatvorlage4"/>
          <w:sz w:val="20"/>
          <w:szCs w:val="20"/>
        </w:rPr>
      </w:pPr>
    </w:p>
    <w:p w:rsidR="00134E14" w:rsidRDefault="00134E14" w:rsidP="00134E14">
      <w:pPr>
        <w:spacing w:line="276" w:lineRule="auto"/>
        <w:ind w:left="1418"/>
        <w:rPr>
          <w:rStyle w:val="Formatvorlage4"/>
          <w:sz w:val="20"/>
          <w:szCs w:val="20"/>
        </w:rPr>
      </w:pPr>
      <w:r w:rsidRPr="00487F33">
        <w:rPr>
          <w:rStyle w:val="Formatvorlage4"/>
          <w:sz w:val="20"/>
          <w:szCs w:val="20"/>
        </w:rPr>
        <w:t xml:space="preserve">hagebau </w:t>
      </w:r>
    </w:p>
    <w:p w:rsidR="00134E14" w:rsidRDefault="00134E14" w:rsidP="00134E14">
      <w:pPr>
        <w:spacing w:line="276" w:lineRule="auto"/>
        <w:ind w:left="1418"/>
        <w:rPr>
          <w:rStyle w:val="Formatvorlage4"/>
          <w:sz w:val="20"/>
          <w:szCs w:val="20"/>
        </w:rPr>
      </w:pPr>
      <w:r w:rsidRPr="00487F33">
        <w:rPr>
          <w:rStyle w:val="Formatvorlage4"/>
          <w:sz w:val="20"/>
          <w:szCs w:val="20"/>
        </w:rPr>
        <w:t>Handelsgesellschaft für Baustoffe mbH &amp; Co. KG</w:t>
      </w:r>
    </w:p>
    <w:p w:rsidR="00134E14" w:rsidRDefault="00134E14" w:rsidP="00134E14">
      <w:pPr>
        <w:spacing w:line="276" w:lineRule="auto"/>
        <w:ind w:left="1418"/>
        <w:rPr>
          <w:rStyle w:val="Formatvorlage4"/>
          <w:sz w:val="20"/>
          <w:szCs w:val="20"/>
        </w:rPr>
      </w:pPr>
    </w:p>
    <w:p w:rsidR="00134E14" w:rsidRDefault="00134E14" w:rsidP="00134E14">
      <w:pPr>
        <w:spacing w:line="276" w:lineRule="auto"/>
        <w:ind w:left="1418"/>
        <w:rPr>
          <w:rStyle w:val="Formatvorlage4"/>
          <w:sz w:val="20"/>
          <w:szCs w:val="20"/>
        </w:rPr>
      </w:pPr>
      <w:r>
        <w:rPr>
          <w:rStyle w:val="Formatvorlage4"/>
          <w:sz w:val="20"/>
          <w:szCs w:val="20"/>
        </w:rPr>
        <w:t>Celler Str. 47</w:t>
      </w:r>
    </w:p>
    <w:p w:rsidR="00134E14" w:rsidRPr="00E869A4" w:rsidRDefault="00134E14" w:rsidP="00134E14">
      <w:pPr>
        <w:spacing w:line="276" w:lineRule="auto"/>
        <w:ind w:left="1418"/>
        <w:rPr>
          <w:rStyle w:val="Formatvorlage4"/>
          <w:sz w:val="20"/>
          <w:szCs w:val="20"/>
        </w:rPr>
      </w:pPr>
      <w:r>
        <w:rPr>
          <w:rStyle w:val="Formatvorlage4"/>
          <w:sz w:val="20"/>
          <w:szCs w:val="20"/>
        </w:rPr>
        <w:t>29614 Soltau</w:t>
      </w:r>
    </w:p>
    <w:p w:rsidR="00134E14" w:rsidRPr="00E869A4" w:rsidRDefault="00134E14" w:rsidP="00134E14">
      <w:pPr>
        <w:spacing w:line="276" w:lineRule="auto"/>
        <w:ind w:left="1418"/>
        <w:rPr>
          <w:rStyle w:val="Formatvorlage4"/>
          <w:sz w:val="20"/>
          <w:szCs w:val="20"/>
        </w:rPr>
      </w:pPr>
      <w:r>
        <w:rPr>
          <w:rStyle w:val="Formatvorlage4"/>
          <w:sz w:val="20"/>
          <w:szCs w:val="20"/>
        </w:rPr>
        <w:t>Telefon: +49 5191 802-766</w:t>
      </w:r>
    </w:p>
    <w:p w:rsidR="00134E14" w:rsidRDefault="00134E14" w:rsidP="00134E14">
      <w:pPr>
        <w:spacing w:line="276" w:lineRule="auto"/>
        <w:ind w:left="1418"/>
        <w:rPr>
          <w:rStyle w:val="Formatvorlage4"/>
          <w:sz w:val="20"/>
          <w:szCs w:val="20"/>
        </w:rPr>
      </w:pPr>
      <w:r w:rsidRPr="00E869A4">
        <w:rPr>
          <w:rStyle w:val="Formatvorlage4"/>
          <w:sz w:val="20"/>
          <w:szCs w:val="20"/>
        </w:rPr>
        <w:t>Telefax: +49 5191 98664-</w:t>
      </w:r>
      <w:r>
        <w:rPr>
          <w:rStyle w:val="Formatvorlage4"/>
          <w:sz w:val="20"/>
          <w:szCs w:val="20"/>
        </w:rPr>
        <w:t>766</w:t>
      </w:r>
    </w:p>
    <w:p w:rsidR="00134E14" w:rsidRPr="00E869A4" w:rsidRDefault="00134E14" w:rsidP="00134E14">
      <w:pPr>
        <w:spacing w:line="276" w:lineRule="auto"/>
        <w:ind w:left="1418"/>
        <w:rPr>
          <w:rStyle w:val="Formatvorlage4"/>
          <w:sz w:val="20"/>
          <w:szCs w:val="20"/>
        </w:rPr>
      </w:pPr>
      <w:r>
        <w:rPr>
          <w:rStyle w:val="Formatvorlage4"/>
          <w:sz w:val="20"/>
          <w:szCs w:val="20"/>
        </w:rPr>
        <w:t>Mobil: +49 172 4538678</w:t>
      </w:r>
    </w:p>
    <w:p w:rsidR="00134E14" w:rsidRPr="00E869A4" w:rsidRDefault="00134E14" w:rsidP="00134E14">
      <w:pPr>
        <w:spacing w:line="276" w:lineRule="auto"/>
        <w:ind w:left="1418"/>
        <w:rPr>
          <w:rStyle w:val="Formatvorlage4"/>
          <w:sz w:val="20"/>
          <w:szCs w:val="20"/>
        </w:rPr>
      </w:pPr>
      <w:r w:rsidRPr="00E869A4">
        <w:rPr>
          <w:rStyle w:val="Formatvorlage4"/>
          <w:sz w:val="20"/>
          <w:szCs w:val="20"/>
        </w:rPr>
        <w:t xml:space="preserve">E-Mail: </w:t>
      </w:r>
      <w:r>
        <w:rPr>
          <w:rStyle w:val="Formatvorlage4"/>
          <w:sz w:val="20"/>
          <w:szCs w:val="20"/>
        </w:rPr>
        <w:t>ralph.esper</w:t>
      </w:r>
      <w:r w:rsidRPr="00E869A4">
        <w:rPr>
          <w:rStyle w:val="Formatvorlage4"/>
          <w:sz w:val="20"/>
          <w:szCs w:val="20"/>
        </w:rPr>
        <w:t>@hagebau.com</w:t>
      </w:r>
    </w:p>
    <w:p w:rsidR="00422A61" w:rsidRDefault="00134E14" w:rsidP="00134E14">
      <w:pPr>
        <w:spacing w:line="276" w:lineRule="auto"/>
        <w:ind w:left="1418"/>
        <w:rPr>
          <w:rStyle w:val="Formatvorlage4"/>
        </w:rPr>
      </w:pPr>
      <w:r w:rsidRPr="00487F33">
        <w:rPr>
          <w:rStyle w:val="Formatvorlage4"/>
          <w:sz w:val="20"/>
          <w:szCs w:val="20"/>
        </w:rPr>
        <w:t>Internet: www.hagebau.co</w:t>
      </w:r>
      <w:r>
        <w:rPr>
          <w:rStyle w:val="Formatvorlage4"/>
          <w:sz w:val="20"/>
          <w:szCs w:val="20"/>
        </w:rPr>
        <w:t>m</w:t>
      </w:r>
    </w:p>
    <w:sectPr w:rsidR="00422A61" w:rsidSect="008F126E">
      <w:headerReference w:type="default" r:id="rId9"/>
      <w:pgSz w:w="11906" w:h="16838"/>
      <w:pgMar w:top="2552" w:right="991"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1BEF" w:rsidRDefault="001F1BEF" w:rsidP="008F126E">
      <w:r>
        <w:separator/>
      </w:r>
    </w:p>
  </w:endnote>
  <w:endnote w:type="continuationSeparator" w:id="0">
    <w:p w:rsidR="001F1BEF" w:rsidRDefault="001F1BEF"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1BEF" w:rsidRDefault="001F1BEF" w:rsidP="008F126E">
      <w:r>
        <w:separator/>
      </w:r>
    </w:p>
  </w:footnote>
  <w:footnote w:type="continuationSeparator" w:id="0">
    <w:p w:rsidR="001F1BEF" w:rsidRDefault="001F1BEF"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BEF" w:rsidRDefault="001F1BEF"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69C9BB1D" wp14:editId="7B1C35C0">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F1BEF" w:rsidRPr="008F126E" w:rsidRDefault="001F1BEF" w:rsidP="00F724AB">
    <w:pPr>
      <w:pStyle w:val="Kopfzeile"/>
      <w:ind w:left="1418"/>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1F1BEF" w:rsidRPr="00C03AB9" w:rsidRDefault="001F1BEF" w:rsidP="008F12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952EDC"/>
    <w:multiLevelType w:val="hybridMultilevel"/>
    <w:tmpl w:val="AF5615B6"/>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675"/>
    <w:rsid w:val="00000F0F"/>
    <w:rsid w:val="00016813"/>
    <w:rsid w:val="00051A5A"/>
    <w:rsid w:val="00083F60"/>
    <w:rsid w:val="000B2DCE"/>
    <w:rsid w:val="000C5B3C"/>
    <w:rsid w:val="000D49CE"/>
    <w:rsid w:val="000F1EA2"/>
    <w:rsid w:val="00134E14"/>
    <w:rsid w:val="0014308C"/>
    <w:rsid w:val="00191F25"/>
    <w:rsid w:val="001B399E"/>
    <w:rsid w:val="001E68A6"/>
    <w:rsid w:val="001E6BF2"/>
    <w:rsid w:val="001F1BEF"/>
    <w:rsid w:val="001F5555"/>
    <w:rsid w:val="0023201D"/>
    <w:rsid w:val="00242814"/>
    <w:rsid w:val="00256DB5"/>
    <w:rsid w:val="00262535"/>
    <w:rsid w:val="00263A91"/>
    <w:rsid w:val="00290F81"/>
    <w:rsid w:val="002A7BF9"/>
    <w:rsid w:val="003648C1"/>
    <w:rsid w:val="003730E6"/>
    <w:rsid w:val="003948AC"/>
    <w:rsid w:val="003B456E"/>
    <w:rsid w:val="003B698C"/>
    <w:rsid w:val="00422A61"/>
    <w:rsid w:val="0044065F"/>
    <w:rsid w:val="00447EB3"/>
    <w:rsid w:val="00487F33"/>
    <w:rsid w:val="004B6675"/>
    <w:rsid w:val="004D5423"/>
    <w:rsid w:val="005657EB"/>
    <w:rsid w:val="0059181F"/>
    <w:rsid w:val="005B6ECF"/>
    <w:rsid w:val="00617638"/>
    <w:rsid w:val="00630F11"/>
    <w:rsid w:val="0067060B"/>
    <w:rsid w:val="006C4F20"/>
    <w:rsid w:val="006D5A6B"/>
    <w:rsid w:val="007041B8"/>
    <w:rsid w:val="0074430B"/>
    <w:rsid w:val="00745F05"/>
    <w:rsid w:val="00757616"/>
    <w:rsid w:val="007F0969"/>
    <w:rsid w:val="00820FCD"/>
    <w:rsid w:val="00834470"/>
    <w:rsid w:val="00846CDB"/>
    <w:rsid w:val="0087647D"/>
    <w:rsid w:val="008D2980"/>
    <w:rsid w:val="008F126E"/>
    <w:rsid w:val="008F5884"/>
    <w:rsid w:val="00915DB6"/>
    <w:rsid w:val="0093002E"/>
    <w:rsid w:val="00935D78"/>
    <w:rsid w:val="009D1E95"/>
    <w:rsid w:val="00A322F7"/>
    <w:rsid w:val="00A3690A"/>
    <w:rsid w:val="00A37949"/>
    <w:rsid w:val="00A40813"/>
    <w:rsid w:val="00A83E48"/>
    <w:rsid w:val="00AC4CE3"/>
    <w:rsid w:val="00B73EDB"/>
    <w:rsid w:val="00B74149"/>
    <w:rsid w:val="00B96199"/>
    <w:rsid w:val="00B96F24"/>
    <w:rsid w:val="00BE04DC"/>
    <w:rsid w:val="00C2306C"/>
    <w:rsid w:val="00C717B7"/>
    <w:rsid w:val="00C72061"/>
    <w:rsid w:val="00CA0C4C"/>
    <w:rsid w:val="00CB4325"/>
    <w:rsid w:val="00CE4348"/>
    <w:rsid w:val="00CF5BBE"/>
    <w:rsid w:val="00D135B9"/>
    <w:rsid w:val="00D24285"/>
    <w:rsid w:val="00DB4779"/>
    <w:rsid w:val="00DB5815"/>
    <w:rsid w:val="00DF4B96"/>
    <w:rsid w:val="00E02E9D"/>
    <w:rsid w:val="00E869A4"/>
    <w:rsid w:val="00E91B46"/>
    <w:rsid w:val="00ED15F0"/>
    <w:rsid w:val="00ED19A1"/>
    <w:rsid w:val="00F00759"/>
    <w:rsid w:val="00F1023F"/>
    <w:rsid w:val="00F1138B"/>
    <w:rsid w:val="00F56EA5"/>
    <w:rsid w:val="00F724AB"/>
    <w:rsid w:val="00F833C4"/>
    <w:rsid w:val="00FB4CAD"/>
    <w:rsid w:val="00FE2296"/>
    <w:rsid w:val="00FE318E"/>
    <w:rsid w:val="00FF1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paragraph" w:styleId="berschrift2">
    <w:name w:val="heading 2"/>
    <w:basedOn w:val="Standard"/>
    <w:next w:val="Standard"/>
    <w:link w:val="berschrift2Zchn"/>
    <w:uiPriority w:val="9"/>
    <w:unhideWhenUsed/>
    <w:qFormat/>
    <w:rsid w:val="00083F6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74430B"/>
    <w:pPr>
      <w:ind w:left="720"/>
      <w:contextualSpacing/>
    </w:pPr>
  </w:style>
  <w:style w:type="character" w:customStyle="1" w:styleId="berschrift2Zchn">
    <w:name w:val="Überschrift 2 Zchn"/>
    <w:basedOn w:val="Absatz-Standardschriftart"/>
    <w:link w:val="berschrift2"/>
    <w:uiPriority w:val="9"/>
    <w:rsid w:val="00083F60"/>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paragraph" w:styleId="berschrift2">
    <w:name w:val="heading 2"/>
    <w:basedOn w:val="Standard"/>
    <w:next w:val="Standard"/>
    <w:link w:val="berschrift2Zchn"/>
    <w:uiPriority w:val="9"/>
    <w:unhideWhenUsed/>
    <w:qFormat/>
    <w:rsid w:val="00083F6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74430B"/>
    <w:pPr>
      <w:ind w:left="720"/>
      <w:contextualSpacing/>
    </w:pPr>
  </w:style>
  <w:style w:type="character" w:customStyle="1" w:styleId="berschrift2Zchn">
    <w:name w:val="Überschrift 2 Zchn"/>
    <w:basedOn w:val="Absatz-Standardschriftart"/>
    <w:link w:val="berschrift2"/>
    <w:uiPriority w:val="9"/>
    <w:rsid w:val="00083F60"/>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T:\1_hagebau\4_Vorlagen\aktuell_FP_TP\Februar_2015\PI%20hagebau%20R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2ED1BB-625C-440D-9C6A-F017549CD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hagebau RE.dotx</Template>
  <TotalTime>0</TotalTime>
  <Pages>4</Pages>
  <Words>628</Words>
  <Characters>4437</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5055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Conny</dc:creator>
  <cp:lastModifiedBy>Stefanie Ostendorf</cp:lastModifiedBy>
  <cp:revision>4</cp:revision>
  <cp:lastPrinted>2015-08-27T07:02:00Z</cp:lastPrinted>
  <dcterms:created xsi:type="dcterms:W3CDTF">2015-08-27T07:02:00Z</dcterms:created>
  <dcterms:modified xsi:type="dcterms:W3CDTF">2015-08-27T08:22:00Z</dcterms:modified>
</cp:coreProperties>
</file>