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71014" w:rsidRDefault="00A322F7" w:rsidP="003948AC">
      <w:pPr>
        <w:spacing w:before="100" w:beforeAutospacing="1" w:after="100" w:afterAutospacing="1" w:line="360" w:lineRule="auto"/>
        <w:ind w:left="1418"/>
        <w:rPr>
          <w:rFonts w:cs="Arial"/>
          <w:sz w:val="26"/>
          <w:szCs w:val="26"/>
        </w:rPr>
      </w:pPr>
      <w:r w:rsidRPr="00B71014">
        <w:rPr>
          <w:rFonts w:cs="Arial"/>
          <w:sz w:val="26"/>
          <w:szCs w:val="26"/>
        </w:rPr>
        <w:t>Presse-Information</w:t>
      </w:r>
    </w:p>
    <w:p w:rsidR="003948AC" w:rsidRPr="00B71014" w:rsidRDefault="00B71014" w:rsidP="003948AC">
      <w:pPr>
        <w:spacing w:line="360" w:lineRule="auto"/>
        <w:ind w:left="1418"/>
        <w:rPr>
          <w:rStyle w:val="Formatvorlage1"/>
        </w:rPr>
      </w:pPr>
      <w:r w:rsidRPr="00B71014">
        <w:rPr>
          <w:rStyle w:val="Formatvorlage1"/>
        </w:rPr>
        <w:t xml:space="preserve">hagebaumarkt </w:t>
      </w:r>
      <w:r>
        <w:rPr>
          <w:rStyle w:val="Formatvorlage1"/>
        </w:rPr>
        <w:t xml:space="preserve">mit neuer </w:t>
      </w:r>
      <w:r w:rsidR="00D47A4E">
        <w:rPr>
          <w:rStyle w:val="Formatvorlage1"/>
        </w:rPr>
        <w:t>TV-</w:t>
      </w:r>
      <w:r>
        <w:rPr>
          <w:rStyle w:val="Formatvorlage1"/>
        </w:rPr>
        <w:t>Werbe</w:t>
      </w:r>
      <w:r w:rsidR="00B20B6B">
        <w:rPr>
          <w:rStyle w:val="Formatvorlage1"/>
        </w:rPr>
        <w:t>k</w:t>
      </w:r>
      <w:r w:rsidRPr="00B71014">
        <w:rPr>
          <w:rStyle w:val="Formatvorlage1"/>
        </w:rPr>
        <w:t xml:space="preserve">ampagne </w:t>
      </w:r>
    </w:p>
    <w:p w:rsidR="003948AC" w:rsidRPr="00B71014" w:rsidRDefault="00B71014" w:rsidP="003948AC">
      <w:pPr>
        <w:spacing w:line="360" w:lineRule="auto"/>
        <w:ind w:left="1418"/>
        <w:rPr>
          <w:rStyle w:val="Formatvorlage2"/>
        </w:rPr>
      </w:pPr>
      <w:proofErr w:type="spellStart"/>
      <w:r>
        <w:rPr>
          <w:rStyle w:val="Formatvorlage2"/>
        </w:rPr>
        <w:t>thjnk</w:t>
      </w:r>
      <w:proofErr w:type="spellEnd"/>
      <w:r>
        <w:rPr>
          <w:rStyle w:val="Formatvorlage2"/>
        </w:rPr>
        <w:t xml:space="preserve"> </w:t>
      </w:r>
      <w:proofErr w:type="spellStart"/>
      <w:r w:rsidR="006870F5">
        <w:rPr>
          <w:rStyle w:val="Formatvorlage2"/>
        </w:rPr>
        <w:t>hamburg</w:t>
      </w:r>
      <w:proofErr w:type="spellEnd"/>
      <w:r w:rsidR="006870F5">
        <w:rPr>
          <w:rStyle w:val="Formatvorlage2"/>
        </w:rPr>
        <w:t xml:space="preserve"> </w:t>
      </w:r>
      <w:r>
        <w:rPr>
          <w:rStyle w:val="Formatvorlage2"/>
        </w:rPr>
        <w:t xml:space="preserve">entwickelt neue Kreatividee </w:t>
      </w:r>
      <w:r w:rsidR="00B20B6B">
        <w:rPr>
          <w:rStyle w:val="Formatvorlage2"/>
        </w:rPr>
        <w:t xml:space="preserve">für das </w:t>
      </w:r>
      <w:r w:rsidR="00D47A4E">
        <w:rPr>
          <w:rStyle w:val="Formatvorlage2"/>
        </w:rPr>
        <w:t>hagebau</w:t>
      </w:r>
      <w:r w:rsidR="00B20B6B">
        <w:rPr>
          <w:rStyle w:val="Formatvorlage2"/>
        </w:rPr>
        <w:t>markt</w:t>
      </w:r>
      <w:r w:rsidR="00D47A4E">
        <w:rPr>
          <w:rStyle w:val="Formatvorlage2"/>
        </w:rPr>
        <w:t xml:space="preserve"> Motto </w:t>
      </w:r>
      <w:r w:rsidR="00B20B6B">
        <w:rPr>
          <w:rStyle w:val="Formatvorlage2"/>
        </w:rPr>
        <w:t>„H</w:t>
      </w:r>
      <w:r>
        <w:rPr>
          <w:rStyle w:val="Formatvorlage2"/>
        </w:rPr>
        <w:t>ier hilft man sich“</w:t>
      </w:r>
    </w:p>
    <w:p w:rsidR="003948AC" w:rsidRPr="00B71014" w:rsidRDefault="003948AC" w:rsidP="003948AC">
      <w:pPr>
        <w:spacing w:line="360" w:lineRule="auto"/>
        <w:ind w:left="1418"/>
        <w:rPr>
          <w:rStyle w:val="Formatvorlage2"/>
        </w:rPr>
      </w:pPr>
    </w:p>
    <w:p w:rsidR="000F1EA2" w:rsidRPr="00B71014" w:rsidRDefault="008D2980" w:rsidP="0067060B">
      <w:pPr>
        <w:spacing w:line="360" w:lineRule="auto"/>
        <w:ind w:left="1418"/>
        <w:jc w:val="both"/>
        <w:rPr>
          <w:b/>
          <w:sz w:val="24"/>
        </w:rPr>
      </w:pPr>
      <w:r w:rsidRPr="00B71014">
        <w:rPr>
          <w:rStyle w:val="Formatvorlage5"/>
        </w:rPr>
        <w:t>Soltau</w:t>
      </w:r>
      <w:r w:rsidR="00134E14" w:rsidRPr="00B71014">
        <w:rPr>
          <w:rStyle w:val="Formatvorlage5"/>
        </w:rPr>
        <w:t xml:space="preserve">, </w:t>
      </w:r>
      <w:r w:rsidR="00856544">
        <w:rPr>
          <w:rStyle w:val="Formatvorlage5"/>
        </w:rPr>
        <w:t>13</w:t>
      </w:r>
      <w:r w:rsidR="00B71014" w:rsidRPr="00B71014">
        <w:rPr>
          <w:rStyle w:val="Formatvorlage5"/>
        </w:rPr>
        <w:t>. März 2015</w:t>
      </w:r>
      <w:r w:rsidR="00134E14" w:rsidRPr="00B71014">
        <w:rPr>
          <w:rStyle w:val="Formatvorlage5"/>
        </w:rPr>
        <w:t xml:space="preserve">. </w:t>
      </w:r>
      <w:r w:rsidR="00B71014" w:rsidRPr="00B71014">
        <w:rPr>
          <w:rStyle w:val="Formatvorlage5"/>
        </w:rPr>
        <w:t xml:space="preserve">Nach der erfolgreichen </w:t>
      </w:r>
      <w:r w:rsidR="00A61FFF">
        <w:rPr>
          <w:rStyle w:val="Formatvorlage5"/>
        </w:rPr>
        <w:t>Jubiläumsk</w:t>
      </w:r>
      <w:bookmarkStart w:id="0" w:name="_GoBack"/>
      <w:bookmarkEnd w:id="0"/>
      <w:r w:rsidR="00B71014" w:rsidRPr="00B71014">
        <w:rPr>
          <w:rStyle w:val="Formatvorlage5"/>
        </w:rPr>
        <w:t>ampagne der hagebau Gruppe zum 50</w:t>
      </w:r>
      <w:r w:rsidR="00B71014">
        <w:rPr>
          <w:rStyle w:val="Formatvorlage5"/>
        </w:rPr>
        <w:t xml:space="preserve">. Jubiläum im vergangenen Jahr startet der hagebau Einzelhandel </w:t>
      </w:r>
      <w:r w:rsidR="00B20B6B">
        <w:rPr>
          <w:rStyle w:val="Formatvorlage5"/>
        </w:rPr>
        <w:t xml:space="preserve">heute </w:t>
      </w:r>
      <w:r w:rsidR="00B71014">
        <w:rPr>
          <w:rStyle w:val="Formatvorlage5"/>
        </w:rPr>
        <w:t>eine neue Kampagne</w:t>
      </w:r>
      <w:r w:rsidR="00D47A4E">
        <w:rPr>
          <w:rStyle w:val="Formatvorlage5"/>
        </w:rPr>
        <w:t xml:space="preserve"> für die hagebaumärkte</w:t>
      </w:r>
      <w:r w:rsidR="00B20B6B">
        <w:rPr>
          <w:rStyle w:val="Formatvorlage5"/>
        </w:rPr>
        <w:t xml:space="preserve"> in Deutschland und Österreich</w:t>
      </w:r>
      <w:r w:rsidR="00B71014">
        <w:rPr>
          <w:rStyle w:val="Formatvorlage5"/>
        </w:rPr>
        <w:t xml:space="preserve">. </w:t>
      </w:r>
    </w:p>
    <w:p w:rsidR="000F1EA2" w:rsidRPr="00B71014" w:rsidRDefault="000F1EA2" w:rsidP="003948AC">
      <w:pPr>
        <w:spacing w:line="360" w:lineRule="auto"/>
        <w:ind w:left="1418"/>
        <w:rPr>
          <w:rStyle w:val="Formatvorlage4"/>
        </w:rPr>
      </w:pPr>
    </w:p>
    <w:p w:rsidR="003948AC" w:rsidRDefault="00B71014" w:rsidP="0067060B">
      <w:pPr>
        <w:spacing w:line="360" w:lineRule="auto"/>
        <w:ind w:left="1418"/>
        <w:jc w:val="both"/>
        <w:rPr>
          <w:rStyle w:val="Formatvorlage4"/>
        </w:rPr>
      </w:pPr>
      <w:r>
        <w:rPr>
          <w:rStyle w:val="Formatvorlage4"/>
        </w:rPr>
        <w:t xml:space="preserve">Ziel der </w:t>
      </w:r>
      <w:r w:rsidR="00D47A4E">
        <w:rPr>
          <w:rStyle w:val="Formatvorlage4"/>
        </w:rPr>
        <w:t>neuen TV</w:t>
      </w:r>
      <w:r w:rsidR="00C93AAD">
        <w:rPr>
          <w:rStyle w:val="Formatvorlage4"/>
        </w:rPr>
        <w:t>-</w:t>
      </w:r>
      <w:r>
        <w:rPr>
          <w:rStyle w:val="Formatvorlage4"/>
        </w:rPr>
        <w:t xml:space="preserve">Kampagne: Die </w:t>
      </w:r>
      <w:r w:rsidR="00B20B6B">
        <w:rPr>
          <w:rStyle w:val="Formatvorlage4"/>
        </w:rPr>
        <w:t xml:space="preserve">Bekanntheit </w:t>
      </w:r>
      <w:r w:rsidR="00C93AAD">
        <w:rPr>
          <w:rStyle w:val="Formatvorlage4"/>
        </w:rPr>
        <w:t xml:space="preserve">der </w:t>
      </w:r>
      <w:r w:rsidR="00B20B6B">
        <w:rPr>
          <w:rStyle w:val="Formatvorlage4"/>
        </w:rPr>
        <w:t>Marke hagebaumarkt noch weiter zu steigern.</w:t>
      </w:r>
      <w:r>
        <w:rPr>
          <w:rStyle w:val="Formatvorlage4"/>
        </w:rPr>
        <w:t xml:space="preserve"> „</w:t>
      </w:r>
      <w:r w:rsidR="00F06083">
        <w:rPr>
          <w:rStyle w:val="Formatvorlage4"/>
        </w:rPr>
        <w:t xml:space="preserve">Mit der neuen und frischen </w:t>
      </w:r>
      <w:r w:rsidR="00C1373B">
        <w:rPr>
          <w:rStyle w:val="Formatvorlage4"/>
        </w:rPr>
        <w:t xml:space="preserve">Idee, die </w:t>
      </w:r>
      <w:proofErr w:type="spellStart"/>
      <w:r w:rsidR="00C1373B">
        <w:rPr>
          <w:rStyle w:val="Formatvorlage4"/>
        </w:rPr>
        <w:t>thj</w:t>
      </w:r>
      <w:r w:rsidR="00F06083">
        <w:rPr>
          <w:rStyle w:val="Formatvorlage4"/>
        </w:rPr>
        <w:t>nk</w:t>
      </w:r>
      <w:proofErr w:type="spellEnd"/>
      <w:r w:rsidR="00F06083">
        <w:rPr>
          <w:rStyle w:val="Formatvorlage4"/>
        </w:rPr>
        <w:t xml:space="preserve"> </w:t>
      </w:r>
      <w:proofErr w:type="spellStart"/>
      <w:r w:rsidR="00F06083">
        <w:rPr>
          <w:rStyle w:val="Formatvorlage4"/>
        </w:rPr>
        <w:t>hamburg</w:t>
      </w:r>
      <w:proofErr w:type="spellEnd"/>
      <w:r w:rsidR="00F06083">
        <w:rPr>
          <w:rStyle w:val="Formatvorlage4"/>
        </w:rPr>
        <w:t xml:space="preserve"> </w:t>
      </w:r>
      <w:r w:rsidR="00856544">
        <w:rPr>
          <w:rStyle w:val="Formatvorlage4"/>
        </w:rPr>
        <w:t xml:space="preserve">gemeinsam mit dem </w:t>
      </w:r>
      <w:r w:rsidR="00F06083">
        <w:rPr>
          <w:rStyle w:val="Formatvorlage4"/>
        </w:rPr>
        <w:t xml:space="preserve">hagebau Einzelhandel entwickelt hat, sind wir am Puls der Zeit und werden den Nerv unserer Kunden treffen“, ist Kai Kächelein, Geschäftsführer hagebau Einzelhandel, überzeugt. Man sei durch die neue Visualisierung des Mottos </w:t>
      </w:r>
      <w:r w:rsidR="00B20B6B">
        <w:rPr>
          <w:rStyle w:val="Formatvorlage4"/>
        </w:rPr>
        <w:t xml:space="preserve">der hagebaumärkte </w:t>
      </w:r>
      <w:r w:rsidR="00F06083">
        <w:rPr>
          <w:rStyle w:val="Formatvorlage4"/>
        </w:rPr>
        <w:t>„</w:t>
      </w:r>
      <w:r w:rsidR="00B20B6B">
        <w:rPr>
          <w:rStyle w:val="Formatvorlage4"/>
        </w:rPr>
        <w:t>H</w:t>
      </w:r>
      <w:r w:rsidR="00F06083">
        <w:rPr>
          <w:rStyle w:val="Formatvorlage4"/>
        </w:rPr>
        <w:t xml:space="preserve">ier hilft man sich“ sinnbildlich nur eine Armlänge vom Beratung und Hilfe suchenden Kunden entfernt. </w:t>
      </w:r>
    </w:p>
    <w:p w:rsidR="00F06083" w:rsidRDefault="00F06083" w:rsidP="0067060B">
      <w:pPr>
        <w:spacing w:line="360" w:lineRule="auto"/>
        <w:ind w:left="1418"/>
        <w:jc w:val="both"/>
        <w:rPr>
          <w:rStyle w:val="Formatvorlage4"/>
        </w:rPr>
      </w:pPr>
    </w:p>
    <w:p w:rsidR="00F06083" w:rsidRDefault="00C93AAD" w:rsidP="0067060B">
      <w:pPr>
        <w:spacing w:line="360" w:lineRule="auto"/>
        <w:ind w:left="1418"/>
        <w:jc w:val="both"/>
        <w:rPr>
          <w:rStyle w:val="Formatvorlage4"/>
        </w:rPr>
      </w:pPr>
      <w:r>
        <w:rPr>
          <w:rStyle w:val="Formatvorlage4"/>
        </w:rPr>
        <w:t>Die neun TV-</w:t>
      </w:r>
      <w:r w:rsidR="00F06083">
        <w:rPr>
          <w:rStyle w:val="Formatvorlage4"/>
        </w:rPr>
        <w:t xml:space="preserve">Spots, die in Deutschland und Österreich ausgestrahlt werden, erzählen </w:t>
      </w:r>
      <w:r w:rsidR="00694CBD">
        <w:rPr>
          <w:rStyle w:val="Formatvorlage4"/>
        </w:rPr>
        <w:t xml:space="preserve">Geschichten von </w:t>
      </w:r>
      <w:r w:rsidR="00F06083">
        <w:rPr>
          <w:rStyle w:val="Formatvorlage4"/>
        </w:rPr>
        <w:t>Heimwerker</w:t>
      </w:r>
      <w:r w:rsidR="00694CBD">
        <w:rPr>
          <w:rStyle w:val="Formatvorlage4"/>
        </w:rPr>
        <w:t>n</w:t>
      </w:r>
      <w:r w:rsidR="00D47A4E">
        <w:rPr>
          <w:rStyle w:val="Formatvorlage4"/>
        </w:rPr>
        <w:t xml:space="preserve"> </w:t>
      </w:r>
      <w:r w:rsidR="00F06083">
        <w:rPr>
          <w:rStyle w:val="Formatvorlage4"/>
        </w:rPr>
        <w:t xml:space="preserve">und </w:t>
      </w:r>
      <w:r w:rsidR="00D47A4E">
        <w:rPr>
          <w:rStyle w:val="Formatvorlage4"/>
        </w:rPr>
        <w:t xml:space="preserve">deren </w:t>
      </w:r>
      <w:r w:rsidR="00F06083">
        <w:rPr>
          <w:rStyle w:val="Formatvorlage4"/>
        </w:rPr>
        <w:t xml:space="preserve">kleinen und großen Herausforderungen. </w:t>
      </w:r>
      <w:r w:rsidR="00D47A4E">
        <w:rPr>
          <w:rStyle w:val="Formatvorlage4"/>
        </w:rPr>
        <w:t xml:space="preserve">In einem Spot </w:t>
      </w:r>
      <w:r w:rsidR="00F06083">
        <w:rPr>
          <w:rStyle w:val="Formatvorlage4"/>
        </w:rPr>
        <w:t xml:space="preserve">tastet </w:t>
      </w:r>
      <w:r w:rsidR="00D47A4E">
        <w:rPr>
          <w:rStyle w:val="Formatvorlage4"/>
        </w:rPr>
        <w:t xml:space="preserve">ein Kunde </w:t>
      </w:r>
      <w:r w:rsidR="00F06083">
        <w:rPr>
          <w:rStyle w:val="Formatvorlage4"/>
        </w:rPr>
        <w:t xml:space="preserve">beispielsweise </w:t>
      </w:r>
      <w:r w:rsidR="00D47A4E">
        <w:rPr>
          <w:rStyle w:val="Formatvorlage4"/>
        </w:rPr>
        <w:t xml:space="preserve">zu Hause </w:t>
      </w:r>
      <w:r w:rsidR="00F06083">
        <w:rPr>
          <w:rStyle w:val="Formatvorlage4"/>
        </w:rPr>
        <w:t xml:space="preserve">bei der Reparatur eines Abflusses nach </w:t>
      </w:r>
      <w:r w:rsidR="00B20B6B">
        <w:rPr>
          <w:rStyle w:val="Formatvorlage4"/>
        </w:rPr>
        <w:t xml:space="preserve">einer </w:t>
      </w:r>
      <w:r w:rsidR="00F06083">
        <w:rPr>
          <w:rStyle w:val="Formatvorlage4"/>
        </w:rPr>
        <w:t xml:space="preserve">Zange. Szenenwechsel: </w:t>
      </w:r>
      <w:r w:rsidR="00B20B6B">
        <w:rPr>
          <w:rStyle w:val="Formatvorlage4"/>
        </w:rPr>
        <w:t xml:space="preserve">Seine tastende </w:t>
      </w:r>
      <w:r w:rsidR="00F06083">
        <w:rPr>
          <w:rStyle w:val="Formatvorlage4"/>
        </w:rPr>
        <w:t xml:space="preserve">Hand </w:t>
      </w:r>
      <w:r w:rsidR="00B20B6B">
        <w:rPr>
          <w:rStyle w:val="Formatvorlage4"/>
        </w:rPr>
        <w:t xml:space="preserve">taucht im </w:t>
      </w:r>
      <w:r w:rsidR="00F06083">
        <w:rPr>
          <w:rStyle w:val="Formatvorlage4"/>
        </w:rPr>
        <w:t xml:space="preserve">Regal </w:t>
      </w:r>
      <w:r w:rsidR="00B20B6B">
        <w:rPr>
          <w:rStyle w:val="Formatvorlage4"/>
        </w:rPr>
        <w:t xml:space="preserve">eines </w:t>
      </w:r>
      <w:r w:rsidR="00F06083">
        <w:rPr>
          <w:rStyle w:val="Formatvorlage4"/>
        </w:rPr>
        <w:t>hagebaumarkt</w:t>
      </w:r>
      <w:r w:rsidR="00BA7293">
        <w:rPr>
          <w:rStyle w:val="Formatvorlage4"/>
        </w:rPr>
        <w:t>s</w:t>
      </w:r>
      <w:r w:rsidR="00B20B6B">
        <w:rPr>
          <w:rStyle w:val="Formatvorlage4"/>
        </w:rPr>
        <w:t xml:space="preserve"> auf</w:t>
      </w:r>
      <w:r w:rsidR="00F06083">
        <w:rPr>
          <w:rStyle w:val="Formatvorlage4"/>
        </w:rPr>
        <w:t>. Der Ber</w:t>
      </w:r>
      <w:r w:rsidR="00BA7293">
        <w:rPr>
          <w:rStyle w:val="Formatvorlage4"/>
        </w:rPr>
        <w:t xml:space="preserve">ater bemerkt die Hand </w:t>
      </w:r>
      <w:r w:rsidR="00694CBD">
        <w:rPr>
          <w:rStyle w:val="Formatvorlage4"/>
        </w:rPr>
        <w:t>d</w:t>
      </w:r>
      <w:r w:rsidR="00BA7293">
        <w:rPr>
          <w:rStyle w:val="Formatvorlage4"/>
        </w:rPr>
        <w:t xml:space="preserve">es Kunden und reicht ihm, ohne die Szenerie bei ihm zu Hause zu sehen, </w:t>
      </w:r>
      <w:r w:rsidR="00F06083">
        <w:rPr>
          <w:rStyle w:val="Formatvorlage4"/>
        </w:rPr>
        <w:t>die dringend benötigte Zange.</w:t>
      </w:r>
    </w:p>
    <w:p w:rsidR="00F06083" w:rsidRDefault="00F06083" w:rsidP="0067060B">
      <w:pPr>
        <w:spacing w:line="360" w:lineRule="auto"/>
        <w:ind w:left="1418"/>
        <w:jc w:val="both"/>
        <w:rPr>
          <w:rStyle w:val="Formatvorlage4"/>
        </w:rPr>
      </w:pPr>
    </w:p>
    <w:p w:rsidR="001A3F52" w:rsidRDefault="001A3F52" w:rsidP="0067060B">
      <w:pPr>
        <w:spacing w:line="360" w:lineRule="auto"/>
        <w:ind w:left="1418"/>
        <w:jc w:val="both"/>
        <w:rPr>
          <w:rStyle w:val="Formatvorlage4"/>
        </w:rPr>
      </w:pPr>
      <w:r>
        <w:rPr>
          <w:rStyle w:val="Formatvorlage4"/>
        </w:rPr>
        <w:t xml:space="preserve">Hans-Jürgen Meißner, Bereichsleiter Marketing hagebau Einzelhandel, ist </w:t>
      </w:r>
      <w:r w:rsidR="00B20B6B">
        <w:rPr>
          <w:rStyle w:val="Formatvorlage4"/>
        </w:rPr>
        <w:t>sicher</w:t>
      </w:r>
      <w:r>
        <w:rPr>
          <w:rStyle w:val="Formatvorlage4"/>
        </w:rPr>
        <w:t xml:space="preserve">: „Die neue Kampagne ist wirklich großes Kino im Werbeblock. Sie </w:t>
      </w:r>
      <w:r>
        <w:rPr>
          <w:rStyle w:val="Formatvorlage4"/>
        </w:rPr>
        <w:lastRenderedPageBreak/>
        <w:t xml:space="preserve">macht Spaß, steckt an und zeigt </w:t>
      </w:r>
      <w:r w:rsidR="00D47A4E">
        <w:rPr>
          <w:rStyle w:val="Formatvorlage4"/>
        </w:rPr>
        <w:t xml:space="preserve">mit intensiven </w:t>
      </w:r>
      <w:r>
        <w:rPr>
          <w:rStyle w:val="Formatvorlage4"/>
        </w:rPr>
        <w:t xml:space="preserve">Bildern, dass </w:t>
      </w:r>
      <w:r w:rsidR="00D47A4E">
        <w:rPr>
          <w:rStyle w:val="Formatvorlage4"/>
        </w:rPr>
        <w:t xml:space="preserve">die Beratung im </w:t>
      </w:r>
      <w:r>
        <w:rPr>
          <w:rStyle w:val="Formatvorlage4"/>
        </w:rPr>
        <w:t>hagebaumarkt</w:t>
      </w:r>
      <w:r w:rsidR="00C1373B">
        <w:rPr>
          <w:rStyle w:val="Formatvorlage4"/>
        </w:rPr>
        <w:t xml:space="preserve"> </w:t>
      </w:r>
      <w:r w:rsidR="00D47A4E">
        <w:rPr>
          <w:rStyle w:val="Formatvorlage4"/>
        </w:rPr>
        <w:t>h</w:t>
      </w:r>
      <w:r w:rsidR="00C1373B">
        <w:rPr>
          <w:rStyle w:val="Formatvorlage4"/>
        </w:rPr>
        <w:t>ält</w:t>
      </w:r>
      <w:r>
        <w:rPr>
          <w:rStyle w:val="Formatvorlage4"/>
        </w:rPr>
        <w:t xml:space="preserve">, was </w:t>
      </w:r>
      <w:r w:rsidR="00D47A4E">
        <w:rPr>
          <w:rStyle w:val="Formatvorlage4"/>
        </w:rPr>
        <w:t xml:space="preserve">sie </w:t>
      </w:r>
      <w:r>
        <w:rPr>
          <w:rStyle w:val="Formatvorlage4"/>
        </w:rPr>
        <w:t>verspr</w:t>
      </w:r>
      <w:r w:rsidR="00C1373B">
        <w:rPr>
          <w:rStyle w:val="Formatvorlage4"/>
        </w:rPr>
        <w:t>i</w:t>
      </w:r>
      <w:r w:rsidR="00D47A4E">
        <w:rPr>
          <w:rStyle w:val="Formatvorlage4"/>
        </w:rPr>
        <w:t>ch</w:t>
      </w:r>
      <w:r w:rsidR="00C1373B">
        <w:rPr>
          <w:rStyle w:val="Formatvorlage4"/>
        </w:rPr>
        <w:t>t</w:t>
      </w:r>
      <w:r w:rsidR="00B20B6B">
        <w:rPr>
          <w:rStyle w:val="Formatvorlage4"/>
        </w:rPr>
        <w:t xml:space="preserve">: Hier </w:t>
      </w:r>
      <w:r>
        <w:rPr>
          <w:rStyle w:val="Formatvorlage4"/>
        </w:rPr>
        <w:t>hilft man sich.“ Es werde gelingen, Kunden und Fans zu begeistern und die Markenbekanntheit gezielt weiter zu entwickeln.</w:t>
      </w:r>
    </w:p>
    <w:p w:rsidR="001A3F52" w:rsidRDefault="001A3F52" w:rsidP="0067060B">
      <w:pPr>
        <w:spacing w:line="360" w:lineRule="auto"/>
        <w:ind w:left="1418"/>
        <w:jc w:val="both"/>
        <w:rPr>
          <w:rStyle w:val="Formatvorlage4"/>
        </w:rPr>
      </w:pPr>
    </w:p>
    <w:p w:rsidR="00B02392" w:rsidRDefault="001A3F52" w:rsidP="0067060B">
      <w:pPr>
        <w:spacing w:line="360" w:lineRule="auto"/>
        <w:ind w:left="1418"/>
        <w:jc w:val="both"/>
        <w:rPr>
          <w:rStyle w:val="Formatvorlage4"/>
        </w:rPr>
      </w:pPr>
      <w:r>
        <w:rPr>
          <w:rStyle w:val="Formatvorlage4"/>
        </w:rPr>
        <w:t xml:space="preserve">Die verantwortlichen Creative </w:t>
      </w:r>
      <w:proofErr w:type="spellStart"/>
      <w:r>
        <w:rPr>
          <w:rStyle w:val="Formatvorlage4"/>
        </w:rPr>
        <w:t>Directors</w:t>
      </w:r>
      <w:proofErr w:type="spellEnd"/>
      <w:r w:rsidR="00DC479B">
        <w:rPr>
          <w:rStyle w:val="Formatvorlage4"/>
        </w:rPr>
        <w:t xml:space="preserve">, Leif Johannsen und Patrick </w:t>
      </w:r>
      <w:proofErr w:type="spellStart"/>
      <w:r w:rsidR="00DC479B">
        <w:rPr>
          <w:rStyle w:val="Formatvorlage4"/>
        </w:rPr>
        <w:t>Matthiensen</w:t>
      </w:r>
      <w:proofErr w:type="spellEnd"/>
      <w:r w:rsidR="00A903DB">
        <w:rPr>
          <w:rStyle w:val="Formatvorlage4"/>
        </w:rPr>
        <w:t>,</w:t>
      </w:r>
      <w:r>
        <w:rPr>
          <w:rStyle w:val="Formatvorlage4"/>
        </w:rPr>
        <w:t xml:space="preserve"> </w:t>
      </w:r>
      <w:proofErr w:type="spellStart"/>
      <w:r w:rsidR="006870F5">
        <w:rPr>
          <w:rStyle w:val="Formatvorlage4"/>
        </w:rPr>
        <w:t>thj</w:t>
      </w:r>
      <w:r>
        <w:rPr>
          <w:rStyle w:val="Formatvorlage4"/>
        </w:rPr>
        <w:t>nk</w:t>
      </w:r>
      <w:proofErr w:type="spellEnd"/>
      <w:r>
        <w:rPr>
          <w:rStyle w:val="Formatvorlage4"/>
        </w:rPr>
        <w:t xml:space="preserve"> </w:t>
      </w:r>
      <w:proofErr w:type="spellStart"/>
      <w:r>
        <w:rPr>
          <w:rStyle w:val="Formatvorlage4"/>
        </w:rPr>
        <w:t>hamburg</w:t>
      </w:r>
      <w:proofErr w:type="spellEnd"/>
      <w:r w:rsidR="00C1373B">
        <w:rPr>
          <w:rStyle w:val="Formatvorlage4"/>
        </w:rPr>
        <w:t>:</w:t>
      </w:r>
      <w:r>
        <w:rPr>
          <w:rStyle w:val="Formatvorlage4"/>
        </w:rPr>
        <w:t xml:space="preserve"> „Wir freuen uns, gemeinsam mit unserem Kunden eine neue Ära der Kommunikation für </w:t>
      </w:r>
      <w:r w:rsidR="00B20B6B">
        <w:rPr>
          <w:rStyle w:val="Formatvorlage4"/>
        </w:rPr>
        <w:t>die hagebaumä</w:t>
      </w:r>
      <w:r>
        <w:rPr>
          <w:rStyle w:val="Formatvorlage4"/>
        </w:rPr>
        <w:t>rkt</w:t>
      </w:r>
      <w:r w:rsidR="00B20B6B">
        <w:rPr>
          <w:rStyle w:val="Formatvorlage4"/>
        </w:rPr>
        <w:t>e</w:t>
      </w:r>
      <w:r>
        <w:rPr>
          <w:rStyle w:val="Formatvorlage4"/>
        </w:rPr>
        <w:t xml:space="preserve"> einzuleiten.“ </w:t>
      </w:r>
    </w:p>
    <w:p w:rsidR="001A3F52" w:rsidRDefault="001A3F52" w:rsidP="0067060B">
      <w:pPr>
        <w:spacing w:line="360" w:lineRule="auto"/>
        <w:ind w:left="1418"/>
        <w:jc w:val="both"/>
        <w:rPr>
          <w:rStyle w:val="Formatvorlage4"/>
        </w:rPr>
      </w:pPr>
    </w:p>
    <w:p w:rsidR="001A3F52" w:rsidRDefault="001A3F52" w:rsidP="0067060B">
      <w:pPr>
        <w:spacing w:line="360" w:lineRule="auto"/>
        <w:ind w:left="1418"/>
        <w:jc w:val="both"/>
        <w:rPr>
          <w:rStyle w:val="Formatvorlage4"/>
        </w:rPr>
      </w:pPr>
      <w:r>
        <w:rPr>
          <w:rStyle w:val="Formatvorlage4"/>
        </w:rPr>
        <w:t xml:space="preserve">Die TV-Spots werden </w:t>
      </w:r>
      <w:r w:rsidR="00B20B6B">
        <w:rPr>
          <w:rStyle w:val="Formatvorlage4"/>
        </w:rPr>
        <w:t xml:space="preserve">in Deutschland und Österreich </w:t>
      </w:r>
      <w:r>
        <w:rPr>
          <w:rStyle w:val="Formatvorlage4"/>
        </w:rPr>
        <w:t xml:space="preserve">von aufmerksamkeitsstarken Image-Plakatmotiven, </w:t>
      </w:r>
      <w:r w:rsidR="006870F5">
        <w:rPr>
          <w:rStyle w:val="Formatvorlage4"/>
        </w:rPr>
        <w:t>Radio-S</w:t>
      </w:r>
      <w:r>
        <w:rPr>
          <w:rStyle w:val="Formatvorlage4"/>
        </w:rPr>
        <w:t>pots, Werbe- und Online-Bannern sowie einem umfangreichen PoS-Pak</w:t>
      </w:r>
      <w:r w:rsidR="006870F5">
        <w:rPr>
          <w:rStyle w:val="Formatvorlage4"/>
        </w:rPr>
        <w:t>et flankiert. Auch die Facebook Community kommt nicht zu kurz: Aktionen rund um die neue Kampagne werden attraktiv in Szene gesetzt.</w:t>
      </w:r>
    </w:p>
    <w:p w:rsidR="006870F5" w:rsidRDefault="006870F5" w:rsidP="0067060B">
      <w:pPr>
        <w:spacing w:line="360" w:lineRule="auto"/>
        <w:ind w:left="1418"/>
        <w:jc w:val="both"/>
        <w:rPr>
          <w:rStyle w:val="Formatvorlage4"/>
        </w:rPr>
      </w:pPr>
    </w:p>
    <w:p w:rsidR="00F06083" w:rsidRDefault="00F06083" w:rsidP="0067060B">
      <w:pPr>
        <w:spacing w:line="360" w:lineRule="auto"/>
        <w:ind w:left="1418"/>
        <w:jc w:val="both"/>
        <w:rPr>
          <w:rStyle w:val="Formatvorlage4"/>
        </w:rPr>
      </w:pPr>
      <w:r>
        <w:rPr>
          <w:rStyle w:val="Formatvorlage4"/>
        </w:rPr>
        <w:t xml:space="preserve">Die Spots entstanden unter Regie von Alex Feil, </w:t>
      </w:r>
      <w:proofErr w:type="spellStart"/>
      <w:r>
        <w:rPr>
          <w:rStyle w:val="Formatvorlage4"/>
        </w:rPr>
        <w:t>tempomedia</w:t>
      </w:r>
      <w:proofErr w:type="spellEnd"/>
      <w:r>
        <w:rPr>
          <w:rStyle w:val="Formatvorlage4"/>
        </w:rPr>
        <w:t xml:space="preserve"> </w:t>
      </w:r>
      <w:proofErr w:type="spellStart"/>
      <w:r>
        <w:rPr>
          <w:rStyle w:val="Formatvorlage4"/>
        </w:rPr>
        <w:t>filmproduction</w:t>
      </w:r>
      <w:proofErr w:type="spellEnd"/>
      <w:r>
        <w:rPr>
          <w:rStyle w:val="Formatvorlage4"/>
        </w:rPr>
        <w:t xml:space="preserve"> GmbH</w:t>
      </w:r>
      <w:r w:rsidR="00B20B6B">
        <w:rPr>
          <w:rStyle w:val="Formatvorlage4"/>
        </w:rPr>
        <w:t xml:space="preserve">. Er ist </w:t>
      </w:r>
      <w:r w:rsidR="006870F5">
        <w:rPr>
          <w:rStyle w:val="Formatvorlage4"/>
        </w:rPr>
        <w:t xml:space="preserve">ehemaliger Kurz-Filmregisseur </w:t>
      </w:r>
      <w:r w:rsidR="00B20B6B">
        <w:rPr>
          <w:rStyle w:val="Formatvorlage4"/>
        </w:rPr>
        <w:t xml:space="preserve">und gilt </w:t>
      </w:r>
      <w:r w:rsidR="006870F5">
        <w:rPr>
          <w:rStyle w:val="Formatvorlage4"/>
        </w:rPr>
        <w:t xml:space="preserve">heute </w:t>
      </w:r>
      <w:r w:rsidR="00B20B6B">
        <w:rPr>
          <w:rStyle w:val="Formatvorlage4"/>
        </w:rPr>
        <w:t xml:space="preserve">als einer der </w:t>
      </w:r>
      <w:r w:rsidR="006870F5">
        <w:rPr>
          <w:rStyle w:val="Formatvorlage4"/>
        </w:rPr>
        <w:t>international besten Werbefilmer.</w:t>
      </w:r>
    </w:p>
    <w:p w:rsidR="006870F5" w:rsidRDefault="006870F5" w:rsidP="0067060B">
      <w:pPr>
        <w:spacing w:line="360" w:lineRule="auto"/>
        <w:ind w:left="1418"/>
        <w:jc w:val="both"/>
        <w:rPr>
          <w:rStyle w:val="Formatvorlage4"/>
        </w:rPr>
      </w:pPr>
    </w:p>
    <w:p w:rsidR="00B96199" w:rsidRDefault="006870F5" w:rsidP="0067060B">
      <w:pPr>
        <w:spacing w:line="360" w:lineRule="auto"/>
        <w:ind w:left="1418"/>
        <w:jc w:val="both"/>
        <w:rPr>
          <w:rStyle w:val="Formatvorlage4"/>
        </w:rPr>
      </w:pPr>
      <w:r>
        <w:rPr>
          <w:rStyle w:val="Formatvorlage4"/>
        </w:rPr>
        <w:t>2.</w:t>
      </w:r>
      <w:r w:rsidR="00A903DB">
        <w:rPr>
          <w:rStyle w:val="Formatvorlage4"/>
        </w:rPr>
        <w:t>4</w:t>
      </w:r>
      <w:r w:rsidR="00C93AAD">
        <w:rPr>
          <w:rStyle w:val="Formatvorlage4"/>
        </w:rPr>
        <w:t>08</w:t>
      </w:r>
      <w:r w:rsidR="00BA7293">
        <w:rPr>
          <w:rStyle w:val="Formatvorlage4"/>
        </w:rPr>
        <w:t xml:space="preserve"> </w:t>
      </w:r>
      <w:r w:rsidR="00E02E9D">
        <w:rPr>
          <w:rStyle w:val="Formatvorlage4"/>
        </w:rPr>
        <w:t>Zeichen</w:t>
      </w:r>
    </w:p>
    <w:p w:rsidR="00E91B46" w:rsidRDefault="00E91B46" w:rsidP="0067060B">
      <w:pPr>
        <w:ind w:left="1418"/>
        <w:rPr>
          <w:rStyle w:val="Formatvorlage4"/>
        </w:rPr>
      </w:pPr>
    </w:p>
    <w:p w:rsidR="00C93AAD" w:rsidRDefault="00C93AAD" w:rsidP="00C93AAD">
      <w:pPr>
        <w:ind w:left="1418"/>
        <w:rPr>
          <w:rStyle w:val="Formatvorlage4"/>
          <w:b/>
          <w:u w:val="single"/>
        </w:rPr>
      </w:pPr>
      <w:r>
        <w:rPr>
          <w:rStyle w:val="Formatvorlage4"/>
          <w:b/>
          <w:u w:val="single"/>
        </w:rPr>
        <w:t>Bildunterschriften:</w:t>
      </w:r>
    </w:p>
    <w:p w:rsidR="00C93AAD" w:rsidRDefault="00C93AAD" w:rsidP="00C93AAD">
      <w:pPr>
        <w:ind w:left="1418"/>
        <w:rPr>
          <w:rStyle w:val="Formatvorlage4"/>
          <w:b/>
          <w:u w:val="single"/>
        </w:rPr>
      </w:pPr>
    </w:p>
    <w:p w:rsidR="00C93AAD" w:rsidRDefault="00C93AAD" w:rsidP="00C93AAD">
      <w:pPr>
        <w:ind w:left="1418"/>
        <w:rPr>
          <w:rStyle w:val="Formatvorlage4"/>
        </w:rPr>
      </w:pPr>
      <w:r w:rsidRPr="00C93AAD">
        <w:rPr>
          <w:rStyle w:val="Formatvorlage4"/>
        </w:rPr>
        <w:t>Making-of: Die Spots der TV-Werbekampagne werden die Markenbekanntheit weiter steigern</w:t>
      </w:r>
    </w:p>
    <w:p w:rsidR="00C93AAD" w:rsidRDefault="00C93AAD" w:rsidP="00C93AAD">
      <w:pPr>
        <w:ind w:left="1418"/>
        <w:rPr>
          <w:rStyle w:val="Formatvorlage4"/>
          <w:szCs w:val="24"/>
        </w:rPr>
      </w:pPr>
    </w:p>
    <w:p w:rsidR="00C93AAD" w:rsidRPr="00477A07" w:rsidRDefault="00C93AAD" w:rsidP="00C93AAD">
      <w:pPr>
        <w:ind w:left="1418"/>
        <w:rPr>
          <w:rStyle w:val="Formatvorlage4"/>
          <w:b/>
        </w:rPr>
      </w:pPr>
      <w:r w:rsidRPr="00C93AAD">
        <w:rPr>
          <w:rStyle w:val="Formatvorlage4"/>
          <w:b/>
        </w:rPr>
        <w:t>Shot_Dreh</w:t>
      </w:r>
      <w:r w:rsidRPr="00477A07">
        <w:rPr>
          <w:rStyle w:val="Formatvorlage4"/>
          <w:b/>
        </w:rPr>
        <w:t>.jpg</w:t>
      </w:r>
    </w:p>
    <w:p w:rsidR="00C93AAD" w:rsidRDefault="00C93AAD" w:rsidP="00C93AAD">
      <w:pPr>
        <w:ind w:left="1418"/>
        <w:rPr>
          <w:rStyle w:val="Formatvorlage4"/>
        </w:rPr>
      </w:pPr>
      <w:r w:rsidRPr="00C93AAD">
        <w:rPr>
          <w:rStyle w:val="Formatvorlage4"/>
        </w:rPr>
        <w:t>Das Team bringt beim Dreh vollen Einsatz</w:t>
      </w:r>
    </w:p>
    <w:p w:rsidR="00C93AAD" w:rsidRDefault="00C93AAD" w:rsidP="00C93AAD">
      <w:pPr>
        <w:ind w:left="1418"/>
        <w:rPr>
          <w:rStyle w:val="Formatvorlage4"/>
          <w:szCs w:val="24"/>
        </w:rPr>
      </w:pPr>
    </w:p>
    <w:p w:rsidR="00C93AAD" w:rsidRPr="00477A07" w:rsidRDefault="00C93AAD" w:rsidP="00C93AAD">
      <w:pPr>
        <w:ind w:left="1418"/>
        <w:rPr>
          <w:rStyle w:val="Formatvorlage4"/>
          <w:b/>
        </w:rPr>
      </w:pPr>
      <w:proofErr w:type="spellStart"/>
      <w:r w:rsidRPr="00C93AAD">
        <w:rPr>
          <w:rStyle w:val="Formatvorlage4"/>
          <w:b/>
        </w:rPr>
        <w:t>Shot_tastende</w:t>
      </w:r>
      <w:proofErr w:type="spellEnd"/>
      <w:r w:rsidRPr="00C93AAD">
        <w:rPr>
          <w:rStyle w:val="Formatvorlage4"/>
          <w:b/>
        </w:rPr>
        <w:t xml:space="preserve"> Hand</w:t>
      </w:r>
      <w:r w:rsidRPr="00477A07">
        <w:rPr>
          <w:rStyle w:val="Formatvorlage4"/>
          <w:b/>
        </w:rPr>
        <w:t>.jpg</w:t>
      </w:r>
    </w:p>
    <w:p w:rsidR="00C93AAD" w:rsidRDefault="00C93AAD" w:rsidP="0067060B">
      <w:pPr>
        <w:ind w:left="1418"/>
        <w:rPr>
          <w:rStyle w:val="Formatvorlage4"/>
        </w:rPr>
      </w:pPr>
      <w:r w:rsidRPr="00C93AAD">
        <w:rPr>
          <w:rStyle w:val="Formatvorlage4"/>
        </w:rPr>
        <w:t>Der Heimwerker findet nach Hilfe tastend in den hagebaumarkt.</w:t>
      </w:r>
    </w:p>
    <w:p w:rsidR="003A6C8F" w:rsidRDefault="003A6C8F" w:rsidP="0067060B">
      <w:pPr>
        <w:ind w:left="1418"/>
        <w:rPr>
          <w:rStyle w:val="Formatvorlage4"/>
        </w:rPr>
      </w:pPr>
    </w:p>
    <w:p w:rsidR="003A6C8F" w:rsidRDefault="003A6C8F" w:rsidP="00C93AAD">
      <w:pPr>
        <w:rPr>
          <w:rStyle w:val="Formatvorlage4"/>
        </w:rPr>
      </w:pPr>
    </w:p>
    <w:p w:rsidR="0067060B" w:rsidRPr="00134E14" w:rsidRDefault="00134E14" w:rsidP="0067060B">
      <w:pPr>
        <w:ind w:left="1418"/>
        <w:rPr>
          <w:rStyle w:val="Formatvorlage4"/>
          <w:sz w:val="22"/>
        </w:rPr>
      </w:pPr>
      <w:r>
        <w:rPr>
          <w:rStyle w:val="Formatvorlage4"/>
          <w:sz w:val="22"/>
        </w:rPr>
        <w:t>Foto</w:t>
      </w:r>
      <w:r w:rsidR="00C93AAD">
        <w:rPr>
          <w:rStyle w:val="Formatvorlage4"/>
          <w:sz w:val="22"/>
        </w:rPr>
        <w:t>s</w:t>
      </w:r>
      <w:r>
        <w:rPr>
          <w:rStyle w:val="Formatvorlage4"/>
          <w:sz w:val="22"/>
        </w:rPr>
        <w:t>: hagebau (Abdruck honorarfrei)</w:t>
      </w:r>
    </w:p>
    <w:p w:rsidR="00C93AAD" w:rsidRDefault="00C93AAD">
      <w:pPr>
        <w:spacing w:after="200" w:line="276" w:lineRule="auto"/>
        <w:rPr>
          <w:rStyle w:val="Formatvorlage4"/>
        </w:rPr>
      </w:pPr>
      <w:r>
        <w:rPr>
          <w:rStyle w:val="Formatvorlage4"/>
        </w:rPr>
        <w:br w:type="page"/>
      </w:r>
    </w:p>
    <w:p w:rsidR="00134E14" w:rsidRPr="00611523" w:rsidRDefault="00134E14" w:rsidP="00134E14">
      <w:pPr>
        <w:spacing w:line="360" w:lineRule="auto"/>
        <w:ind w:left="1418"/>
        <w:rPr>
          <w:rFonts w:cs="Arial"/>
          <w:szCs w:val="24"/>
        </w:rPr>
      </w:pPr>
      <w:r>
        <w:rPr>
          <w:rFonts w:cs="Arial"/>
          <w:b/>
          <w:szCs w:val="24"/>
        </w:rPr>
        <w:lastRenderedPageBreak/>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A3690A">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263A91">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263A91">
      <w:pPr>
        <w:spacing w:line="360" w:lineRule="auto"/>
        <w:ind w:left="1418"/>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C93AAD" w:rsidRDefault="00C93AAD">
      <w:pPr>
        <w:spacing w:after="200" w:line="276" w:lineRule="auto"/>
        <w:rPr>
          <w:rStyle w:val="Formatvorlage4"/>
        </w:rPr>
      </w:pPr>
      <w:r>
        <w:rPr>
          <w:rStyle w:val="Formatvorlage4"/>
        </w:rPr>
        <w:br w:type="page"/>
      </w:r>
    </w:p>
    <w:p w:rsidR="00134E14" w:rsidRPr="00487F33" w:rsidRDefault="00134E14" w:rsidP="00134E14">
      <w:pPr>
        <w:ind w:left="1418"/>
        <w:rPr>
          <w:rStyle w:val="Formatvorlage7"/>
          <w:sz w:val="20"/>
          <w:szCs w:val="20"/>
          <w:u w:val="single"/>
        </w:rPr>
      </w:pPr>
      <w:r>
        <w:rPr>
          <w:rStyle w:val="Formatvorlage7"/>
          <w:sz w:val="20"/>
          <w:szCs w:val="20"/>
          <w:u w:val="single"/>
        </w:rPr>
        <w:lastRenderedPageBreak/>
        <w:t>Pressekontakt</w:t>
      </w:r>
      <w:r w:rsidR="00C93AAD">
        <w:rPr>
          <w:rStyle w:val="Formatvorlage7"/>
          <w:sz w:val="20"/>
          <w:szCs w:val="20"/>
          <w:u w:val="single"/>
        </w:rPr>
        <w:t>e:</w:t>
      </w:r>
    </w:p>
    <w:p w:rsidR="00134E14" w:rsidRPr="00487F33" w:rsidRDefault="00134E14" w:rsidP="00134E14">
      <w:pPr>
        <w:ind w:left="1418"/>
        <w:rPr>
          <w:rStyle w:val="Formatvorlage7"/>
          <w:sz w:val="20"/>
          <w:szCs w:val="20"/>
        </w:rPr>
      </w:pPr>
    </w:p>
    <w:p w:rsidR="00FE098C"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r w:rsidR="00FE098C">
        <w:rPr>
          <w:rStyle w:val="Formatvorlage4"/>
          <w:sz w:val="20"/>
          <w:szCs w:val="20"/>
        </w:rPr>
        <w:tab/>
      </w:r>
      <w:r w:rsidR="00FE098C">
        <w:rPr>
          <w:rStyle w:val="Formatvorlage4"/>
          <w:sz w:val="20"/>
          <w:szCs w:val="20"/>
        </w:rPr>
        <w:tab/>
      </w:r>
      <w:r w:rsidR="00FE098C">
        <w:rPr>
          <w:rStyle w:val="Formatvorlage4"/>
          <w:sz w:val="20"/>
          <w:szCs w:val="20"/>
        </w:rPr>
        <w:tab/>
      </w:r>
      <w:r w:rsidR="00FE098C">
        <w:rPr>
          <w:rStyle w:val="Formatvorlage4"/>
          <w:sz w:val="20"/>
          <w:szCs w:val="20"/>
        </w:rPr>
        <w:tab/>
      </w:r>
    </w:p>
    <w:p w:rsidR="00FE098C" w:rsidRDefault="00134E14" w:rsidP="00134E14">
      <w:pPr>
        <w:spacing w:line="276" w:lineRule="auto"/>
        <w:ind w:left="1418"/>
        <w:rPr>
          <w:rStyle w:val="Formatvorlage4"/>
          <w:sz w:val="20"/>
          <w:szCs w:val="20"/>
        </w:rPr>
      </w:pPr>
      <w:r>
        <w:rPr>
          <w:rStyle w:val="Formatvorlage4"/>
          <w:sz w:val="20"/>
          <w:szCs w:val="20"/>
        </w:rPr>
        <w:t>Bereichsleitung Unternehmenskommunikation</w:t>
      </w:r>
      <w:r w:rsidR="00FE098C">
        <w:rPr>
          <w:rStyle w:val="Formatvorlage4"/>
          <w:sz w:val="20"/>
          <w:szCs w:val="20"/>
        </w:rPr>
        <w:tab/>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Hyperlink"/>
          <w:sz w:val="20"/>
          <w:szCs w:val="20"/>
        </w:rPr>
      </w:pPr>
      <w:r w:rsidRPr="00487F33">
        <w:rPr>
          <w:rStyle w:val="Formatvorlage4"/>
          <w:sz w:val="20"/>
          <w:szCs w:val="20"/>
        </w:rPr>
        <w:t xml:space="preserve">Internet: </w:t>
      </w:r>
      <w:hyperlink r:id="rId8" w:history="1">
        <w:r w:rsidR="006870F5" w:rsidRPr="003F4C23">
          <w:rPr>
            <w:rStyle w:val="Hyperlink"/>
            <w:sz w:val="20"/>
            <w:szCs w:val="20"/>
          </w:rPr>
          <w:t>www.hagebau.com</w:t>
        </w:r>
      </w:hyperlink>
    </w:p>
    <w:p w:rsidR="00C93AAD" w:rsidRDefault="00C93AAD" w:rsidP="003A6C8F">
      <w:pPr>
        <w:spacing w:line="276" w:lineRule="auto"/>
        <w:ind w:left="1418"/>
        <w:rPr>
          <w:rStyle w:val="Formatvorlage4"/>
          <w:sz w:val="20"/>
          <w:szCs w:val="20"/>
        </w:rPr>
      </w:pPr>
    </w:p>
    <w:p w:rsidR="00C93AAD" w:rsidRDefault="00C93AAD" w:rsidP="003A6C8F">
      <w:pPr>
        <w:spacing w:line="276" w:lineRule="auto"/>
        <w:ind w:left="1418"/>
        <w:rPr>
          <w:rStyle w:val="Formatvorlage4"/>
          <w:sz w:val="20"/>
          <w:szCs w:val="20"/>
        </w:rPr>
      </w:pPr>
    </w:p>
    <w:p w:rsidR="00C93AAD" w:rsidRDefault="00C93AAD" w:rsidP="003A6C8F">
      <w:pPr>
        <w:spacing w:line="276" w:lineRule="auto"/>
        <w:ind w:left="1418"/>
        <w:rPr>
          <w:rStyle w:val="Formatvorlage4"/>
          <w:sz w:val="20"/>
          <w:szCs w:val="20"/>
        </w:rPr>
      </w:pPr>
    </w:p>
    <w:p w:rsidR="00C93AAD" w:rsidRDefault="00C93AAD" w:rsidP="003A6C8F">
      <w:pPr>
        <w:spacing w:line="276" w:lineRule="auto"/>
        <w:ind w:left="1418"/>
        <w:rPr>
          <w:rStyle w:val="Formatvorlage4"/>
          <w:sz w:val="20"/>
          <w:szCs w:val="20"/>
        </w:rPr>
      </w:pPr>
    </w:p>
    <w:p w:rsidR="00C93AAD" w:rsidRDefault="00C93AAD" w:rsidP="003A6C8F">
      <w:pPr>
        <w:spacing w:line="276" w:lineRule="auto"/>
        <w:ind w:left="1418"/>
        <w:rPr>
          <w:rStyle w:val="Formatvorlage4"/>
          <w:sz w:val="20"/>
          <w:szCs w:val="20"/>
        </w:rPr>
      </w:pPr>
    </w:p>
    <w:p w:rsidR="003A6C8F" w:rsidRDefault="003A6C8F" w:rsidP="003A6C8F">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r>
        <w:rPr>
          <w:rStyle w:val="Formatvorlage4"/>
          <w:sz w:val="20"/>
          <w:szCs w:val="20"/>
        </w:rPr>
        <w:tab/>
      </w:r>
      <w:r>
        <w:rPr>
          <w:rStyle w:val="Formatvorlage4"/>
          <w:sz w:val="20"/>
          <w:szCs w:val="20"/>
        </w:rPr>
        <w:tab/>
      </w:r>
      <w:r>
        <w:rPr>
          <w:rStyle w:val="Formatvorlage4"/>
          <w:sz w:val="20"/>
          <w:szCs w:val="20"/>
        </w:rPr>
        <w:tab/>
      </w:r>
    </w:p>
    <w:p w:rsidR="003A6C8F" w:rsidRDefault="003A6C8F" w:rsidP="003A6C8F">
      <w:pPr>
        <w:spacing w:line="276" w:lineRule="auto"/>
        <w:ind w:left="1418"/>
        <w:rPr>
          <w:rStyle w:val="Formatvorlage4"/>
          <w:sz w:val="20"/>
          <w:szCs w:val="20"/>
        </w:rPr>
      </w:pPr>
      <w:r>
        <w:rPr>
          <w:rStyle w:val="Formatvorlage4"/>
          <w:sz w:val="20"/>
          <w:szCs w:val="20"/>
        </w:rPr>
        <w:t>Abteilungsleitung Unternehmenskommunikation</w:t>
      </w:r>
      <w:r>
        <w:rPr>
          <w:rStyle w:val="Formatvorlage4"/>
          <w:sz w:val="20"/>
          <w:szCs w:val="20"/>
        </w:rPr>
        <w:tab/>
      </w:r>
    </w:p>
    <w:p w:rsidR="003A6C8F" w:rsidRPr="00487F33" w:rsidRDefault="003A6C8F" w:rsidP="003A6C8F">
      <w:pPr>
        <w:spacing w:line="276" w:lineRule="auto"/>
        <w:ind w:left="1418"/>
        <w:rPr>
          <w:rStyle w:val="Formatvorlage4"/>
          <w:sz w:val="20"/>
          <w:szCs w:val="20"/>
        </w:rPr>
      </w:pPr>
      <w:proofErr w:type="spellStart"/>
      <w:r>
        <w:rPr>
          <w:rStyle w:val="Formatvorlage4"/>
          <w:sz w:val="20"/>
          <w:szCs w:val="20"/>
        </w:rPr>
        <w:t>stv</w:t>
      </w:r>
      <w:proofErr w:type="spellEnd"/>
      <w:r>
        <w:rPr>
          <w:rStyle w:val="Formatvorlage4"/>
          <w:sz w:val="20"/>
          <w:szCs w:val="20"/>
        </w:rPr>
        <w:t>. Pressesprecherin</w:t>
      </w:r>
    </w:p>
    <w:p w:rsidR="003A6C8F" w:rsidRDefault="003A6C8F" w:rsidP="003A6C8F">
      <w:pPr>
        <w:spacing w:line="276" w:lineRule="auto"/>
        <w:ind w:left="1418"/>
        <w:rPr>
          <w:rStyle w:val="Formatvorlage4"/>
          <w:sz w:val="20"/>
          <w:szCs w:val="20"/>
        </w:rPr>
      </w:pPr>
    </w:p>
    <w:p w:rsidR="003A6C8F" w:rsidRDefault="003A6C8F" w:rsidP="003A6C8F">
      <w:pPr>
        <w:spacing w:line="276" w:lineRule="auto"/>
        <w:ind w:left="1418"/>
        <w:rPr>
          <w:rStyle w:val="Formatvorlage4"/>
          <w:sz w:val="20"/>
          <w:szCs w:val="20"/>
        </w:rPr>
      </w:pPr>
      <w:r w:rsidRPr="00487F33">
        <w:rPr>
          <w:rStyle w:val="Formatvorlage4"/>
          <w:sz w:val="20"/>
          <w:szCs w:val="20"/>
        </w:rPr>
        <w:t xml:space="preserve">hagebau </w:t>
      </w:r>
    </w:p>
    <w:p w:rsidR="003A6C8F" w:rsidRDefault="003A6C8F" w:rsidP="003A6C8F">
      <w:pPr>
        <w:spacing w:line="276" w:lineRule="auto"/>
        <w:ind w:left="1418"/>
        <w:rPr>
          <w:rStyle w:val="Formatvorlage4"/>
          <w:sz w:val="20"/>
          <w:szCs w:val="20"/>
        </w:rPr>
      </w:pPr>
      <w:r w:rsidRPr="00487F33">
        <w:rPr>
          <w:rStyle w:val="Formatvorlage4"/>
          <w:sz w:val="20"/>
          <w:szCs w:val="20"/>
        </w:rPr>
        <w:t>Handelsgesellschaft für Baustoffe mbH &amp; Co. KG</w:t>
      </w:r>
    </w:p>
    <w:p w:rsidR="003A6C8F" w:rsidRDefault="003A6C8F" w:rsidP="003A6C8F">
      <w:pPr>
        <w:spacing w:line="276" w:lineRule="auto"/>
        <w:ind w:left="1418"/>
        <w:rPr>
          <w:rStyle w:val="Formatvorlage4"/>
          <w:sz w:val="20"/>
          <w:szCs w:val="20"/>
        </w:rPr>
      </w:pPr>
    </w:p>
    <w:p w:rsidR="003A6C8F" w:rsidRDefault="003A6C8F" w:rsidP="003A6C8F">
      <w:pPr>
        <w:spacing w:line="276" w:lineRule="auto"/>
        <w:ind w:left="1418"/>
        <w:rPr>
          <w:rStyle w:val="Formatvorlage4"/>
          <w:sz w:val="20"/>
          <w:szCs w:val="20"/>
        </w:rPr>
      </w:pPr>
      <w:r>
        <w:rPr>
          <w:rStyle w:val="Formatvorlage4"/>
          <w:sz w:val="20"/>
          <w:szCs w:val="20"/>
        </w:rPr>
        <w:t>Celler Str. 47</w:t>
      </w:r>
    </w:p>
    <w:p w:rsidR="003A6C8F" w:rsidRPr="00E869A4" w:rsidRDefault="003A6C8F" w:rsidP="003A6C8F">
      <w:pPr>
        <w:spacing w:line="276" w:lineRule="auto"/>
        <w:ind w:left="1418"/>
        <w:rPr>
          <w:rStyle w:val="Formatvorlage4"/>
          <w:sz w:val="20"/>
          <w:szCs w:val="20"/>
        </w:rPr>
      </w:pPr>
      <w:r>
        <w:rPr>
          <w:rStyle w:val="Formatvorlage4"/>
          <w:sz w:val="20"/>
          <w:szCs w:val="20"/>
        </w:rPr>
        <w:t>29614 Soltau</w:t>
      </w:r>
    </w:p>
    <w:p w:rsidR="003A6C8F" w:rsidRPr="00E869A4" w:rsidRDefault="003A6C8F" w:rsidP="003A6C8F">
      <w:pPr>
        <w:spacing w:line="276" w:lineRule="auto"/>
        <w:ind w:left="1418"/>
        <w:rPr>
          <w:rStyle w:val="Formatvorlage4"/>
          <w:sz w:val="20"/>
          <w:szCs w:val="20"/>
        </w:rPr>
      </w:pPr>
      <w:r>
        <w:rPr>
          <w:rStyle w:val="Formatvorlage4"/>
          <w:sz w:val="20"/>
          <w:szCs w:val="20"/>
        </w:rPr>
        <w:t>Telefon: +49 5191 802-879</w:t>
      </w:r>
    </w:p>
    <w:p w:rsidR="003A6C8F" w:rsidRDefault="003A6C8F" w:rsidP="003A6C8F">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3A6C8F" w:rsidRPr="00E869A4" w:rsidRDefault="003A6C8F" w:rsidP="003A6C8F">
      <w:pPr>
        <w:spacing w:line="276" w:lineRule="auto"/>
        <w:ind w:left="1418"/>
        <w:rPr>
          <w:rStyle w:val="Formatvorlage4"/>
          <w:sz w:val="20"/>
          <w:szCs w:val="20"/>
        </w:rPr>
      </w:pPr>
      <w:r>
        <w:rPr>
          <w:rStyle w:val="Formatvorlage4"/>
          <w:sz w:val="20"/>
          <w:szCs w:val="20"/>
        </w:rPr>
        <w:t xml:space="preserve">Mobil: +49 160 223 99 99 </w:t>
      </w:r>
    </w:p>
    <w:p w:rsidR="003A6C8F" w:rsidRPr="00E869A4" w:rsidRDefault="003A6C8F" w:rsidP="003A6C8F">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3A6C8F" w:rsidRDefault="003A6C8F" w:rsidP="003A6C8F">
      <w:pPr>
        <w:spacing w:line="276" w:lineRule="auto"/>
        <w:ind w:left="1418"/>
        <w:rPr>
          <w:rStyle w:val="Formatvorlage4"/>
          <w:sz w:val="20"/>
          <w:szCs w:val="20"/>
        </w:rPr>
      </w:pPr>
      <w:r w:rsidRPr="00487F33">
        <w:rPr>
          <w:rStyle w:val="Formatvorlage4"/>
          <w:sz w:val="20"/>
          <w:szCs w:val="20"/>
        </w:rPr>
        <w:t xml:space="preserve">Internet: </w:t>
      </w:r>
      <w:hyperlink r:id="rId9" w:history="1">
        <w:r w:rsidRPr="003F4C23">
          <w:rPr>
            <w:rStyle w:val="Hyperlink"/>
            <w:sz w:val="20"/>
            <w:szCs w:val="20"/>
          </w:rPr>
          <w:t>www.hagebau.com</w:t>
        </w:r>
      </w:hyperlink>
    </w:p>
    <w:p w:rsidR="003A6C8F" w:rsidRDefault="003A6C8F" w:rsidP="00134E14">
      <w:pPr>
        <w:spacing w:line="276" w:lineRule="auto"/>
        <w:ind w:left="1418"/>
        <w:rPr>
          <w:rStyle w:val="Formatvorlage4"/>
          <w:sz w:val="20"/>
          <w:szCs w:val="20"/>
        </w:rPr>
      </w:pPr>
    </w:p>
    <w:p w:rsidR="006870F5" w:rsidRDefault="006870F5" w:rsidP="00134E14">
      <w:pPr>
        <w:spacing w:line="276" w:lineRule="auto"/>
        <w:ind w:left="1418"/>
        <w:rPr>
          <w:rStyle w:val="Formatvorlage4"/>
          <w:sz w:val="20"/>
          <w:szCs w:val="20"/>
        </w:rPr>
      </w:pPr>
    </w:p>
    <w:sectPr w:rsidR="006870F5" w:rsidSect="008F126E">
      <w:headerReference w:type="default" r:id="rId10"/>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014" w:rsidRDefault="00B71014" w:rsidP="008F126E">
      <w:r>
        <w:separator/>
      </w:r>
    </w:p>
  </w:endnote>
  <w:endnote w:type="continuationSeparator" w:id="0">
    <w:p w:rsidR="00B71014" w:rsidRDefault="00B71014"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014" w:rsidRDefault="00B71014" w:rsidP="008F126E">
      <w:r>
        <w:separator/>
      </w:r>
    </w:p>
  </w:footnote>
  <w:footnote w:type="continuationSeparator" w:id="0">
    <w:p w:rsidR="00B71014" w:rsidRDefault="00B71014"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5B55C680" wp14:editId="04AD113E">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AC09C6">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014"/>
    <w:rsid w:val="00000F0F"/>
    <w:rsid w:val="00016813"/>
    <w:rsid w:val="00051A5A"/>
    <w:rsid w:val="000D49CE"/>
    <w:rsid w:val="000F1EA2"/>
    <w:rsid w:val="00134E14"/>
    <w:rsid w:val="00191F25"/>
    <w:rsid w:val="001A3F52"/>
    <w:rsid w:val="001B399E"/>
    <w:rsid w:val="001E68A6"/>
    <w:rsid w:val="001F5555"/>
    <w:rsid w:val="0023201D"/>
    <w:rsid w:val="00263A91"/>
    <w:rsid w:val="00290F81"/>
    <w:rsid w:val="003648C1"/>
    <w:rsid w:val="003948AC"/>
    <w:rsid w:val="003A6C8F"/>
    <w:rsid w:val="003B698C"/>
    <w:rsid w:val="00422A61"/>
    <w:rsid w:val="0044065F"/>
    <w:rsid w:val="00487F33"/>
    <w:rsid w:val="004D5423"/>
    <w:rsid w:val="005657EB"/>
    <w:rsid w:val="0059181F"/>
    <w:rsid w:val="00617638"/>
    <w:rsid w:val="0067060B"/>
    <w:rsid w:val="006870F5"/>
    <w:rsid w:val="00694CBD"/>
    <w:rsid w:val="00757616"/>
    <w:rsid w:val="00820FCD"/>
    <w:rsid w:val="00856544"/>
    <w:rsid w:val="008D2980"/>
    <w:rsid w:val="008F126E"/>
    <w:rsid w:val="008F5884"/>
    <w:rsid w:val="00915DB6"/>
    <w:rsid w:val="0093002E"/>
    <w:rsid w:val="00A322F7"/>
    <w:rsid w:val="00A3690A"/>
    <w:rsid w:val="00A37949"/>
    <w:rsid w:val="00A40813"/>
    <w:rsid w:val="00A44011"/>
    <w:rsid w:val="00A61FFF"/>
    <w:rsid w:val="00A903DB"/>
    <w:rsid w:val="00AC09C6"/>
    <w:rsid w:val="00B02392"/>
    <w:rsid w:val="00B20B6B"/>
    <w:rsid w:val="00B71014"/>
    <w:rsid w:val="00B96199"/>
    <w:rsid w:val="00BA7293"/>
    <w:rsid w:val="00BE04DC"/>
    <w:rsid w:val="00C1373B"/>
    <w:rsid w:val="00C72061"/>
    <w:rsid w:val="00C93AAD"/>
    <w:rsid w:val="00CA0C4C"/>
    <w:rsid w:val="00D135B9"/>
    <w:rsid w:val="00D47A4E"/>
    <w:rsid w:val="00D8549A"/>
    <w:rsid w:val="00DB5815"/>
    <w:rsid w:val="00DC479B"/>
    <w:rsid w:val="00E02E9D"/>
    <w:rsid w:val="00E869A4"/>
    <w:rsid w:val="00E91B46"/>
    <w:rsid w:val="00ED15F0"/>
    <w:rsid w:val="00F06083"/>
    <w:rsid w:val="00F1023F"/>
    <w:rsid w:val="00F1138B"/>
    <w:rsid w:val="00F56EA5"/>
    <w:rsid w:val="00F833C4"/>
    <w:rsid w:val="00FB4CAD"/>
    <w:rsid w:val="00FE098C"/>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gebau.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ageba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56100-E39E-4B67-B441-98C72A9E8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677</Words>
  <Characters>4623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Lemmerz-Sickert</dc:creator>
  <cp:lastModifiedBy>Stefanie Ostendorf</cp:lastModifiedBy>
  <cp:revision>3</cp:revision>
  <cp:lastPrinted>2015-03-13T10:39:00Z</cp:lastPrinted>
  <dcterms:created xsi:type="dcterms:W3CDTF">2015-03-13T10:37:00Z</dcterms:created>
  <dcterms:modified xsi:type="dcterms:W3CDTF">2015-03-13T10:49:00Z</dcterms:modified>
</cp:coreProperties>
</file>