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9DE" w:rsidRPr="006549DE" w:rsidRDefault="006549DE" w:rsidP="006549DE">
      <w:pPr>
        <w:spacing w:line="320" w:lineRule="atLeast"/>
        <w:ind w:left="1418"/>
        <w:jc w:val="both"/>
        <w:rPr>
          <w:rFonts w:cs="Arial"/>
          <w:sz w:val="26"/>
          <w:szCs w:val="26"/>
        </w:rPr>
      </w:pPr>
      <w:r w:rsidRPr="006549DE">
        <w:rPr>
          <w:rFonts w:cs="Arial"/>
          <w:sz w:val="26"/>
          <w:szCs w:val="26"/>
        </w:rPr>
        <w:t>Presse-Information</w:t>
      </w:r>
    </w:p>
    <w:p w:rsidR="006549DE" w:rsidRPr="00762728" w:rsidRDefault="006549DE" w:rsidP="006549DE">
      <w:pPr>
        <w:spacing w:line="320" w:lineRule="atLeast"/>
        <w:ind w:left="1418"/>
        <w:jc w:val="both"/>
        <w:rPr>
          <w:rFonts w:cs="Arial"/>
        </w:rPr>
      </w:pPr>
    </w:p>
    <w:p w:rsidR="006549DE" w:rsidRPr="00F042EA" w:rsidRDefault="00F042EA" w:rsidP="00F042EA">
      <w:pPr>
        <w:spacing w:line="320" w:lineRule="atLeast"/>
        <w:ind w:left="1418"/>
        <w:jc w:val="both"/>
        <w:rPr>
          <w:rFonts w:cs="Arial"/>
          <w:sz w:val="24"/>
          <w:szCs w:val="24"/>
        </w:rPr>
      </w:pPr>
      <w:r>
        <w:rPr>
          <w:rFonts w:cs="Arial"/>
          <w:b/>
          <w:sz w:val="36"/>
          <w:szCs w:val="36"/>
        </w:rPr>
        <w:t xml:space="preserve">Aus blau-gelb wird rot-grün: </w:t>
      </w:r>
      <w:r w:rsidR="006549DE" w:rsidRPr="00F042EA">
        <w:rPr>
          <w:rFonts w:cs="Arial"/>
          <w:b/>
          <w:sz w:val="36"/>
          <w:szCs w:val="36"/>
        </w:rPr>
        <w:t>Celle bekommt neuen hagebaumarkt</w:t>
      </w:r>
      <w:r w:rsidR="006549DE" w:rsidRPr="00F042EA">
        <w:rPr>
          <w:rFonts w:cs="Arial"/>
          <w:sz w:val="24"/>
          <w:szCs w:val="24"/>
        </w:rPr>
        <w:t xml:space="preserve"> </w:t>
      </w:r>
    </w:p>
    <w:p w:rsidR="006549DE" w:rsidRPr="006549DE" w:rsidRDefault="00F042EA" w:rsidP="00F042EA">
      <w:pPr>
        <w:spacing w:line="360" w:lineRule="auto"/>
        <w:ind w:left="1418"/>
        <w:jc w:val="both"/>
        <w:rPr>
          <w:rFonts w:cs="Arial"/>
          <w:sz w:val="24"/>
          <w:szCs w:val="24"/>
        </w:rPr>
      </w:pPr>
      <w:r>
        <w:rPr>
          <w:rFonts w:cs="Arial"/>
          <w:sz w:val="24"/>
          <w:szCs w:val="24"/>
        </w:rPr>
        <w:br/>
      </w:r>
      <w:r w:rsidR="006549DE" w:rsidRPr="006549DE">
        <w:rPr>
          <w:rFonts w:cs="Arial"/>
          <w:sz w:val="24"/>
          <w:szCs w:val="24"/>
        </w:rPr>
        <w:t>Zusätzliche Einkaufsmöglichkeiten durch inn</w:t>
      </w:r>
      <w:r>
        <w:rPr>
          <w:rFonts w:cs="Arial"/>
          <w:sz w:val="24"/>
          <w:szCs w:val="24"/>
        </w:rPr>
        <w:t xml:space="preserve">ovatives Cross-Channel-Konzept </w:t>
      </w:r>
    </w:p>
    <w:p w:rsidR="006549DE" w:rsidRPr="006549DE" w:rsidRDefault="006549DE" w:rsidP="006549DE">
      <w:pPr>
        <w:spacing w:line="360" w:lineRule="auto"/>
        <w:ind w:left="1418"/>
        <w:jc w:val="both"/>
        <w:rPr>
          <w:rFonts w:cs="Arial"/>
          <w:sz w:val="24"/>
          <w:szCs w:val="24"/>
        </w:rPr>
      </w:pPr>
    </w:p>
    <w:p w:rsidR="006549DE" w:rsidRPr="006549DE" w:rsidRDefault="00F042EA" w:rsidP="006549DE">
      <w:pPr>
        <w:spacing w:line="360" w:lineRule="auto"/>
        <w:ind w:left="1418"/>
        <w:jc w:val="both"/>
        <w:rPr>
          <w:rFonts w:cs="Arial"/>
          <w:b/>
          <w:sz w:val="24"/>
          <w:szCs w:val="24"/>
        </w:rPr>
      </w:pPr>
      <w:r>
        <w:rPr>
          <w:rFonts w:cs="Arial"/>
          <w:b/>
          <w:sz w:val="24"/>
          <w:szCs w:val="24"/>
        </w:rPr>
        <w:t>Soltau</w:t>
      </w:r>
      <w:r w:rsidR="006549DE">
        <w:rPr>
          <w:rFonts w:cs="Arial"/>
          <w:b/>
          <w:sz w:val="24"/>
          <w:szCs w:val="24"/>
        </w:rPr>
        <w:t xml:space="preserve">, </w:t>
      </w:r>
      <w:r w:rsidR="00F426E1">
        <w:rPr>
          <w:rFonts w:cs="Arial"/>
          <w:b/>
          <w:sz w:val="24"/>
          <w:szCs w:val="24"/>
        </w:rPr>
        <w:t>9</w:t>
      </w:r>
      <w:r w:rsidR="006549DE" w:rsidRPr="006549DE">
        <w:rPr>
          <w:rFonts w:cs="Arial"/>
          <w:b/>
          <w:sz w:val="24"/>
          <w:szCs w:val="24"/>
        </w:rPr>
        <w:t xml:space="preserve">. März 2015. </w:t>
      </w:r>
      <w:r w:rsidR="006549DE">
        <w:rPr>
          <w:rFonts w:cs="Arial"/>
          <w:b/>
          <w:sz w:val="24"/>
          <w:szCs w:val="24"/>
        </w:rPr>
        <w:t xml:space="preserve">Am 5. März </w:t>
      </w:r>
      <w:r w:rsidR="006549DE" w:rsidRPr="006549DE">
        <w:rPr>
          <w:rFonts w:cs="Arial"/>
          <w:b/>
          <w:sz w:val="24"/>
          <w:szCs w:val="24"/>
        </w:rPr>
        <w:t xml:space="preserve">wurde der neue hagebaumarkt </w:t>
      </w:r>
      <w:r w:rsidR="006549DE">
        <w:rPr>
          <w:rFonts w:cs="Arial"/>
          <w:b/>
          <w:sz w:val="24"/>
          <w:szCs w:val="24"/>
        </w:rPr>
        <w:t>m</w:t>
      </w:r>
      <w:r w:rsidR="006549DE" w:rsidRPr="006549DE">
        <w:rPr>
          <w:rFonts w:cs="Arial"/>
          <w:b/>
          <w:sz w:val="24"/>
          <w:szCs w:val="24"/>
        </w:rPr>
        <w:t>it Gartencenter in Celle feierlich eröffnet. Auf 8.500 Quadratmetern Fläche bietet der Standort der hagebaumarkt Celle GmbH rund 50.000 Artikel, kompetente Beratung und ein umfangreiches Service-Angebot. Die Kunden erwartet eine moderne Ladengestaltung in ansprechendem Design, in dem 40 neue Mitarbeiter auch intensiv auf die Umsetzung eines neuartigen Cross-Channel-Konzepts des hagebau Einzelhandels vorbereitet wurden.</w:t>
      </w:r>
    </w:p>
    <w:p w:rsidR="006549DE" w:rsidRPr="006549DE" w:rsidRDefault="006549DE" w:rsidP="006549DE">
      <w:pPr>
        <w:spacing w:line="360" w:lineRule="auto"/>
        <w:ind w:left="1418"/>
        <w:jc w:val="both"/>
        <w:rPr>
          <w:rFonts w:cs="Arial"/>
          <w:b/>
          <w:sz w:val="24"/>
          <w:szCs w:val="24"/>
        </w:rPr>
      </w:pPr>
    </w:p>
    <w:p w:rsidR="004D3254" w:rsidRDefault="006549DE" w:rsidP="006549DE">
      <w:pPr>
        <w:spacing w:line="360" w:lineRule="auto"/>
        <w:ind w:left="1418"/>
        <w:jc w:val="both"/>
        <w:rPr>
          <w:rFonts w:cs="Arial"/>
          <w:sz w:val="24"/>
          <w:szCs w:val="24"/>
        </w:rPr>
      </w:pPr>
      <w:r w:rsidRPr="006549DE">
        <w:rPr>
          <w:rFonts w:cs="Arial"/>
          <w:sz w:val="24"/>
          <w:szCs w:val="24"/>
        </w:rPr>
        <w:t xml:space="preserve">„In nur drei Monaten wurde der ehemalige Max Bahr Standort in Celle zu einem hagebaumarkt umgebaut. Das ist eine starke Leistung des Mitarbeiter-Teams </w:t>
      </w:r>
      <w:r>
        <w:rPr>
          <w:rFonts w:cs="Arial"/>
          <w:sz w:val="24"/>
          <w:szCs w:val="24"/>
        </w:rPr>
        <w:t xml:space="preserve">des </w:t>
      </w:r>
      <w:r w:rsidRPr="006549DE">
        <w:rPr>
          <w:rFonts w:cs="Arial"/>
          <w:sz w:val="24"/>
          <w:szCs w:val="24"/>
        </w:rPr>
        <w:t>hagebau Einzelhandel</w:t>
      </w:r>
      <w:r>
        <w:rPr>
          <w:rFonts w:cs="Arial"/>
          <w:sz w:val="24"/>
          <w:szCs w:val="24"/>
        </w:rPr>
        <w:t>s</w:t>
      </w:r>
      <w:r w:rsidRPr="006549DE">
        <w:rPr>
          <w:rFonts w:cs="Arial"/>
          <w:sz w:val="24"/>
          <w:szCs w:val="24"/>
        </w:rPr>
        <w:t xml:space="preserve"> und des hagebaumarkt Celle“, so Kai Kächelein, Geschäftsführer hagebau Einzelhandel. Celle ist einer von 30 Standorten, die die Gesellschafter der hagebau aus der Insolvenzmasse Praktiker/</w:t>
      </w:r>
      <w:proofErr w:type="spellStart"/>
      <w:r w:rsidRPr="006549DE">
        <w:rPr>
          <w:rFonts w:cs="Arial"/>
          <w:sz w:val="24"/>
          <w:szCs w:val="24"/>
        </w:rPr>
        <w:t>MaxBahr</w:t>
      </w:r>
      <w:proofErr w:type="spellEnd"/>
      <w:r w:rsidRPr="006549DE">
        <w:rPr>
          <w:rFonts w:cs="Arial"/>
          <w:sz w:val="24"/>
          <w:szCs w:val="24"/>
        </w:rPr>
        <w:t xml:space="preserve"> übernommen haben. </w:t>
      </w:r>
      <w:r w:rsidR="004D3254">
        <w:rPr>
          <w:rFonts w:cs="Arial"/>
          <w:sz w:val="24"/>
          <w:szCs w:val="24"/>
        </w:rPr>
        <w:t xml:space="preserve">„Für die Kunden des neuen Standortes in Celle wird erlebbar, was einen hagebaumarkt ausmacht: </w:t>
      </w:r>
      <w:r w:rsidR="003B5147">
        <w:rPr>
          <w:rFonts w:cs="Arial"/>
          <w:sz w:val="24"/>
          <w:szCs w:val="24"/>
        </w:rPr>
        <w:t>u</w:t>
      </w:r>
      <w:r w:rsidR="004D3254">
        <w:rPr>
          <w:rFonts w:cs="Arial"/>
          <w:sz w:val="24"/>
          <w:szCs w:val="24"/>
        </w:rPr>
        <w:t>mfassende</w:t>
      </w:r>
      <w:r w:rsidR="003B5147">
        <w:rPr>
          <w:rFonts w:cs="Arial"/>
          <w:sz w:val="24"/>
          <w:szCs w:val="24"/>
        </w:rPr>
        <w:t xml:space="preserve">, fachlich fundierte </w:t>
      </w:r>
      <w:r w:rsidR="004D3254">
        <w:rPr>
          <w:rFonts w:cs="Arial"/>
          <w:sz w:val="24"/>
          <w:szCs w:val="24"/>
        </w:rPr>
        <w:t xml:space="preserve">Beratung, höchste Servicequalität und ein breites, ansprechendes Sortiment“, so Kächelein zum Mehrwert der Verbraucher am ehemaligen Max Bahr Standort. </w:t>
      </w:r>
      <w:r w:rsidR="00F426E1">
        <w:rPr>
          <w:rFonts w:cs="Arial"/>
          <w:sz w:val="24"/>
          <w:szCs w:val="24"/>
        </w:rPr>
        <w:t>Der d</w:t>
      </w:r>
      <w:r w:rsidR="004D3254">
        <w:rPr>
          <w:rFonts w:cs="Arial"/>
          <w:sz w:val="24"/>
          <w:szCs w:val="24"/>
        </w:rPr>
        <w:t>urch zahlreiche Kundenaussagen belegte Markenkern „</w:t>
      </w:r>
      <w:r w:rsidR="00C7135A">
        <w:rPr>
          <w:rFonts w:cs="Arial"/>
          <w:sz w:val="24"/>
          <w:szCs w:val="24"/>
        </w:rPr>
        <w:t>hier hilft man sich</w:t>
      </w:r>
      <w:r w:rsidR="004D3254">
        <w:rPr>
          <w:rFonts w:cs="Arial"/>
          <w:sz w:val="24"/>
          <w:szCs w:val="24"/>
        </w:rPr>
        <w:t xml:space="preserve">“ sei eben im hagebau Einzelhandel </w:t>
      </w:r>
      <w:r w:rsidR="003B5147">
        <w:rPr>
          <w:rFonts w:cs="Arial"/>
          <w:sz w:val="24"/>
          <w:szCs w:val="24"/>
        </w:rPr>
        <w:t>live spürbar</w:t>
      </w:r>
      <w:r w:rsidR="004D3254">
        <w:rPr>
          <w:rFonts w:cs="Arial"/>
          <w:sz w:val="24"/>
          <w:szCs w:val="24"/>
        </w:rPr>
        <w:t>, sagt der Geschäftsführer un</w:t>
      </w:r>
      <w:r w:rsidR="00C7135A">
        <w:rPr>
          <w:rFonts w:cs="Arial"/>
          <w:sz w:val="24"/>
          <w:szCs w:val="24"/>
        </w:rPr>
        <w:t xml:space="preserve">d verweist dabei unter </w:t>
      </w:r>
      <w:r w:rsidR="004D3254">
        <w:rPr>
          <w:rFonts w:cs="Arial"/>
          <w:sz w:val="24"/>
          <w:szCs w:val="24"/>
        </w:rPr>
        <w:t xml:space="preserve">anderem auf die aktuelle Service-Value Studie der Goethe Universität Frankfurt/Main in Kooperation </w:t>
      </w:r>
      <w:r w:rsidR="008A07F3">
        <w:rPr>
          <w:rFonts w:cs="Arial"/>
          <w:sz w:val="24"/>
          <w:szCs w:val="24"/>
        </w:rPr>
        <w:t xml:space="preserve">mit </w:t>
      </w:r>
      <w:r w:rsidR="004D3254">
        <w:rPr>
          <w:rFonts w:cs="Arial"/>
          <w:sz w:val="24"/>
          <w:szCs w:val="24"/>
        </w:rPr>
        <w:t xml:space="preserve">der Tageszeitung „Die </w:t>
      </w:r>
      <w:r w:rsidR="004D3254">
        <w:rPr>
          <w:rFonts w:cs="Arial"/>
          <w:sz w:val="24"/>
          <w:szCs w:val="24"/>
        </w:rPr>
        <w:lastRenderedPageBreak/>
        <w:t xml:space="preserve">Welt“. </w:t>
      </w:r>
      <w:r w:rsidR="008A07F3">
        <w:rPr>
          <w:rFonts w:cs="Arial"/>
          <w:sz w:val="24"/>
          <w:szCs w:val="24"/>
        </w:rPr>
        <w:t>Diese hatte die hagebaumärkte noch Ende September des vergangenen Jahres als Service-Champions bestätigt.</w:t>
      </w:r>
    </w:p>
    <w:p w:rsidR="008A07F3" w:rsidRDefault="008A07F3" w:rsidP="006549DE">
      <w:pPr>
        <w:spacing w:line="360" w:lineRule="auto"/>
        <w:ind w:left="1418"/>
        <w:jc w:val="both"/>
        <w:rPr>
          <w:rFonts w:cs="Arial"/>
          <w:sz w:val="24"/>
          <w:szCs w:val="24"/>
        </w:rPr>
      </w:pPr>
    </w:p>
    <w:p w:rsidR="006549DE" w:rsidRPr="006549DE" w:rsidRDefault="006549DE" w:rsidP="006549DE">
      <w:pPr>
        <w:spacing w:line="360" w:lineRule="auto"/>
        <w:ind w:left="1418"/>
        <w:jc w:val="both"/>
        <w:rPr>
          <w:rFonts w:cs="Arial"/>
          <w:sz w:val="24"/>
          <w:szCs w:val="24"/>
        </w:rPr>
      </w:pPr>
      <w:r w:rsidRPr="006549DE">
        <w:rPr>
          <w:rFonts w:cs="Arial"/>
          <w:sz w:val="24"/>
          <w:szCs w:val="24"/>
        </w:rPr>
        <w:t xml:space="preserve">Der neue Markt bietet nun ein Komplettangebot für Heimwerker und Gartenliebhaber im Innen- und Außenbereich, sowie eine Baustoff- und Elektroabteilung. Die 40 Mitarbeiter sind ausgebildete Fachkräfte und gelernte Handwerker. </w:t>
      </w:r>
    </w:p>
    <w:p w:rsidR="006549DE" w:rsidRPr="006549DE" w:rsidRDefault="006549DE" w:rsidP="006549DE">
      <w:pPr>
        <w:spacing w:line="360" w:lineRule="auto"/>
        <w:ind w:left="1418"/>
        <w:jc w:val="both"/>
        <w:rPr>
          <w:rFonts w:cs="Arial"/>
          <w:sz w:val="24"/>
          <w:szCs w:val="24"/>
        </w:rPr>
      </w:pPr>
    </w:p>
    <w:p w:rsidR="006549DE" w:rsidRPr="006549DE" w:rsidRDefault="006549DE" w:rsidP="006549DE">
      <w:pPr>
        <w:spacing w:line="360" w:lineRule="auto"/>
        <w:ind w:left="1418"/>
        <w:jc w:val="both"/>
        <w:rPr>
          <w:rFonts w:cs="Arial"/>
          <w:sz w:val="24"/>
          <w:szCs w:val="24"/>
        </w:rPr>
      </w:pPr>
      <w:r w:rsidRPr="006549DE">
        <w:rPr>
          <w:rFonts w:cs="Arial"/>
          <w:sz w:val="24"/>
          <w:szCs w:val="24"/>
        </w:rPr>
        <w:t xml:space="preserve">Felix </w:t>
      </w:r>
      <w:proofErr w:type="spellStart"/>
      <w:r w:rsidRPr="006549DE">
        <w:rPr>
          <w:rFonts w:cs="Arial"/>
          <w:sz w:val="24"/>
          <w:szCs w:val="24"/>
        </w:rPr>
        <w:t>Mölders</w:t>
      </w:r>
      <w:proofErr w:type="spellEnd"/>
      <w:r w:rsidRPr="006549DE">
        <w:rPr>
          <w:rFonts w:cs="Arial"/>
          <w:sz w:val="24"/>
          <w:szCs w:val="24"/>
        </w:rPr>
        <w:t xml:space="preserve">, Geschäftsführer der </w:t>
      </w:r>
      <w:proofErr w:type="spellStart"/>
      <w:r w:rsidRPr="006549DE">
        <w:rPr>
          <w:rFonts w:cs="Arial"/>
          <w:sz w:val="24"/>
          <w:szCs w:val="24"/>
        </w:rPr>
        <w:t>Mölders</w:t>
      </w:r>
      <w:proofErr w:type="spellEnd"/>
      <w:r w:rsidRPr="006549DE">
        <w:rPr>
          <w:rFonts w:cs="Arial"/>
          <w:sz w:val="24"/>
          <w:szCs w:val="24"/>
        </w:rPr>
        <w:t xml:space="preserve"> Gruppe, zu der auch der neue hagebaumarkt Celle gehört, hebt besonders die neuen crossmedialen Einkaufsmöglichkeiten hervor: „Neben 50.000 Artikeln, die wir in den Regalen führen, bieten wir unseren Kunden im Markt die Möglichkeit, an Bildschirmen mit Touchscreens in unserem Online-Shop zu bestellen. Natürlich kann auch im Katalog bzw. im Internet ausgesucht und von zuhause oder unterwegs, z.</w:t>
      </w:r>
      <w:r>
        <w:rPr>
          <w:rFonts w:cs="Arial"/>
          <w:sz w:val="24"/>
          <w:szCs w:val="24"/>
        </w:rPr>
        <w:t xml:space="preserve"> </w:t>
      </w:r>
      <w:r w:rsidRPr="006549DE">
        <w:rPr>
          <w:rFonts w:cs="Arial"/>
          <w:sz w:val="24"/>
          <w:szCs w:val="24"/>
        </w:rPr>
        <w:t>B. per Smartphone, geordert werden.“ Bei Bestel</w:t>
      </w:r>
      <w:r w:rsidR="00F042EA">
        <w:rPr>
          <w:rFonts w:cs="Arial"/>
          <w:sz w:val="24"/>
          <w:szCs w:val="24"/>
        </w:rPr>
        <w:t>lungen aus dem Online-Sortiment, die auch während des Marktbesuchs des Kunden beraten</w:t>
      </w:r>
      <w:r w:rsidR="00F426E1">
        <w:rPr>
          <w:rFonts w:cs="Arial"/>
          <w:sz w:val="24"/>
          <w:szCs w:val="24"/>
        </w:rPr>
        <w:t>d stattfinden kö</w:t>
      </w:r>
      <w:r w:rsidR="00F042EA">
        <w:rPr>
          <w:rFonts w:cs="Arial"/>
          <w:sz w:val="24"/>
          <w:szCs w:val="24"/>
        </w:rPr>
        <w:t>nn</w:t>
      </w:r>
      <w:r w:rsidR="00F426E1">
        <w:rPr>
          <w:rFonts w:cs="Arial"/>
          <w:sz w:val="24"/>
          <w:szCs w:val="24"/>
        </w:rPr>
        <w:t>en</w:t>
      </w:r>
      <w:r w:rsidR="00F042EA">
        <w:rPr>
          <w:rFonts w:cs="Arial"/>
          <w:sz w:val="24"/>
          <w:szCs w:val="24"/>
        </w:rPr>
        <w:t xml:space="preserve">, </w:t>
      </w:r>
      <w:r w:rsidRPr="006549DE">
        <w:rPr>
          <w:rFonts w:cs="Arial"/>
          <w:sz w:val="24"/>
          <w:szCs w:val="24"/>
        </w:rPr>
        <w:t xml:space="preserve">wird der Einkauf kostenlos nach Hause geliefert. In jedem Fall steht das Team des </w:t>
      </w:r>
      <w:proofErr w:type="spellStart"/>
      <w:r w:rsidRPr="006549DE">
        <w:rPr>
          <w:rFonts w:cs="Arial"/>
          <w:sz w:val="24"/>
          <w:szCs w:val="24"/>
        </w:rPr>
        <w:t>hagebaumarktes</w:t>
      </w:r>
      <w:proofErr w:type="spellEnd"/>
      <w:r w:rsidRPr="006549DE">
        <w:rPr>
          <w:rFonts w:cs="Arial"/>
          <w:sz w:val="24"/>
          <w:szCs w:val="24"/>
        </w:rPr>
        <w:t xml:space="preserve"> für Fragen und Beratung gern zur Verfügung.</w:t>
      </w:r>
    </w:p>
    <w:p w:rsidR="006549DE" w:rsidRPr="006549DE" w:rsidRDefault="006549DE" w:rsidP="006549DE">
      <w:pPr>
        <w:spacing w:line="360" w:lineRule="auto"/>
        <w:ind w:left="1418"/>
        <w:jc w:val="both"/>
        <w:rPr>
          <w:rFonts w:cs="Arial"/>
          <w:sz w:val="24"/>
          <w:szCs w:val="24"/>
        </w:rPr>
      </w:pPr>
    </w:p>
    <w:p w:rsidR="006549DE" w:rsidRPr="006549DE" w:rsidRDefault="006549DE" w:rsidP="006549DE">
      <w:pPr>
        <w:spacing w:line="360" w:lineRule="auto"/>
        <w:ind w:left="1418"/>
        <w:jc w:val="both"/>
        <w:rPr>
          <w:rFonts w:cs="Arial"/>
          <w:sz w:val="24"/>
          <w:szCs w:val="24"/>
        </w:rPr>
      </w:pPr>
      <w:r w:rsidRPr="006549DE">
        <w:rPr>
          <w:rFonts w:cs="Arial"/>
          <w:sz w:val="24"/>
          <w:szCs w:val="24"/>
        </w:rPr>
        <w:t xml:space="preserve">„Ein weiterer klarer Vorteil ist, dass wir durch unsere Partnerschaft zu den hauseigenen </w:t>
      </w:r>
      <w:proofErr w:type="spellStart"/>
      <w:r w:rsidRPr="006549DE">
        <w:rPr>
          <w:rFonts w:cs="Arial"/>
          <w:sz w:val="24"/>
          <w:szCs w:val="24"/>
        </w:rPr>
        <w:t>Mölders</w:t>
      </w:r>
      <w:proofErr w:type="spellEnd"/>
      <w:r w:rsidRPr="006549DE">
        <w:rPr>
          <w:rFonts w:cs="Arial"/>
          <w:sz w:val="24"/>
          <w:szCs w:val="24"/>
        </w:rPr>
        <w:t xml:space="preserve"> Baucentren alle Baustoffe für jegliches Bauprojekt per Kran-LKW bis an die Bordsteinkante liefern und auf die Kompetenz und Serviceleistungen des Fachhandels zurückgreifen können“, ergänzt Marktleiter Thorsten </w:t>
      </w:r>
      <w:proofErr w:type="spellStart"/>
      <w:r w:rsidRPr="006549DE">
        <w:rPr>
          <w:rFonts w:cs="Arial"/>
          <w:sz w:val="24"/>
          <w:szCs w:val="24"/>
        </w:rPr>
        <w:t>Zühlsdorff</w:t>
      </w:r>
      <w:proofErr w:type="spellEnd"/>
      <w:r w:rsidRPr="006549DE">
        <w:rPr>
          <w:rFonts w:cs="Arial"/>
          <w:sz w:val="24"/>
          <w:szCs w:val="24"/>
        </w:rPr>
        <w:t>.</w:t>
      </w:r>
    </w:p>
    <w:p w:rsidR="006549DE" w:rsidRPr="006549DE" w:rsidRDefault="006549DE" w:rsidP="006549DE">
      <w:pPr>
        <w:spacing w:line="360" w:lineRule="auto"/>
        <w:ind w:left="1418"/>
        <w:jc w:val="both"/>
        <w:rPr>
          <w:rFonts w:cs="Arial"/>
          <w:sz w:val="24"/>
          <w:szCs w:val="24"/>
        </w:rPr>
      </w:pPr>
    </w:p>
    <w:p w:rsidR="006549DE" w:rsidRPr="006549DE" w:rsidRDefault="006549DE" w:rsidP="006549DE">
      <w:pPr>
        <w:spacing w:line="360" w:lineRule="auto"/>
        <w:ind w:left="1418"/>
        <w:jc w:val="both"/>
        <w:rPr>
          <w:rFonts w:cs="Arial"/>
          <w:b/>
          <w:sz w:val="24"/>
          <w:szCs w:val="24"/>
        </w:rPr>
      </w:pPr>
      <w:r w:rsidRPr="006549DE">
        <w:rPr>
          <w:rFonts w:cs="Arial"/>
          <w:b/>
          <w:sz w:val="24"/>
          <w:szCs w:val="24"/>
        </w:rPr>
        <w:t>Große Vielfalt im Gartencenter</w:t>
      </w:r>
    </w:p>
    <w:p w:rsidR="006549DE" w:rsidRPr="006549DE" w:rsidRDefault="006549DE" w:rsidP="006549DE">
      <w:pPr>
        <w:spacing w:line="360" w:lineRule="auto"/>
        <w:ind w:left="1418"/>
        <w:jc w:val="both"/>
        <w:rPr>
          <w:rFonts w:cs="Arial"/>
          <w:sz w:val="24"/>
          <w:szCs w:val="24"/>
        </w:rPr>
      </w:pPr>
      <w:r w:rsidRPr="006549DE">
        <w:rPr>
          <w:rFonts w:cs="Arial"/>
          <w:sz w:val="24"/>
          <w:szCs w:val="24"/>
        </w:rPr>
        <w:t>Im integrierten Gartencenter stehen den Kunden ausgebildete Gärtner und Gärtnermeister beratend zur Seite. Hobbygärtner erwartet eine Auswahl qualitativ hochwertiger Pflanzen aus deutschen Baumschulen und von regionalen Züchtern. Die kostenlose Bepflanzung von Kübeln und Balkonkästen gehört zum umfangreichen Serviceangebot in Celle.</w:t>
      </w:r>
    </w:p>
    <w:p w:rsidR="006549DE" w:rsidRPr="006549DE" w:rsidRDefault="006549DE" w:rsidP="006549DE">
      <w:pPr>
        <w:spacing w:line="360" w:lineRule="auto"/>
        <w:ind w:left="1418"/>
        <w:jc w:val="both"/>
        <w:rPr>
          <w:rFonts w:cs="Arial"/>
          <w:b/>
          <w:sz w:val="24"/>
          <w:szCs w:val="24"/>
        </w:rPr>
      </w:pPr>
      <w:r w:rsidRPr="006549DE">
        <w:rPr>
          <w:rFonts w:cs="Arial"/>
          <w:b/>
          <w:sz w:val="24"/>
          <w:szCs w:val="24"/>
        </w:rPr>
        <w:lastRenderedPageBreak/>
        <w:t>Mit Service zum Erfolg</w:t>
      </w:r>
    </w:p>
    <w:p w:rsidR="006549DE" w:rsidRPr="006549DE" w:rsidRDefault="006549DE" w:rsidP="006549DE">
      <w:pPr>
        <w:spacing w:line="360" w:lineRule="auto"/>
        <w:ind w:left="1418"/>
        <w:jc w:val="both"/>
        <w:rPr>
          <w:rFonts w:cs="Arial"/>
          <w:sz w:val="24"/>
          <w:szCs w:val="24"/>
        </w:rPr>
      </w:pPr>
      <w:r w:rsidRPr="006549DE">
        <w:rPr>
          <w:rFonts w:cs="Arial"/>
          <w:sz w:val="24"/>
          <w:szCs w:val="24"/>
        </w:rPr>
        <w:t>Für den Dienst am Kunden setzen hagebaumärkte auf die kontinuierliche Schulung und Weiterbildung ihrer Mitarbeiter. Zu diesen Services gehören auch in Celle die hagebau Partnercard mit Rabattvorteilen, ein Lieferservice oder das Angebot, Anhänger, Transporter und Geräte zu mieten.</w:t>
      </w:r>
    </w:p>
    <w:p w:rsidR="006549DE" w:rsidRPr="006549DE" w:rsidRDefault="006549DE" w:rsidP="006549DE">
      <w:pPr>
        <w:spacing w:line="360" w:lineRule="auto"/>
        <w:ind w:left="1418"/>
        <w:jc w:val="both"/>
        <w:rPr>
          <w:rFonts w:cs="Arial"/>
          <w:sz w:val="24"/>
          <w:szCs w:val="24"/>
        </w:rPr>
      </w:pPr>
    </w:p>
    <w:p w:rsidR="006549DE" w:rsidRPr="006549DE" w:rsidRDefault="006549DE" w:rsidP="006549DE">
      <w:pPr>
        <w:spacing w:line="360" w:lineRule="auto"/>
        <w:ind w:left="1418"/>
        <w:jc w:val="both"/>
        <w:rPr>
          <w:rFonts w:cs="Arial"/>
          <w:b/>
          <w:sz w:val="24"/>
          <w:szCs w:val="24"/>
        </w:rPr>
      </w:pPr>
      <w:r w:rsidRPr="006549DE">
        <w:rPr>
          <w:rFonts w:cs="Arial"/>
          <w:b/>
          <w:sz w:val="24"/>
          <w:szCs w:val="24"/>
        </w:rPr>
        <w:t xml:space="preserve">Zur Firmengruppe </w:t>
      </w:r>
      <w:proofErr w:type="spellStart"/>
      <w:r w:rsidRPr="006549DE">
        <w:rPr>
          <w:rFonts w:cs="Arial"/>
          <w:b/>
          <w:sz w:val="24"/>
          <w:szCs w:val="24"/>
        </w:rPr>
        <w:t>Mölders</w:t>
      </w:r>
      <w:proofErr w:type="spellEnd"/>
    </w:p>
    <w:p w:rsidR="006549DE" w:rsidRDefault="006549DE" w:rsidP="006549DE">
      <w:pPr>
        <w:spacing w:line="360" w:lineRule="auto"/>
        <w:ind w:left="1418"/>
        <w:jc w:val="both"/>
        <w:rPr>
          <w:rFonts w:cs="Arial"/>
          <w:sz w:val="24"/>
          <w:szCs w:val="24"/>
        </w:rPr>
      </w:pPr>
      <w:r w:rsidRPr="006549DE">
        <w:rPr>
          <w:rFonts w:cs="Arial"/>
          <w:sz w:val="24"/>
          <w:szCs w:val="24"/>
        </w:rPr>
        <w:t xml:space="preserve">Die mittelständische Firmengruppe </w:t>
      </w:r>
      <w:proofErr w:type="spellStart"/>
      <w:r w:rsidRPr="006549DE">
        <w:rPr>
          <w:rFonts w:cs="Arial"/>
          <w:sz w:val="24"/>
          <w:szCs w:val="24"/>
        </w:rPr>
        <w:t>Mölders</w:t>
      </w:r>
      <w:proofErr w:type="spellEnd"/>
      <w:r w:rsidRPr="006549DE">
        <w:rPr>
          <w:rFonts w:cs="Arial"/>
          <w:sz w:val="24"/>
          <w:szCs w:val="24"/>
        </w:rPr>
        <w:t xml:space="preserve"> mit Stammsitz in Bad Bevensen gehört zur hagebau-Kooperation. Sie wurde 1946 von Hans </w:t>
      </w:r>
      <w:proofErr w:type="spellStart"/>
      <w:r w:rsidRPr="006549DE">
        <w:rPr>
          <w:rFonts w:cs="Arial"/>
          <w:sz w:val="24"/>
          <w:szCs w:val="24"/>
        </w:rPr>
        <w:t>Mölders</w:t>
      </w:r>
      <w:proofErr w:type="spellEnd"/>
      <w:r w:rsidRPr="006549DE">
        <w:rPr>
          <w:rFonts w:cs="Arial"/>
          <w:sz w:val="24"/>
          <w:szCs w:val="24"/>
        </w:rPr>
        <w:t xml:space="preserve"> gegründet und wird nun bereits in dritter Generation von Felix </w:t>
      </w:r>
      <w:proofErr w:type="spellStart"/>
      <w:r w:rsidRPr="006549DE">
        <w:rPr>
          <w:rFonts w:cs="Arial"/>
          <w:sz w:val="24"/>
          <w:szCs w:val="24"/>
        </w:rPr>
        <w:t>Mölders</w:t>
      </w:r>
      <w:proofErr w:type="spellEnd"/>
      <w:r w:rsidRPr="006549DE">
        <w:rPr>
          <w:rFonts w:cs="Arial"/>
          <w:sz w:val="24"/>
          <w:szCs w:val="24"/>
        </w:rPr>
        <w:t xml:space="preserve"> geführt. Mit über 460 Mitarbeitern versorgt die </w:t>
      </w:r>
      <w:proofErr w:type="spellStart"/>
      <w:r w:rsidRPr="006549DE">
        <w:rPr>
          <w:rFonts w:cs="Arial"/>
          <w:sz w:val="24"/>
          <w:szCs w:val="24"/>
        </w:rPr>
        <w:t>Mölders</w:t>
      </w:r>
      <w:proofErr w:type="spellEnd"/>
      <w:r w:rsidRPr="006549DE">
        <w:rPr>
          <w:rFonts w:cs="Arial"/>
          <w:sz w:val="24"/>
          <w:szCs w:val="24"/>
        </w:rPr>
        <w:t>-Gruppe heute ihre Kunden zwischen den Metropolregionen Hamburg, Hannover und Berlin mit allem rund um Bauen, Wohnen und Garten.</w:t>
      </w:r>
    </w:p>
    <w:p w:rsidR="00F042EA" w:rsidRDefault="00F042EA" w:rsidP="006549DE">
      <w:pPr>
        <w:spacing w:line="360" w:lineRule="auto"/>
        <w:ind w:left="1418"/>
        <w:jc w:val="both"/>
        <w:rPr>
          <w:rFonts w:cs="Arial"/>
          <w:sz w:val="24"/>
          <w:szCs w:val="24"/>
        </w:rPr>
      </w:pPr>
    </w:p>
    <w:p w:rsidR="00F042EA" w:rsidRPr="006549DE" w:rsidRDefault="00F042EA" w:rsidP="006549DE">
      <w:pPr>
        <w:spacing w:line="360" w:lineRule="auto"/>
        <w:ind w:left="1418"/>
        <w:jc w:val="both"/>
        <w:rPr>
          <w:rFonts w:cs="Arial"/>
          <w:b/>
          <w:sz w:val="24"/>
          <w:szCs w:val="24"/>
        </w:rPr>
      </w:pPr>
      <w:r>
        <w:rPr>
          <w:rFonts w:cs="Arial"/>
          <w:sz w:val="24"/>
          <w:szCs w:val="24"/>
        </w:rPr>
        <w:t>Am Standort Celle wurden 4 Millionen Euro in die Kernsanierung der Gebäudesubstanz, Digitalisierung der Angebote, moderne LED-Beleuchtung und das Kunden-Informations-System In-Store TV investiert.</w:t>
      </w:r>
    </w:p>
    <w:p w:rsidR="006549DE" w:rsidRPr="00762728" w:rsidRDefault="006549DE" w:rsidP="006549DE">
      <w:pPr>
        <w:spacing w:line="320" w:lineRule="atLeast"/>
        <w:ind w:left="1418"/>
        <w:jc w:val="both"/>
        <w:rPr>
          <w:rFonts w:cs="Arial"/>
        </w:rPr>
      </w:pPr>
    </w:p>
    <w:p w:rsidR="006549DE" w:rsidRPr="00762728" w:rsidRDefault="006549DE" w:rsidP="006549DE">
      <w:pPr>
        <w:spacing w:line="320" w:lineRule="atLeast"/>
        <w:ind w:left="1418"/>
        <w:jc w:val="both"/>
        <w:rPr>
          <w:rFonts w:cs="Arial"/>
        </w:rPr>
      </w:pPr>
      <w:r w:rsidRPr="00762728">
        <w:rPr>
          <w:rFonts w:cs="Arial"/>
        </w:rPr>
        <w:t>(</w:t>
      </w:r>
      <w:r w:rsidR="007F0808">
        <w:rPr>
          <w:rFonts w:cs="Arial"/>
        </w:rPr>
        <w:t>4.253</w:t>
      </w:r>
      <w:r w:rsidRPr="00762728">
        <w:rPr>
          <w:rFonts w:cs="Arial"/>
        </w:rPr>
        <w:t xml:space="preserve"> Zeichen)</w:t>
      </w:r>
    </w:p>
    <w:p w:rsidR="00134E14" w:rsidRDefault="00134E14" w:rsidP="0067060B">
      <w:pPr>
        <w:ind w:left="1418"/>
        <w:rPr>
          <w:rStyle w:val="Formatvorlage4"/>
        </w:rPr>
      </w:pPr>
    </w:p>
    <w:p w:rsidR="00745D53" w:rsidRDefault="00745D53" w:rsidP="0067060B">
      <w:pPr>
        <w:ind w:left="1418"/>
        <w:rPr>
          <w:rStyle w:val="Formatvorlage4"/>
        </w:rPr>
      </w:pPr>
    </w:p>
    <w:p w:rsidR="00745D53" w:rsidRDefault="00745D53" w:rsidP="0067060B">
      <w:pPr>
        <w:ind w:left="1418"/>
        <w:rPr>
          <w:rStyle w:val="Formatvorlage4"/>
        </w:rPr>
      </w:pPr>
    </w:p>
    <w:p w:rsidR="00745D53" w:rsidRDefault="00745D53" w:rsidP="0067060B">
      <w:pPr>
        <w:ind w:left="1418"/>
        <w:rPr>
          <w:rStyle w:val="Formatvorlage4"/>
        </w:rPr>
      </w:pPr>
    </w:p>
    <w:p w:rsidR="00745D53" w:rsidRDefault="00745D53" w:rsidP="0067060B">
      <w:pPr>
        <w:ind w:left="1418"/>
        <w:rPr>
          <w:rStyle w:val="Formatvorlage4"/>
        </w:rPr>
      </w:pPr>
    </w:p>
    <w:p w:rsidR="00745D53" w:rsidRDefault="00745D53" w:rsidP="0067060B">
      <w:pPr>
        <w:ind w:left="1418"/>
        <w:rPr>
          <w:rStyle w:val="Formatvorlage4"/>
        </w:rPr>
      </w:pPr>
    </w:p>
    <w:p w:rsidR="00745D53" w:rsidRDefault="00745D53" w:rsidP="00745D53">
      <w:pPr>
        <w:ind w:left="1418"/>
        <w:rPr>
          <w:rStyle w:val="Formatvorlage4"/>
          <w:b/>
          <w:u w:val="single"/>
        </w:rPr>
      </w:pPr>
      <w:r>
        <w:rPr>
          <w:rStyle w:val="Formatvorlage4"/>
          <w:b/>
          <w:u w:val="single"/>
        </w:rPr>
        <w:t>Bildunterschriften:</w:t>
      </w:r>
    </w:p>
    <w:p w:rsidR="00745D53" w:rsidRDefault="00745D53" w:rsidP="00745D53">
      <w:pPr>
        <w:ind w:left="1418"/>
        <w:rPr>
          <w:rStyle w:val="Formatvorlage4"/>
          <w:b/>
          <w:u w:val="single"/>
        </w:rPr>
      </w:pPr>
    </w:p>
    <w:p w:rsidR="00745D53" w:rsidRPr="00477A07" w:rsidRDefault="00745D53" w:rsidP="00745D53">
      <w:pPr>
        <w:ind w:left="1418"/>
        <w:rPr>
          <w:rStyle w:val="Formatvorlage4"/>
          <w:b/>
        </w:rPr>
      </w:pPr>
      <w:r w:rsidRPr="00C3074C">
        <w:rPr>
          <w:rStyle w:val="Formatvorlage4"/>
          <w:b/>
        </w:rPr>
        <w:t>Der_neue_hagebaumarkt_in_Celle</w:t>
      </w:r>
      <w:r w:rsidRPr="00477A07">
        <w:rPr>
          <w:rStyle w:val="Formatvorlage4"/>
          <w:b/>
        </w:rPr>
        <w:t>.jpg</w:t>
      </w:r>
    </w:p>
    <w:p w:rsidR="00745D53" w:rsidRDefault="00745D53" w:rsidP="00745D53">
      <w:pPr>
        <w:ind w:left="1416"/>
        <w:rPr>
          <w:rStyle w:val="Formatvorlage4"/>
          <w:szCs w:val="24"/>
        </w:rPr>
      </w:pPr>
      <w:r>
        <w:rPr>
          <w:rStyle w:val="Formatvorlage4"/>
        </w:rPr>
        <w:t>Aus blau-gelb wurde rot-grün -</w:t>
      </w:r>
      <w:r w:rsidRPr="00C3074C">
        <w:rPr>
          <w:rStyle w:val="Formatvorlage4"/>
        </w:rPr>
        <w:t xml:space="preserve"> der neue hagebaumarkt in Celle eröffnete am 5. März</w:t>
      </w:r>
    </w:p>
    <w:p w:rsidR="00745D53" w:rsidRDefault="00745D53" w:rsidP="00745D53">
      <w:pPr>
        <w:ind w:left="1418"/>
        <w:rPr>
          <w:rStyle w:val="Formatvorlage4"/>
          <w:szCs w:val="24"/>
        </w:rPr>
      </w:pPr>
    </w:p>
    <w:p w:rsidR="00745D53" w:rsidRPr="00477A07" w:rsidRDefault="00745D53" w:rsidP="00745D53">
      <w:pPr>
        <w:ind w:left="1418"/>
        <w:rPr>
          <w:rStyle w:val="Formatvorlage4"/>
          <w:b/>
        </w:rPr>
      </w:pPr>
      <w:r>
        <w:rPr>
          <w:rStyle w:val="Formatvorlage4"/>
          <w:b/>
        </w:rPr>
        <w:t>Zufriedene_Kunden</w:t>
      </w:r>
      <w:r w:rsidRPr="00477A07">
        <w:rPr>
          <w:rStyle w:val="Formatvorlage4"/>
          <w:b/>
        </w:rPr>
        <w:t>.jpg</w:t>
      </w:r>
    </w:p>
    <w:p w:rsidR="00745D53" w:rsidRDefault="00745D53" w:rsidP="00745D53">
      <w:pPr>
        <w:ind w:left="1418"/>
        <w:rPr>
          <w:rStyle w:val="Formatvorlage4"/>
          <w:szCs w:val="24"/>
        </w:rPr>
      </w:pPr>
      <w:r w:rsidRPr="00C3074C">
        <w:rPr>
          <w:rStyle w:val="Formatvorlage4"/>
        </w:rPr>
        <w:t>Der Frühling beginnt - zufriedene Kunden am Eröffnungstag im neuen hagebaumarkt Celle</w:t>
      </w:r>
    </w:p>
    <w:p w:rsidR="00745D53" w:rsidRDefault="00745D53" w:rsidP="00745D53">
      <w:pPr>
        <w:ind w:left="1418"/>
        <w:rPr>
          <w:rStyle w:val="Formatvorlage4"/>
          <w:szCs w:val="24"/>
        </w:rPr>
      </w:pPr>
    </w:p>
    <w:p w:rsidR="00745D53" w:rsidRPr="00477A07" w:rsidRDefault="00745D53" w:rsidP="00745D53">
      <w:pPr>
        <w:ind w:left="1418"/>
        <w:rPr>
          <w:rStyle w:val="Formatvorlage4"/>
          <w:b/>
        </w:rPr>
      </w:pPr>
      <w:r>
        <w:rPr>
          <w:rStyle w:val="Formatvorlage4"/>
          <w:b/>
        </w:rPr>
        <w:t>Elfen</w:t>
      </w:r>
      <w:r w:rsidRPr="00477A07">
        <w:rPr>
          <w:rStyle w:val="Formatvorlage4"/>
          <w:b/>
        </w:rPr>
        <w:t>.jpg</w:t>
      </w:r>
    </w:p>
    <w:p w:rsidR="00745D53" w:rsidRDefault="00745D53" w:rsidP="00745D53">
      <w:pPr>
        <w:ind w:left="1418"/>
        <w:rPr>
          <w:rStyle w:val="Formatvorlage4"/>
          <w:szCs w:val="24"/>
        </w:rPr>
      </w:pPr>
      <w:r w:rsidRPr="00C3074C">
        <w:rPr>
          <w:rStyle w:val="Formatvorlage4"/>
        </w:rPr>
        <w:t>Elfen verschenken Rosen zur Eröffnung des hagebaumarkts Celle</w:t>
      </w:r>
    </w:p>
    <w:p w:rsidR="00745D53" w:rsidRDefault="00745D53" w:rsidP="00745D53">
      <w:pPr>
        <w:ind w:left="1418"/>
        <w:rPr>
          <w:rStyle w:val="Formatvorlage4"/>
          <w:szCs w:val="24"/>
        </w:rPr>
      </w:pPr>
    </w:p>
    <w:p w:rsidR="00745D53" w:rsidRPr="00477A07" w:rsidRDefault="00745D53" w:rsidP="00745D53">
      <w:pPr>
        <w:ind w:left="1418"/>
        <w:rPr>
          <w:rStyle w:val="Formatvorlage4"/>
          <w:b/>
        </w:rPr>
      </w:pPr>
      <w:r>
        <w:rPr>
          <w:rStyle w:val="Formatvorlage4"/>
          <w:b/>
        </w:rPr>
        <w:lastRenderedPageBreak/>
        <w:t>Malwettbewerb</w:t>
      </w:r>
      <w:r w:rsidRPr="00477A07">
        <w:rPr>
          <w:rStyle w:val="Formatvorlage4"/>
          <w:b/>
        </w:rPr>
        <w:t>.jpg</w:t>
      </w:r>
    </w:p>
    <w:p w:rsidR="00745D53" w:rsidRDefault="00745D53" w:rsidP="00745D53">
      <w:pPr>
        <w:ind w:left="1418"/>
        <w:rPr>
          <w:rStyle w:val="Formatvorlage4"/>
          <w:szCs w:val="24"/>
        </w:rPr>
      </w:pPr>
      <w:proofErr w:type="spellStart"/>
      <w:r w:rsidRPr="00C3074C">
        <w:rPr>
          <w:rStyle w:val="Formatvorlage4"/>
        </w:rPr>
        <w:t>Filias</w:t>
      </w:r>
      <w:proofErr w:type="spellEnd"/>
      <w:r w:rsidRPr="00C3074C">
        <w:rPr>
          <w:rStyle w:val="Formatvorlage4"/>
        </w:rPr>
        <w:t xml:space="preserve"> liebt ihn schon, den neuen </w:t>
      </w:r>
      <w:proofErr w:type="spellStart"/>
      <w:r w:rsidRPr="00C3074C">
        <w:rPr>
          <w:rStyle w:val="Formatvorlage4"/>
        </w:rPr>
        <w:t>hagebaumarkt</w:t>
      </w:r>
      <w:proofErr w:type="spellEnd"/>
      <w:r w:rsidRPr="00C3074C">
        <w:rPr>
          <w:rStyle w:val="Formatvorlage4"/>
        </w:rPr>
        <w:t xml:space="preserve"> in Celle </w:t>
      </w:r>
      <w:r w:rsidR="00772116">
        <w:rPr>
          <w:rStyle w:val="Formatvorlage4"/>
        </w:rPr>
        <w:t>–</w:t>
      </w:r>
      <w:r w:rsidRPr="00C3074C">
        <w:rPr>
          <w:rStyle w:val="Formatvorlage4"/>
        </w:rPr>
        <w:t xml:space="preserve"> </w:t>
      </w:r>
      <w:r w:rsidR="00772116">
        <w:rPr>
          <w:rStyle w:val="Formatvorlage4"/>
        </w:rPr>
        <w:t xml:space="preserve">beim </w:t>
      </w:r>
      <w:r w:rsidRPr="00C3074C">
        <w:rPr>
          <w:rStyle w:val="Formatvorlage4"/>
        </w:rPr>
        <w:t xml:space="preserve">Kindermalen </w:t>
      </w:r>
      <w:r w:rsidR="00772116">
        <w:rPr>
          <w:rStyle w:val="Formatvorlage4"/>
        </w:rPr>
        <w:t>suchte er sich das Motiv „Erpel“ aus</w:t>
      </w:r>
      <w:bookmarkStart w:id="0" w:name="_GoBack"/>
      <w:bookmarkEnd w:id="0"/>
    </w:p>
    <w:p w:rsidR="00745D53" w:rsidRDefault="00745D53" w:rsidP="00745D53">
      <w:pPr>
        <w:ind w:left="1418"/>
        <w:rPr>
          <w:rStyle w:val="Formatvorlage4"/>
          <w:szCs w:val="24"/>
        </w:rPr>
      </w:pPr>
    </w:p>
    <w:p w:rsidR="00745D53" w:rsidRDefault="00745D53" w:rsidP="00745D53">
      <w:pPr>
        <w:ind w:left="1418"/>
        <w:rPr>
          <w:rStyle w:val="Formatvorlage4"/>
          <w:szCs w:val="24"/>
        </w:rPr>
      </w:pPr>
      <w:r w:rsidRPr="000D61CF">
        <w:rPr>
          <w:rStyle w:val="Formatvorlage4"/>
          <w:szCs w:val="24"/>
        </w:rPr>
        <w:t>Foto</w:t>
      </w:r>
      <w:r>
        <w:rPr>
          <w:rStyle w:val="Formatvorlage4"/>
          <w:szCs w:val="24"/>
        </w:rPr>
        <w:t>s</w:t>
      </w:r>
      <w:r w:rsidRPr="000D61CF">
        <w:rPr>
          <w:rStyle w:val="Formatvorlage4"/>
          <w:szCs w:val="24"/>
        </w:rPr>
        <w:t>: hagebau (Abdruck honorarfrei)</w:t>
      </w:r>
    </w:p>
    <w:p w:rsidR="00745D53" w:rsidRDefault="00745D53" w:rsidP="00745D53">
      <w:pPr>
        <w:ind w:left="1418"/>
        <w:rPr>
          <w:rStyle w:val="Formatvorlage4"/>
          <w:szCs w:val="24"/>
        </w:rPr>
      </w:pPr>
    </w:p>
    <w:p w:rsidR="00745D53" w:rsidRDefault="00745D53" w:rsidP="00745D53">
      <w:pPr>
        <w:ind w:left="1418"/>
        <w:rPr>
          <w:rStyle w:val="Formatvorlage4"/>
          <w:szCs w:val="24"/>
        </w:rPr>
      </w:pPr>
    </w:p>
    <w:p w:rsidR="00134E14" w:rsidRPr="00611523" w:rsidRDefault="00134E14" w:rsidP="00134E14">
      <w:pPr>
        <w:spacing w:line="360" w:lineRule="auto"/>
        <w:ind w:left="1418"/>
        <w:rPr>
          <w:rFonts w:cs="Arial"/>
          <w:szCs w:val="24"/>
        </w:rPr>
      </w:pPr>
      <w:r>
        <w:rPr>
          <w:rFonts w:cs="Arial"/>
          <w:b/>
          <w:szCs w:val="24"/>
        </w:rPr>
        <w:t>hagebau Gruppe</w:t>
      </w:r>
    </w:p>
    <w:p w:rsidR="00E27F9E" w:rsidRPr="000045A2" w:rsidRDefault="00E27F9E" w:rsidP="00E27F9E">
      <w:pPr>
        <w:spacing w:line="360" w:lineRule="auto"/>
        <w:ind w:left="1418"/>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953F16" w:rsidRPr="00355121" w:rsidRDefault="00953F16" w:rsidP="00953F16">
      <w:pPr>
        <w:spacing w:line="360" w:lineRule="auto"/>
        <w:ind w:left="1418"/>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E27F9E" w:rsidRPr="000045A2" w:rsidRDefault="00E27F9E" w:rsidP="00E27F9E">
      <w:pPr>
        <w:spacing w:line="360" w:lineRule="auto"/>
        <w:ind w:left="1418"/>
        <w:jc w:val="both"/>
        <w:rPr>
          <w:rFonts w:cs="Arial"/>
        </w:rPr>
      </w:pPr>
      <w:r w:rsidRPr="000045A2">
        <w:rPr>
          <w:rFonts w:cs="Arial"/>
        </w:rPr>
        <w:t xml:space="preserve">Die hagebaumärkte in Deutschland und Österreich erzielten im Geschäftsjahr 2014 einen kumulierten Netto-Verkaufsumsatz von 2,04 Milliarden Euro. </w:t>
      </w:r>
    </w:p>
    <w:p w:rsidR="00E27F9E" w:rsidRDefault="00E27F9E" w:rsidP="00E27F9E">
      <w:pPr>
        <w:spacing w:line="360" w:lineRule="auto"/>
        <w:ind w:left="1418"/>
      </w:pPr>
      <w:r w:rsidRPr="000045A2">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67060B">
      <w:pPr>
        <w:ind w:left="1418"/>
        <w:rPr>
          <w:rStyle w:val="Formatvorlage4"/>
        </w:rPr>
      </w:pPr>
    </w:p>
    <w:p w:rsidR="00745D53" w:rsidRDefault="00745D53" w:rsidP="0067060B">
      <w:pPr>
        <w:ind w:left="1418"/>
        <w:rPr>
          <w:rStyle w:val="Formatvorlage4"/>
        </w:rPr>
      </w:pPr>
    </w:p>
    <w:p w:rsidR="00745D53" w:rsidRDefault="00745D53" w:rsidP="0067060B">
      <w:pPr>
        <w:ind w:left="1418"/>
        <w:rPr>
          <w:rStyle w:val="Formatvorlage4"/>
        </w:rPr>
      </w:pPr>
    </w:p>
    <w:p w:rsidR="00745D53" w:rsidRDefault="00745D53" w:rsidP="0067060B">
      <w:pPr>
        <w:ind w:left="1418"/>
        <w:rPr>
          <w:rStyle w:val="Formatvorlage4"/>
        </w:rPr>
      </w:pPr>
    </w:p>
    <w:p w:rsidR="00745D53" w:rsidRDefault="00745D53" w:rsidP="00847F2B">
      <w:pPr>
        <w:ind w:left="1418"/>
        <w:rPr>
          <w:rStyle w:val="Formatvorlage7"/>
          <w:sz w:val="20"/>
          <w:szCs w:val="20"/>
          <w:u w:val="single"/>
        </w:rPr>
      </w:pPr>
    </w:p>
    <w:p w:rsidR="00847F2B" w:rsidRPr="00487F33" w:rsidRDefault="00847F2B" w:rsidP="00847F2B">
      <w:pPr>
        <w:ind w:left="1418"/>
        <w:rPr>
          <w:rStyle w:val="Formatvorlage7"/>
          <w:sz w:val="20"/>
          <w:szCs w:val="20"/>
          <w:u w:val="single"/>
        </w:rPr>
      </w:pPr>
      <w:r>
        <w:rPr>
          <w:rStyle w:val="Formatvorlage7"/>
          <w:sz w:val="20"/>
          <w:szCs w:val="20"/>
          <w:u w:val="single"/>
        </w:rPr>
        <w:lastRenderedPageBreak/>
        <w:t>Pressekontakt</w:t>
      </w:r>
      <w:r w:rsidRPr="00487F33">
        <w:rPr>
          <w:rStyle w:val="Formatvorlage7"/>
          <w:sz w:val="20"/>
          <w:szCs w:val="20"/>
          <w:u w:val="single"/>
        </w:rPr>
        <w:t>:</w:t>
      </w:r>
    </w:p>
    <w:p w:rsidR="00847F2B" w:rsidRPr="00487F33" w:rsidRDefault="00847F2B" w:rsidP="00847F2B">
      <w:pPr>
        <w:ind w:left="1418"/>
        <w:rPr>
          <w:rStyle w:val="Formatvorlage7"/>
          <w:sz w:val="20"/>
          <w:szCs w:val="20"/>
        </w:rPr>
      </w:pPr>
    </w:p>
    <w:p w:rsidR="00847F2B" w:rsidRDefault="00847F2B" w:rsidP="00847F2B">
      <w:pPr>
        <w:spacing w:line="276" w:lineRule="auto"/>
        <w:ind w:left="1418"/>
        <w:rPr>
          <w:rStyle w:val="Formatvorlage4"/>
          <w:sz w:val="20"/>
          <w:szCs w:val="20"/>
        </w:rPr>
      </w:pPr>
      <w:r>
        <w:rPr>
          <w:rStyle w:val="Formatvorlage4"/>
          <w:sz w:val="20"/>
          <w:szCs w:val="20"/>
        </w:rPr>
        <w:t xml:space="preserve">Nina </w:t>
      </w:r>
      <w:proofErr w:type="spellStart"/>
      <w:r>
        <w:rPr>
          <w:rStyle w:val="Formatvorlage4"/>
          <w:sz w:val="20"/>
          <w:szCs w:val="20"/>
        </w:rPr>
        <w:t>Lemmerz</w:t>
      </w:r>
      <w:proofErr w:type="spellEnd"/>
      <w:r>
        <w:rPr>
          <w:rStyle w:val="Formatvorlage4"/>
          <w:sz w:val="20"/>
          <w:szCs w:val="20"/>
        </w:rPr>
        <w:t>-Sickert</w:t>
      </w:r>
    </w:p>
    <w:p w:rsidR="00847F2B" w:rsidRDefault="00847F2B" w:rsidP="00847F2B">
      <w:pPr>
        <w:spacing w:line="276" w:lineRule="auto"/>
        <w:ind w:left="1418"/>
        <w:rPr>
          <w:rStyle w:val="Formatvorlage4"/>
          <w:sz w:val="20"/>
          <w:szCs w:val="20"/>
        </w:rPr>
      </w:pPr>
      <w:r>
        <w:rPr>
          <w:rStyle w:val="Formatvorlage4"/>
          <w:sz w:val="20"/>
          <w:szCs w:val="20"/>
        </w:rPr>
        <w:t>Abteilungsleitung Unternehmenskommunikation</w:t>
      </w:r>
    </w:p>
    <w:p w:rsidR="00847F2B" w:rsidRDefault="00CA4D1B" w:rsidP="00847F2B">
      <w:pPr>
        <w:spacing w:line="276" w:lineRule="auto"/>
        <w:ind w:left="1418"/>
        <w:rPr>
          <w:rStyle w:val="Formatvorlage4"/>
          <w:sz w:val="20"/>
          <w:szCs w:val="20"/>
        </w:rPr>
      </w:pPr>
      <w:r>
        <w:rPr>
          <w:rStyle w:val="Formatvorlage4"/>
          <w:sz w:val="20"/>
          <w:szCs w:val="20"/>
        </w:rPr>
        <w:t>s</w:t>
      </w:r>
      <w:r w:rsidR="00847F2B">
        <w:rPr>
          <w:rStyle w:val="Formatvorlage4"/>
          <w:sz w:val="20"/>
          <w:szCs w:val="20"/>
        </w:rPr>
        <w:t>t</w:t>
      </w:r>
      <w:r>
        <w:rPr>
          <w:rStyle w:val="Formatvorlage4"/>
          <w:sz w:val="20"/>
          <w:szCs w:val="20"/>
        </w:rPr>
        <w:t>v.</w:t>
      </w:r>
      <w:r w:rsidR="00847F2B">
        <w:rPr>
          <w:rStyle w:val="Formatvorlage4"/>
          <w:sz w:val="20"/>
          <w:szCs w:val="20"/>
        </w:rPr>
        <w:t xml:space="preserve"> Pressesprecherin</w:t>
      </w:r>
    </w:p>
    <w:p w:rsidR="00847F2B" w:rsidRPr="00487F33" w:rsidRDefault="00847F2B" w:rsidP="00847F2B">
      <w:pPr>
        <w:spacing w:line="276" w:lineRule="auto"/>
        <w:ind w:left="1418"/>
        <w:rPr>
          <w:rStyle w:val="Formatvorlage4"/>
          <w:sz w:val="20"/>
          <w:szCs w:val="20"/>
        </w:rPr>
      </w:pPr>
    </w:p>
    <w:p w:rsidR="00847F2B" w:rsidRDefault="00847F2B" w:rsidP="00847F2B">
      <w:pPr>
        <w:spacing w:line="276" w:lineRule="auto"/>
        <w:ind w:left="1418"/>
        <w:rPr>
          <w:rStyle w:val="Formatvorlage4"/>
          <w:sz w:val="20"/>
          <w:szCs w:val="20"/>
        </w:rPr>
      </w:pPr>
      <w:r w:rsidRPr="00487F33">
        <w:rPr>
          <w:rStyle w:val="Formatvorlage4"/>
          <w:sz w:val="20"/>
          <w:szCs w:val="20"/>
        </w:rPr>
        <w:t xml:space="preserve">hagebau </w:t>
      </w:r>
    </w:p>
    <w:p w:rsidR="00847F2B" w:rsidRPr="00487F33" w:rsidRDefault="00847F2B" w:rsidP="00847F2B">
      <w:pPr>
        <w:spacing w:line="276" w:lineRule="auto"/>
        <w:ind w:left="1418"/>
        <w:rPr>
          <w:rStyle w:val="Formatvorlage4"/>
          <w:sz w:val="20"/>
          <w:szCs w:val="20"/>
        </w:rPr>
      </w:pPr>
      <w:r w:rsidRPr="00487F33">
        <w:rPr>
          <w:rStyle w:val="Formatvorlage4"/>
          <w:sz w:val="20"/>
          <w:szCs w:val="20"/>
        </w:rPr>
        <w:t>Handelsgesellschaft für Baustoffe mbH &amp; Co. KG</w:t>
      </w:r>
    </w:p>
    <w:p w:rsidR="00847F2B" w:rsidRDefault="00847F2B" w:rsidP="00847F2B">
      <w:pPr>
        <w:spacing w:line="276" w:lineRule="auto"/>
        <w:ind w:left="1418"/>
        <w:rPr>
          <w:rStyle w:val="Formatvorlage4"/>
          <w:sz w:val="20"/>
          <w:szCs w:val="20"/>
        </w:rPr>
      </w:pPr>
    </w:p>
    <w:p w:rsidR="00847F2B" w:rsidRDefault="00847F2B" w:rsidP="00847F2B">
      <w:pPr>
        <w:spacing w:line="276" w:lineRule="auto"/>
        <w:ind w:left="1418"/>
        <w:rPr>
          <w:rStyle w:val="Formatvorlage4"/>
          <w:sz w:val="20"/>
          <w:szCs w:val="20"/>
        </w:rPr>
      </w:pPr>
      <w:r>
        <w:rPr>
          <w:rStyle w:val="Formatvorlage4"/>
          <w:sz w:val="20"/>
          <w:szCs w:val="20"/>
        </w:rPr>
        <w:t xml:space="preserve">Celler Str. 47 </w:t>
      </w:r>
    </w:p>
    <w:p w:rsidR="00847F2B" w:rsidRPr="00E869A4" w:rsidRDefault="00847F2B" w:rsidP="00847F2B">
      <w:pPr>
        <w:spacing w:line="276" w:lineRule="auto"/>
        <w:ind w:left="1418"/>
        <w:rPr>
          <w:rStyle w:val="Formatvorlage4"/>
          <w:sz w:val="20"/>
          <w:szCs w:val="20"/>
        </w:rPr>
      </w:pPr>
      <w:r>
        <w:rPr>
          <w:rStyle w:val="Formatvorlage4"/>
          <w:sz w:val="20"/>
          <w:szCs w:val="20"/>
        </w:rPr>
        <w:t>29614 Soltau</w:t>
      </w:r>
    </w:p>
    <w:p w:rsidR="00847F2B" w:rsidRPr="00E869A4" w:rsidRDefault="00847F2B" w:rsidP="00847F2B">
      <w:pPr>
        <w:spacing w:line="276" w:lineRule="auto"/>
        <w:ind w:left="1418"/>
        <w:rPr>
          <w:rStyle w:val="Formatvorlage4"/>
          <w:sz w:val="20"/>
          <w:szCs w:val="20"/>
        </w:rPr>
      </w:pPr>
      <w:r>
        <w:rPr>
          <w:rStyle w:val="Formatvorlage4"/>
          <w:sz w:val="20"/>
          <w:szCs w:val="20"/>
        </w:rPr>
        <w:t>Telefon: +49 5191 802-879</w:t>
      </w:r>
    </w:p>
    <w:p w:rsidR="00847F2B" w:rsidRDefault="00847F2B" w:rsidP="00847F2B">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879</w:t>
      </w:r>
    </w:p>
    <w:p w:rsidR="00847F2B" w:rsidRPr="00E869A4" w:rsidRDefault="00847F2B" w:rsidP="00847F2B">
      <w:pPr>
        <w:spacing w:line="276" w:lineRule="auto"/>
        <w:ind w:left="1418"/>
        <w:rPr>
          <w:rStyle w:val="Formatvorlage4"/>
          <w:sz w:val="20"/>
          <w:szCs w:val="20"/>
        </w:rPr>
      </w:pPr>
      <w:r>
        <w:rPr>
          <w:rStyle w:val="Formatvorlage4"/>
          <w:sz w:val="20"/>
          <w:szCs w:val="20"/>
        </w:rPr>
        <w:t>Mobil: +49 160 2239999</w:t>
      </w:r>
    </w:p>
    <w:p w:rsidR="00847F2B" w:rsidRPr="00E869A4" w:rsidRDefault="00847F2B" w:rsidP="00847F2B">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nina.lemmerz-sickert</w:t>
      </w:r>
      <w:r w:rsidRPr="00E869A4">
        <w:rPr>
          <w:rStyle w:val="Formatvorlage4"/>
          <w:sz w:val="20"/>
          <w:szCs w:val="20"/>
        </w:rPr>
        <w:t>@hagebau.com</w:t>
      </w:r>
    </w:p>
    <w:p w:rsidR="00422A61" w:rsidRDefault="00847F2B" w:rsidP="00847F2B">
      <w:pPr>
        <w:spacing w:line="276" w:lineRule="auto"/>
        <w:ind w:left="1418"/>
        <w:rPr>
          <w:rStyle w:val="Formatvorlage4"/>
        </w:rPr>
      </w:pPr>
      <w:r w:rsidRPr="00487F33">
        <w:rPr>
          <w:rStyle w:val="Formatvorlage4"/>
          <w:sz w:val="20"/>
          <w:szCs w:val="20"/>
        </w:rPr>
        <w:t>Internet: www.hagebau.co</w:t>
      </w:r>
      <w:r w:rsidR="00134E14">
        <w:rPr>
          <w:rStyle w:val="Formatvorlage4"/>
          <w:sz w:val="20"/>
          <w:szCs w:val="20"/>
        </w:rPr>
        <w:t>m</w:t>
      </w:r>
    </w:p>
    <w:sectPr w:rsidR="00422A61" w:rsidSect="008F126E">
      <w:headerReference w:type="default" r:id="rId8"/>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9DE" w:rsidRDefault="006549DE" w:rsidP="008F126E">
      <w:r>
        <w:separator/>
      </w:r>
    </w:p>
  </w:endnote>
  <w:endnote w:type="continuationSeparator" w:id="0">
    <w:p w:rsidR="006549DE" w:rsidRDefault="006549DE"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9DE" w:rsidRDefault="006549DE" w:rsidP="008F126E">
      <w:r>
        <w:separator/>
      </w:r>
    </w:p>
  </w:footnote>
  <w:footnote w:type="continuationSeparator" w:id="0">
    <w:p w:rsidR="006549DE" w:rsidRDefault="006549DE"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9C9BB1D" wp14:editId="7B1C35C0">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F426E1">
    <w:pPr>
      <w:pStyle w:val="Kopfzeile"/>
      <w:ind w:firstLine="1418"/>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9DE"/>
    <w:rsid w:val="00000F0F"/>
    <w:rsid w:val="00016813"/>
    <w:rsid w:val="00051A5A"/>
    <w:rsid w:val="000D49CE"/>
    <w:rsid w:val="000F1EA2"/>
    <w:rsid w:val="001227B4"/>
    <w:rsid w:val="00134E14"/>
    <w:rsid w:val="00191F25"/>
    <w:rsid w:val="001B399E"/>
    <w:rsid w:val="001E68A6"/>
    <w:rsid w:val="001F5555"/>
    <w:rsid w:val="0023201D"/>
    <w:rsid w:val="00290F81"/>
    <w:rsid w:val="003648C1"/>
    <w:rsid w:val="003948AC"/>
    <w:rsid w:val="003B5147"/>
    <w:rsid w:val="003B698C"/>
    <w:rsid w:val="00422A61"/>
    <w:rsid w:val="0044065F"/>
    <w:rsid w:val="00487F33"/>
    <w:rsid w:val="004D3254"/>
    <w:rsid w:val="004D5423"/>
    <w:rsid w:val="005657EB"/>
    <w:rsid w:val="0059181F"/>
    <w:rsid w:val="00617638"/>
    <w:rsid w:val="006549DE"/>
    <w:rsid w:val="0067060B"/>
    <w:rsid w:val="00745D53"/>
    <w:rsid w:val="00757616"/>
    <w:rsid w:val="00772116"/>
    <w:rsid w:val="007F0808"/>
    <w:rsid w:val="00820FCD"/>
    <w:rsid w:val="00847F2B"/>
    <w:rsid w:val="008A07F3"/>
    <w:rsid w:val="008F126E"/>
    <w:rsid w:val="008F5884"/>
    <w:rsid w:val="00915DB6"/>
    <w:rsid w:val="0093002E"/>
    <w:rsid w:val="00931297"/>
    <w:rsid w:val="00953F16"/>
    <w:rsid w:val="00A322F7"/>
    <w:rsid w:val="00A37949"/>
    <w:rsid w:val="00A40813"/>
    <w:rsid w:val="00B96199"/>
    <w:rsid w:val="00BE04DC"/>
    <w:rsid w:val="00C13AD3"/>
    <w:rsid w:val="00C7135A"/>
    <w:rsid w:val="00C72061"/>
    <w:rsid w:val="00CA0C4C"/>
    <w:rsid w:val="00CA4D1B"/>
    <w:rsid w:val="00D135B9"/>
    <w:rsid w:val="00DB5815"/>
    <w:rsid w:val="00E27F9E"/>
    <w:rsid w:val="00E869A4"/>
    <w:rsid w:val="00E91B46"/>
    <w:rsid w:val="00ED15F0"/>
    <w:rsid w:val="00F042EA"/>
    <w:rsid w:val="00F1023F"/>
    <w:rsid w:val="00F1138B"/>
    <w:rsid w:val="00F35AE6"/>
    <w:rsid w:val="00F426E1"/>
    <w:rsid w:val="00F56EA5"/>
    <w:rsid w:val="00F833C4"/>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UK\02%20Redaktion\04%20Vorlagen%20&amp;%20Standards\PI%20hagebau%20NLS.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0EF9E-A463-43D6-8125-750224EF4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NLS.dotx</Template>
  <TotalTime>0</TotalTime>
  <Pages>5</Pages>
  <Words>891</Words>
  <Characters>6071</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6949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Lemmerz-Sickert</dc:creator>
  <cp:lastModifiedBy>Nina Lemmerz-Sickert</cp:lastModifiedBy>
  <cp:revision>3</cp:revision>
  <cp:lastPrinted>2015-03-04T13:32:00Z</cp:lastPrinted>
  <dcterms:created xsi:type="dcterms:W3CDTF">2015-03-09T09:21:00Z</dcterms:created>
  <dcterms:modified xsi:type="dcterms:W3CDTF">2015-03-09T09:22:00Z</dcterms:modified>
</cp:coreProperties>
</file>